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12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numbering.xml" ContentType="application/vnd.openxmlformats-officedocument.wordprocessingml.numbering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spacing w:before="4" w:after="0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</w:r>
    </w:p>
    <w:p>
      <w:pPr>
        <w:pStyle w:val="Corpodeltesto"/>
        <w:ind w:left="537" w:right="0" w:hanging="0"/>
        <w:rPr/>
      </w:pPr>
      <w:r>
        <w:rPr/>
      </w:r>
      <w:r>
        <mc:AlternateContent>
          <mc:Choice Requires="wps">
            <w:drawing>
              <wp:inline distT="0" distB="0" distL="114300" distR="114300">
                <wp:extent cx="5774055" cy="2202180"/>
                <wp:effectExtent l="0" t="0" r="0" b="0"/>
                <wp:docPr id="1" name="1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4055" cy="2202180"/>
                        </a:xfrm>
                        <a:prstGeom prst="rect"/>
                        <a:solidFill>
                          <a:srgbClr val="D8E2F2"/>
                        </a:solidFill>
                        <a:ln w="444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lineRule="auto" w:line="247" w:before="25" w:after="0"/>
                              <w:ind w:left="106" w:right="103" w:hanging="0"/>
                              <w:jc w:val="both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>
                            <w:pPr>
                              <w:pStyle w:val="Corpodeltesto"/>
                              <w:spacing w:before="4" w:after="0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7"/>
                              </w:rPr>
                            </w:r>
                          </w:p>
                          <w:p>
                            <w:pPr>
                              <w:pStyle w:val="Contenutocornice"/>
                              <w:spacing w:lineRule="auto" w:line="247"/>
                              <w:ind w:left="106" w:right="100" w:hanging="0"/>
                              <w:jc w:val="both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>
                            <w:pPr>
                              <w:pStyle w:val="Corpodeltesto"/>
                              <w:spacing w:before="4" w:after="0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7"/>
                              </w:rPr>
                            </w:r>
                          </w:p>
                          <w:p>
                            <w:pPr>
                              <w:pStyle w:val="Contenutocornice"/>
                              <w:spacing w:lineRule="auto" w:line="247" w:before="1" w:after="0"/>
                              <w:ind w:left="106" w:right="103" w:hanging="0"/>
                              <w:jc w:val="both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>
                            <w:pPr>
                              <w:pStyle w:val="Corpodeltesto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7"/>
                              </w:rPr>
                            </w:r>
                          </w:p>
                          <w:p>
                            <w:pPr>
                              <w:pStyle w:val="Contenutocornice"/>
                              <w:spacing w:lineRule="auto" w:line="247" w:before="1" w:after="0"/>
                              <w:ind w:left="106" w:right="99" w:hanging="0"/>
                              <w:jc w:val="both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fillcolor="#D8E2F2" strokecolor="#000000" strokeweight="0pt" style="position:absolute;rotation:0;width:454.65pt;height:173.4pt;mso-wrap-distance-left:9pt;mso-wrap-distance-right:9pt;mso-wrap-distance-top:0pt;mso-wrap-distance-bottom:0pt;margin-top:-173.4pt;mso-position-vertical:top;mso-position-vertical-relative:text;margin-left:0pt;mso-position-horizontal-relative:text">
                <v:textbox inset="0in,0in,0in,0in">
                  <w:txbxContent>
                    <w:p>
                      <w:pPr>
                        <w:pStyle w:val="Contenutocornice"/>
                        <w:spacing w:lineRule="auto" w:line="247" w:before="25" w:after="0"/>
                        <w:ind w:left="106" w:right="103" w:hanging="0"/>
                        <w:jc w:val="both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>
                      <w:pPr>
                        <w:pStyle w:val="Corpodeltesto"/>
                        <w:spacing w:before="4" w:after="0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sz w:val="17"/>
                        </w:rPr>
                      </w:r>
                    </w:p>
                    <w:p>
                      <w:pPr>
                        <w:pStyle w:val="Contenutocornice"/>
                        <w:spacing w:lineRule="auto" w:line="247"/>
                        <w:ind w:left="106" w:right="100" w:hanging="0"/>
                        <w:jc w:val="both"/>
                        <w:rPr/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>
                      <w:pPr>
                        <w:pStyle w:val="Corpodeltesto"/>
                        <w:spacing w:before="4" w:after="0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sz w:val="17"/>
                        </w:rPr>
                      </w:r>
                    </w:p>
                    <w:p>
                      <w:pPr>
                        <w:pStyle w:val="Contenutocornice"/>
                        <w:spacing w:lineRule="auto" w:line="247" w:before="1" w:after="0"/>
                        <w:ind w:left="106" w:right="103" w:hanging="0"/>
                        <w:jc w:val="both"/>
                        <w:rPr/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>
                      <w:pPr>
                        <w:pStyle w:val="Corpodeltesto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sz w:val="17"/>
                        </w:rPr>
                      </w:r>
                    </w:p>
                    <w:p>
                      <w:pPr>
                        <w:pStyle w:val="Contenutocornice"/>
                        <w:spacing w:lineRule="auto" w:line="247" w:before="1" w:after="0"/>
                        <w:ind w:left="106" w:right="99" w:hanging="0"/>
                        <w:jc w:val="both"/>
                        <w:rPr/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rpodeltesto"/>
        <w:spacing w:before="2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Titolo1"/>
        <w:ind w:left="887" w:right="1097" w:hanging="0"/>
        <w:rPr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>
      <w:pPr>
        <w:pStyle w:val="Corpodeltesto"/>
        <w:rPr>
          <w:rFonts w:ascii="Times New Roman" w:hAnsi="Times New Roman"/>
          <w:b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pStyle w:val="Normal"/>
        <w:spacing w:before="229" w:after="0"/>
        <w:ind w:left="887" w:right="1092" w:hanging="0"/>
        <w:jc w:val="center"/>
        <w:rPr/>
      </w:pPr>
      <w:r>
        <w:rPr>
          <w:rFonts w:eastAsia="Times New Roman" w:ascii="Times New Roman" w:hAnsi="Times New Roman"/>
          <w:b/>
          <w:color w:val="00000A"/>
          <w:sz w:val="15"/>
        </w:rPr>
        <w:t>MODELLO</w:t>
      </w:r>
      <w:r>
        <w:rPr>
          <w:rFonts w:eastAsia="Times New Roman" w:ascii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5"/>
        </w:rPr>
        <w:t>DI</w:t>
      </w:r>
      <w:r>
        <w:rPr>
          <w:rFonts w:eastAsia="Times New Roman" w:ascii="Times New Roman" w:hAnsi="Times New Roman"/>
          <w:b/>
          <w:color w:val="00000A"/>
          <w:spacing w:val="19"/>
          <w:sz w:val="15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5"/>
        </w:rPr>
        <w:t>FORMULARIO</w:t>
      </w:r>
      <w:r>
        <w:rPr>
          <w:rFonts w:eastAsia="Times New Roman" w:ascii="Times New Roman" w:hAnsi="Times New Roman"/>
          <w:b/>
          <w:color w:val="00000A"/>
          <w:spacing w:val="16"/>
          <w:sz w:val="15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5"/>
        </w:rPr>
        <w:t>PER</w:t>
      </w:r>
      <w:r>
        <w:rPr>
          <w:rFonts w:eastAsia="Times New Roman" w:ascii="Times New Roman" w:hAnsi="Times New Roman"/>
          <w:b/>
          <w:color w:val="00000A"/>
          <w:spacing w:val="21"/>
          <w:sz w:val="15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5"/>
        </w:rPr>
        <w:t>IL</w:t>
      </w:r>
      <w:r>
        <w:rPr>
          <w:rFonts w:eastAsia="Times New Roman" w:ascii="Times New Roman" w:hAnsi="Times New Roman"/>
          <w:b/>
          <w:color w:val="00000A"/>
          <w:spacing w:val="10"/>
          <w:sz w:val="15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5"/>
        </w:rPr>
        <w:t>DOCUMENTO</w:t>
      </w:r>
      <w:r>
        <w:rPr>
          <w:rFonts w:eastAsia="Times New Roman" w:ascii="Times New Roman" w:hAnsi="Times New Roman"/>
          <w:b/>
          <w:color w:val="00000A"/>
          <w:spacing w:val="24"/>
          <w:sz w:val="15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5"/>
        </w:rPr>
        <w:t>DI</w:t>
      </w:r>
      <w:r>
        <w:rPr>
          <w:rFonts w:eastAsia="Times New Roman" w:ascii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5"/>
        </w:rPr>
        <w:t>GARA</w:t>
      </w:r>
      <w:r>
        <w:rPr>
          <w:rFonts w:eastAsia="Times New Roman" w:ascii="Times New Roman" w:hAnsi="Times New Roman"/>
          <w:b/>
          <w:color w:val="00000A"/>
          <w:spacing w:val="9"/>
          <w:sz w:val="15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5"/>
        </w:rPr>
        <w:t>UNICO</w:t>
      </w:r>
      <w:r>
        <w:rPr>
          <w:rFonts w:eastAsia="Times New Roman" w:ascii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5"/>
        </w:rPr>
        <w:t>EUROPEO</w:t>
      </w:r>
      <w:r>
        <w:rPr>
          <w:rFonts w:eastAsia="Times New Roman" w:ascii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5"/>
        </w:rPr>
        <w:t>(DGUE)</w:t>
      </w:r>
    </w:p>
    <w:p>
      <w:pPr>
        <w:pStyle w:val="Corpodeltesto"/>
        <w:spacing w:before="7" w:after="0"/>
        <w:rPr>
          <w:rFonts w:ascii="Times New Roman" w:hAnsi="Times New Roman"/>
          <w:b/>
          <w:b/>
          <w:sz w:val="23"/>
        </w:rPr>
      </w:pPr>
      <w:r>
        <w:rPr>
          <w:rFonts w:ascii="Times New Roman" w:hAnsi="Times New Roman"/>
          <w:b/>
          <w:sz w:val="23"/>
        </w:rPr>
      </w:r>
    </w:p>
    <w:p>
      <w:pPr>
        <w:pStyle w:val="Titolo2"/>
        <w:rPr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>
      <w:pPr>
        <w:pStyle w:val="Corpodeltesto"/>
        <w:rPr>
          <w:rFonts w:ascii="Times New Roman" w:hAnsi="Times New Roman"/>
          <w:b/>
          <w:b/>
          <w:sz w:val="20"/>
        </w:rPr>
      </w:pPr>
      <w:r>
        <w:rPr>
          <w:rFonts w:ascii="Times New Roman" w:hAnsi="Times New Roman"/>
          <w:b/>
          <w:sz w:val="20"/>
        </w:rPr>
      </w:r>
    </w:p>
    <w:p>
      <w:pPr>
        <w:pStyle w:val="Corpodeltesto"/>
        <w:spacing w:before="2" w:after="0"/>
        <w:rPr>
          <w:rFonts w:ascii="Times New Roman" w:hAnsi="Times New Roman"/>
          <w:b/>
          <w:b/>
          <w:sz w:val="10"/>
        </w:rPr>
      </w:pPr>
      <w:r>
        <w:rPr>
          <w:rFonts w:ascii="Times New Roman" w:hAnsi="Times New Roman"/>
          <w:b/>
          <w:sz w:val="10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2" name="1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4055" cy="1682750"/>
                        </a:xfrm>
                        <a:prstGeom prst="rect"/>
                        <a:solidFill>
                          <a:srgbClr val="BFBFBF"/>
                        </a:solidFill>
                        <a:ln w="4445">
                          <a:solidFill>
                            <a:srgbClr val="00000A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lineRule="auto" w:line="252" w:before="28" w:after="0"/>
                              <w:ind w:left="106" w:right="0" w:hanging="0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>
                            <w:pPr>
                              <w:pStyle w:val="Corpodeltesto"/>
                              <w:rPr>
                                <w:rFonts w:ascii="Arial" w:hAnsi="Arial"/>
                                <w:b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</w:r>
                          </w:p>
                          <w:p>
                            <w:pPr>
                              <w:pStyle w:val="Corpodeltesto"/>
                              <w:spacing w:before="5" w:after="0"/>
                              <w:rPr>
                                <w:rFonts w:ascii="Arial" w:hAnsi="Arial"/>
                                <w:b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</w:r>
                          </w:p>
                          <w:p>
                            <w:pPr>
                              <w:pStyle w:val="Contenutocornice"/>
                              <w:spacing w:before="1" w:after="0"/>
                              <w:ind w:left="106" w:right="0" w:hanging="0"/>
                              <w:rPr/>
                            </w:pP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>
                            <w:pPr>
                              <w:pStyle w:val="Contenutocornice"/>
                              <w:spacing w:before="124" w:after="0"/>
                              <w:ind w:left="106" w:right="0" w:hanging="0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>
                            <w:pPr>
                              <w:pStyle w:val="Contenutocornice"/>
                              <w:spacing w:lineRule="auto" w:line="247" w:before="125" w:after="0"/>
                              <w:ind w:left="106" w:right="0" w:hanging="0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>
                            <w:pPr>
                              <w:pStyle w:val="Contenutocornice"/>
                              <w:spacing w:lineRule="auto" w:line="247" w:before="119" w:after="0"/>
                              <w:ind w:left="106" w:right="0" w:hanging="0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BFBFBF" strokecolor="#00000A" strokeweight="0pt" style="position:absolute;rotation:0;width:454.65pt;height:132.5pt;mso-wrap-distance-left:0pt;mso-wrap-distance-right:0pt;mso-wrap-distance-top:0pt;mso-wrap-distance-bottom:0pt;margin-top:8pt;mso-position-vertical-relative:text;margin-left:82.1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lineRule="auto" w:line="252" w:before="28" w:after="0"/>
                        <w:ind w:left="106" w:right="0" w:hanging="0"/>
                        <w:rPr/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>
                      <w:pPr>
                        <w:pStyle w:val="Corpodeltesto"/>
                        <w:rPr>
                          <w:rFonts w:ascii="Arial" w:hAnsi="Arial"/>
                          <w:b/>
                          <w:b/>
                          <w:sz w:val="16"/>
                        </w:rPr>
                      </w:pPr>
                      <w:r>
                        <w:rPr>
                          <w:rFonts w:ascii="Arial" w:hAnsi="Arial"/>
                          <w:b/>
                          <w:sz w:val="16"/>
                        </w:rPr>
                      </w:r>
                    </w:p>
                    <w:p>
                      <w:pPr>
                        <w:pStyle w:val="Corpodeltesto"/>
                        <w:spacing w:before="5" w:after="0"/>
                        <w:rPr>
                          <w:rFonts w:ascii="Arial" w:hAnsi="Arial"/>
                          <w:b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</w:r>
                    </w:p>
                    <w:p>
                      <w:pPr>
                        <w:pStyle w:val="Contenutocornice"/>
                        <w:spacing w:before="1" w:after="0"/>
                        <w:ind w:left="106" w:right="0" w:hanging="0"/>
                        <w:rPr/>
                      </w:pP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>
                      <w:pPr>
                        <w:pStyle w:val="Contenutocornice"/>
                        <w:spacing w:before="124" w:after="0"/>
                        <w:ind w:left="106" w:right="0" w:hanging="0"/>
                        <w:rPr/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>
                      <w:pPr>
                        <w:pStyle w:val="Contenutocornice"/>
                        <w:spacing w:lineRule="auto" w:line="247" w:before="125" w:after="0"/>
                        <w:ind w:left="106" w:right="0" w:hanging="0"/>
                        <w:rPr/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>
                      <w:pPr>
                        <w:pStyle w:val="Contenutocornice"/>
                        <w:spacing w:lineRule="auto" w:line="247" w:before="119" w:after="0"/>
                        <w:ind w:left="106" w:right="0" w:hanging="0"/>
                        <w:rPr/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4" w:after="0"/>
        <w:rPr>
          <w:rFonts w:ascii="Times New Roman" w:hAnsi="Times New Roman"/>
          <w:b/>
          <w:b/>
          <w:sz w:val="25"/>
        </w:rPr>
      </w:pPr>
      <w:r>
        <w:rPr>
          <w:rFonts w:ascii="Times New Roman" w:hAnsi="Times New Roman"/>
          <w:b/>
          <w:sz w:val="25"/>
        </w:rPr>
      </w:r>
    </w:p>
    <w:p>
      <w:pPr>
        <w:pStyle w:val="Titolo3"/>
        <w:spacing w:before="103" w:after="0"/>
        <w:ind w:left="887" w:right="1095" w:hanging="0"/>
        <w:jc w:val="center"/>
        <w:rPr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>
      <w:pPr>
        <w:pStyle w:val="Corpodeltesto"/>
        <w:spacing w:before="4" w:after="0"/>
        <w:rPr>
          <w:sz w:val="27"/>
        </w:rPr>
      </w:pPr>
      <w:r>
        <w:rPr>
          <w:sz w:val="27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3" name="1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4055" cy="352425"/>
                        </a:xfrm>
                        <a:prstGeom prst="rect"/>
                        <a:solidFill>
                          <a:srgbClr val="BFBFBF"/>
                        </a:solidFill>
                        <a:ln w="4445">
                          <a:solidFill>
                            <a:srgbClr val="00000A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lineRule="auto" w:line="252" w:before="26" w:after="0"/>
                              <w:ind w:left="106" w:right="282" w:hanging="0"/>
                              <w:rPr/>
                            </w:pP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BFBFBF" strokecolor="#00000A" strokeweight="0pt" style="position:absolute;rotation:0;width:454.65pt;height:27.75pt;mso-wrap-distance-left:0pt;mso-wrap-distance-right:0pt;mso-wrap-distance-top:0pt;mso-wrap-distance-bottom:0pt;margin-top:17.65pt;mso-position-vertical-relative:text;margin-left:82.1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lineRule="auto" w:line="252" w:before="26" w:after="0"/>
                        <w:ind w:left="106" w:right="282" w:hanging="0"/>
                        <w:rPr/>
                      </w:pP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eastAsia="Times New Roman"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eastAsia="Times New Roman" w:ascii="Arial" w:hAnsi="Arial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eastAsia="Times New Roman"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eastAsia="Times New Roman" w:ascii="Arial" w:hAnsi="Arial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eastAsia="Times New Roman" w:ascii="Arial" w:hAnsi="Arial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eastAsia="Times New Roman"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eastAsia="Times New Roman" w:ascii="Arial" w:hAnsi="Arial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eastAsia="Times New Roman"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eastAsia="Times New Roman" w:ascii="Arial" w:hAnsi="Arial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eastAsia="Times New Roman"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eastAsia="Times New Roman" w:ascii="Arial" w:hAnsi="Arial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eastAsia="Times New Roman" w:ascii="Arial" w:hAnsi="Arial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eastAsia="Times New Roman" w:ascii="Arial" w:hAnsi="Arial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eastAsia="Times New Roman" w:ascii="Arial" w:hAnsi="Arial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eastAsia="Times New Roman" w:ascii="Arial" w:hAnsi="Arial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eastAsia="Times New Roman" w:ascii="Arial" w:hAnsi="Arial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eastAsia="Times New Roman"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eastAsia="Times New Roman"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eastAsia="Times New Roman" w:ascii="Arial" w:hAnsi="Arial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10" w:after="0"/>
        <w:rPr>
          <w:sz w:val="7"/>
        </w:rPr>
      </w:pPr>
      <w:r>
        <w:rPr>
          <w:sz w:val="7"/>
        </w:rPr>
      </w:r>
    </w:p>
    <w:tbl>
      <w:tblPr>
        <w:tblW w:w="904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182"/>
        <w:gridCol w:w="4339"/>
      </w:tblGrid>
      <w:tr>
        <w:trPr>
          <w:trHeight w:val="388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2" w:after="0"/>
              <w:rPr/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3</w:t>
            </w:r>
            <w:r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2" w:after="0"/>
              <w:rPr>
                <w:rFonts w:ascii="Arial" w:hAnsi="Arial" w:eastAsia="Times New Roman"/>
                <w:b/>
                <w:b/>
                <w:color w:val="00000A"/>
                <w:w w:val="105"/>
                <w:sz w:val="13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>
        <w:trPr>
          <w:trHeight w:val="334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top w:val="single" w:sz="4" w:space="0" w:color="00000A"/>
              <w:left w:val="single" w:sz="4" w:space="0" w:color="00000A"/>
            </w:tcBorders>
          </w:tcPr>
          <w:p>
            <w:pPr>
              <w:pStyle w:val="TableParagraph"/>
              <w:spacing w:before="124" w:after="0"/>
              <w:ind w:left="37" w:right="0" w:hanging="0"/>
              <w:jc w:val="center"/>
              <w:rPr>
                <w:w w:val="104"/>
                <w:sz w:val="13"/>
              </w:rPr>
            </w:pPr>
            <w:r>
              <w:rPr>
                <w:w w:val="104"/>
                <w:sz w:val="13"/>
              </w:rPr>
              <w:t>[</w:t>
            </w:r>
          </w:p>
        </w:tc>
        <w:tc>
          <w:tcPr>
            <w:tcW w:w="4339" w:type="dxa"/>
            <w:tcBorders>
              <w:top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ind w:left="59" w:right="0" w:hanging="0"/>
              <w:rPr>
                <w:w w:val="104"/>
                <w:sz w:val="13"/>
              </w:rPr>
            </w:pPr>
            <w:r>
              <w:rPr>
                <w:w w:val="104"/>
                <w:sz w:val="13"/>
              </w:rPr>
              <w:t>]</w:t>
            </w:r>
          </w:p>
        </w:tc>
      </w:tr>
      <w:tr>
        <w:trPr>
          <w:trHeight w:val="329" w:hRule="atLeast"/>
        </w:trPr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4" w:after="0"/>
              <w:rPr/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left w:val="single" w:sz="4" w:space="0" w:color="00000A"/>
              <w:bottom w:val="single" w:sz="4" w:space="0" w:color="00000A"/>
            </w:tcBorders>
          </w:tcPr>
          <w:p>
            <w:pPr>
              <w:pStyle w:val="TableParagraph"/>
              <w:spacing w:before="64" w:after="0"/>
              <w:ind w:left="37" w:right="0" w:hanging="0"/>
              <w:jc w:val="center"/>
              <w:rPr>
                <w:w w:val="104"/>
                <w:sz w:val="13"/>
              </w:rPr>
            </w:pPr>
            <w:r>
              <w:rPr>
                <w:w w:val="104"/>
                <w:sz w:val="13"/>
              </w:rPr>
              <w:t>[</w:t>
            </w:r>
          </w:p>
        </w:tc>
        <w:tc>
          <w:tcPr>
            <w:tcW w:w="4339" w:type="dxa"/>
            <w:tcBorders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4" w:after="0"/>
              <w:ind w:left="59" w:right="0" w:hanging="0"/>
              <w:rPr>
                <w:w w:val="104"/>
                <w:sz w:val="13"/>
              </w:rPr>
            </w:pPr>
            <w:r>
              <w:rPr>
                <w:w w:val="104"/>
                <w:sz w:val="13"/>
              </w:rPr>
              <w:t>]</w:t>
            </w:r>
          </w:p>
        </w:tc>
      </w:tr>
    </w:tbl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9" w:after="0"/>
        <w:rPr>
          <w:sz w:val="13"/>
        </w:rPr>
      </w:pPr>
      <w:r>
        <w:rPr>
          <w:sz w:val="13"/>
        </w:rPr>
      </w:r>
    </w:p>
    <w:p>
      <w:pPr>
        <w:pStyle w:val="Corpodeltesto"/>
        <w:spacing w:lineRule="auto" w:line="252" w:before="80" w:after="0"/>
        <w:ind w:left="927" w:right="857" w:hanging="276"/>
        <w:rPr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>
      <w:pPr>
        <w:pStyle w:val="Normal"/>
        <w:spacing w:lineRule="auto" w:line="247" w:before="4" w:after="0"/>
        <w:ind w:left="927" w:right="857" w:hanging="276"/>
        <w:rPr/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amministrazioni</w:t>
      </w:r>
      <w:r>
        <w:rPr>
          <w:rFonts w:eastAsia="Times New Roman"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aggiudicatrici:</w:t>
      </w:r>
      <w:r>
        <w:rPr>
          <w:rFonts w:eastAsia="Times New Roman"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avviso</w:t>
      </w:r>
      <w:r>
        <w:rPr>
          <w:rFonts w:eastAsia="Times New Roman"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di</w:t>
      </w:r>
      <w:r>
        <w:rPr>
          <w:rFonts w:eastAsia="Times New Roman"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preinformazione</w:t>
      </w:r>
      <w:r>
        <w:rPr>
          <w:rFonts w:eastAsia="Times New Roman"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bando</w:t>
      </w:r>
      <w:r>
        <w:rPr>
          <w:rFonts w:eastAsia="Times New Roman"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di</w:t>
      </w:r>
      <w:r>
        <w:rPr>
          <w:rFonts w:eastAsia="Times New Roman"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enti</w:t>
      </w:r>
      <w:r>
        <w:rPr>
          <w:rFonts w:eastAsia="Times New Roman"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avviso</w:t>
      </w:r>
      <w:r>
        <w:rPr>
          <w:rFonts w:eastAsia="Times New Roman"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periodico</w:t>
      </w:r>
      <w:r>
        <w:rPr>
          <w:rFonts w:eastAsia="Times New Roman"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indicativo</w:t>
      </w:r>
      <w:r>
        <w:rPr>
          <w:rFonts w:eastAsia="Times New Roman"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bando</w:t>
      </w:r>
      <w:r>
        <w:rPr>
          <w:rFonts w:eastAsia="Times New Roman"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di</w:t>
      </w:r>
      <w:r>
        <w:rPr>
          <w:rFonts w:eastAsia="Times New Roman"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gara</w:t>
      </w:r>
      <w:r>
        <w:rPr>
          <w:rFonts w:eastAsia="Times New Roman"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avviso</w:t>
      </w:r>
      <w:r>
        <w:rPr>
          <w:rFonts w:eastAsia="Times New Roman"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sull'esistenza di</w:t>
      </w:r>
      <w:r>
        <w:rPr>
          <w:rFonts w:eastAsia="Times New Roman"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un</w:t>
      </w:r>
      <w:r>
        <w:rPr>
          <w:rFonts w:eastAsia="Times New Roman"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sistema</w:t>
      </w:r>
      <w:r>
        <w:rPr>
          <w:rFonts w:eastAsia="Times New Roman"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di</w:t>
      </w:r>
      <w:r>
        <w:rPr>
          <w:rFonts w:eastAsia="Times New Roman"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qualificazione.</w:t>
      </w:r>
    </w:p>
    <w:p>
      <w:pPr>
        <w:pStyle w:val="Corpodeltesto"/>
        <w:spacing w:before="7" w:after="0"/>
        <w:ind w:left="652" w:right="0" w:hanging="0"/>
        <w:rPr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>
      <w:pPr>
        <w:sectPr>
          <w:footerReference w:type="default" r:id="rId2"/>
          <w:type w:val="nextPage"/>
          <w:pgSz w:w="11906" w:h="16838"/>
          <w:pgMar w:left="1100" w:right="420" w:header="0" w:top="1580" w:footer="1906" w:bottom="2100" w:gutter="0"/>
          <w:pgNumType w:fmt="decimal"/>
          <w:formProt w:val="false"/>
          <w:textDirection w:val="lrTb"/>
          <w:docGrid w:type="default" w:linePitch="312" w:charSpace="4294965247"/>
        </w:sectPr>
      </w:pPr>
    </w:p>
    <w:tbl>
      <w:tblPr>
        <w:tblW w:w="9041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164"/>
        <w:gridCol w:w="74"/>
        <w:gridCol w:w="4282"/>
      </w:tblGrid>
      <w:tr>
        <w:trPr>
          <w:trHeight w:val="471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2" w:after="0"/>
              <w:rPr/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3"/>
              </w:rPr>
              <w:t>Di</w:t>
            </w:r>
            <w:r>
              <w:rPr>
                <w:rFonts w:eastAsia="Times New Roman" w:ascii="Arial" w:hAns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3"/>
              </w:rPr>
              <w:t>quale</w:t>
            </w:r>
            <w:r>
              <w:rPr>
                <w:rFonts w:eastAsia="Times New Roman"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3"/>
              </w:rPr>
              <w:t>appalto</w:t>
            </w:r>
            <w:r>
              <w:rPr>
                <w:rFonts w:eastAsia="Times New Roman" w:ascii="Arial" w:hAns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3"/>
              </w:rPr>
              <w:t>si</w:t>
            </w:r>
            <w:r>
              <w:rPr>
                <w:rFonts w:eastAsia="Times New Roman"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2" w:after="0"/>
              <w:rPr>
                <w:rFonts w:ascii="Arial" w:hAnsi="Arial" w:eastAsia="Times New Roman"/>
                <w:b/>
                <w:b/>
                <w:color w:val="00000A"/>
                <w:w w:val="105"/>
                <w:sz w:val="13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>
        <w:trPr>
          <w:trHeight w:val="471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6" w:after="0"/>
              <w:rPr/>
            </w:pPr>
            <w:r>
              <w:rPr>
                <w:color w:val="00000A"/>
                <w:w w:val="105"/>
                <w:sz w:val="13"/>
              </w:rPr>
              <w:t>Titolo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breve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descrizione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dell'appalto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4</w:t>
            </w:r>
            <w:r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TableParagraph"/>
              <w:spacing w:before="126" w:after="0"/>
              <w:ind w:left="0" w:right="30" w:hanging="0"/>
              <w:jc w:val="right"/>
              <w:rPr>
                <w:color w:val="00000A"/>
                <w:w w:val="104"/>
                <w:sz w:val="13"/>
              </w:rPr>
            </w:pPr>
            <w:r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single" w:sz="4" w:space="0" w:color="00000A"/>
              <w:bottom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28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6" w:after="0"/>
              <w:ind w:left="4" w:right="0" w:hanging="0"/>
              <w:rPr>
                <w:color w:val="00000A"/>
                <w:w w:val="104"/>
                <w:sz w:val="13"/>
              </w:rPr>
            </w:pPr>
            <w:r>
              <w:rPr>
                <w:color w:val="00000A"/>
                <w:w w:val="104"/>
                <w:sz w:val="13"/>
              </w:rPr>
              <w:t>]</w:t>
            </w:r>
          </w:p>
        </w:tc>
      </w:tr>
      <w:tr>
        <w:trPr>
          <w:trHeight w:val="471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47" w:before="5" w:after="0"/>
              <w:rPr/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TableParagraph"/>
              <w:spacing w:before="124" w:after="0"/>
              <w:ind w:left="0" w:right="30" w:hanging="0"/>
              <w:jc w:val="right"/>
              <w:rPr>
                <w:color w:val="00000A"/>
                <w:w w:val="104"/>
                <w:sz w:val="13"/>
              </w:rPr>
            </w:pPr>
            <w:r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single" w:sz="4" w:space="0" w:color="00000A"/>
              <w:bottom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28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ind w:left="4" w:right="0" w:hanging="0"/>
              <w:rPr>
                <w:color w:val="00000A"/>
                <w:w w:val="104"/>
                <w:sz w:val="13"/>
              </w:rPr>
            </w:pPr>
            <w:r>
              <w:rPr>
                <w:color w:val="00000A"/>
                <w:w w:val="104"/>
                <w:sz w:val="13"/>
              </w:rPr>
              <w:t>]</w:t>
            </w:r>
          </w:p>
        </w:tc>
      </w:tr>
      <w:tr>
        <w:trPr>
          <w:trHeight w:val="335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6" w:after="0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CIG</w:t>
            </w:r>
          </w:p>
        </w:tc>
        <w:tc>
          <w:tcPr>
            <w:tcW w:w="164" w:type="dxa"/>
            <w:tcBorders>
              <w:top w:val="single" w:sz="4" w:space="0" w:color="00000A"/>
              <w:left w:val="single" w:sz="4" w:space="0" w:color="00000A"/>
            </w:tcBorders>
          </w:tcPr>
          <w:p>
            <w:pPr>
              <w:pStyle w:val="TableParagraph"/>
              <w:spacing w:before="126" w:after="0"/>
              <w:ind w:left="0" w:right="30" w:hanging="0"/>
              <w:jc w:val="right"/>
              <w:rPr>
                <w:w w:val="104"/>
                <w:sz w:val="13"/>
              </w:rPr>
            </w:pPr>
            <w:r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single" w:sz="4" w:space="0" w:color="00000A"/>
            </w:tcBorders>
          </w:tcPr>
          <w:p>
            <w:pPr>
              <w:pStyle w:val="TableParagraph"/>
              <w:spacing w:before="126" w:after="0"/>
              <w:ind w:left="0" w:right="-15" w:hanging="0"/>
              <w:jc w:val="right"/>
              <w:rPr>
                <w:w w:val="104"/>
                <w:sz w:val="13"/>
              </w:rPr>
            </w:pPr>
            <w:r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272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4" w:after="0"/>
              <w:rPr/>
            </w:pPr>
            <w:r>
              <w:rPr>
                <w:w w:val="105"/>
                <w:sz w:val="13"/>
              </w:rPr>
              <w:t>CUP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previsto)</w:t>
            </w:r>
          </w:p>
        </w:tc>
        <w:tc>
          <w:tcPr>
            <w:tcW w:w="164" w:type="dxa"/>
            <w:tcBorders>
              <w:left w:val="single" w:sz="4" w:space="0" w:color="00000A"/>
            </w:tcBorders>
          </w:tcPr>
          <w:p>
            <w:pPr>
              <w:pStyle w:val="TableParagraph"/>
              <w:spacing w:before="64" w:after="0"/>
              <w:ind w:left="0" w:right="30" w:hanging="0"/>
              <w:jc w:val="right"/>
              <w:rPr>
                <w:w w:val="104"/>
                <w:sz w:val="13"/>
              </w:rPr>
            </w:pPr>
            <w:r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/>
          </w:tcPr>
          <w:p>
            <w:pPr>
              <w:pStyle w:val="TableParagraph"/>
              <w:spacing w:before="64" w:after="0"/>
              <w:ind w:left="0" w:right="-15" w:hanging="0"/>
              <w:jc w:val="right"/>
              <w:rPr>
                <w:w w:val="104"/>
                <w:sz w:val="13"/>
              </w:rPr>
            </w:pPr>
            <w:r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21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2" w:before="62" w:after="0"/>
              <w:rPr/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progetto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l’appalto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finanziato 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cofinanziato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fondi</w:t>
            </w:r>
          </w:p>
        </w:tc>
        <w:tc>
          <w:tcPr>
            <w:tcW w:w="164" w:type="dxa"/>
            <w:tcBorders>
              <w:left w:val="single" w:sz="4" w:space="0" w:color="00000A"/>
            </w:tcBorders>
          </w:tcPr>
          <w:p>
            <w:pPr>
              <w:pStyle w:val="TableParagraph"/>
              <w:spacing w:lineRule="exact" w:line="132" w:before="62" w:after="0"/>
              <w:ind w:left="0" w:right="30" w:hanging="0"/>
              <w:jc w:val="right"/>
              <w:rPr>
                <w:w w:val="104"/>
                <w:sz w:val="13"/>
              </w:rPr>
            </w:pPr>
            <w:r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/>
          </w:tcPr>
          <w:p>
            <w:pPr>
              <w:pStyle w:val="TableParagraph"/>
              <w:spacing w:lineRule="exact" w:line="132" w:before="62" w:after="0"/>
              <w:ind w:left="0" w:right="-15" w:hanging="0"/>
              <w:jc w:val="right"/>
              <w:rPr>
                <w:w w:val="104"/>
                <w:sz w:val="13"/>
              </w:rPr>
            </w:pPr>
            <w:r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272" w:hRule="atLeast"/>
        </w:trPr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" w:after="0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europei)</w:t>
            </w:r>
          </w:p>
        </w:tc>
        <w:tc>
          <w:tcPr>
            <w:tcW w:w="164" w:type="dxa"/>
            <w:tcBorders>
              <w:left w:val="single" w:sz="4" w:space="0" w:color="00000A"/>
              <w:bottom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74" w:type="dxa"/>
            <w:tcBorders>
              <w:bottom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282" w:type="dxa"/>
            <w:tcBorders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</w:tbl>
    <w:p>
      <w:pPr>
        <w:pStyle w:val="Corpodeltesto"/>
        <w:rPr>
          <w:sz w:val="7"/>
        </w:rPr>
      </w:pPr>
      <w:r>
        <w:rPr>
          <w:sz w:val="7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5" name="2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4055" cy="129540"/>
                        </a:xfrm>
                        <a:prstGeom prst="rect"/>
                        <a:solidFill>
                          <a:srgbClr val="BFBFBF"/>
                        </a:solidFill>
                        <a:ln w="4445">
                          <a:solidFill>
                            <a:srgbClr val="00000A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28" w:after="0"/>
                              <w:ind w:left="106" w:right="0" w:hanging="0"/>
                              <w:rPr/>
                            </w:pP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BFBFBF" strokecolor="#00000A" strokeweight="0pt" style="position:absolute;rotation:0;width:454.65pt;height:10.2pt;mso-wrap-distance-left:0pt;mso-wrap-distance-right:0pt;mso-wrap-distance-top:0pt;mso-wrap-distance-bottom:0pt;margin-top:6.1pt;mso-position-vertical-relative:text;margin-left:82.1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28" w:after="0"/>
                        <w:ind w:left="106" w:right="0" w:hanging="0"/>
                        <w:rPr/>
                      </w:pP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eastAsia="Times New Roman" w:ascii="Arial" w:hAnsi="Arial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2" w:after="0"/>
        <w:rPr>
          <w:sz w:val="25"/>
        </w:rPr>
      </w:pPr>
      <w:r>
        <w:rPr>
          <w:sz w:val="25"/>
        </w:rPr>
      </w:r>
    </w:p>
    <w:p>
      <w:pPr>
        <w:pStyle w:val="Corpodeltesto"/>
        <w:spacing w:before="2" w:after="0"/>
        <w:rPr>
          <w:sz w:val="25"/>
        </w:rPr>
      </w:pPr>
      <w:r>
        <w:rPr>
          <w:sz w:val="25"/>
        </w:rPr>
        <mc:AlternateContent>
          <mc:Choice Requires="wps">
            <w:drawing>
              <wp:anchor behindDoc="1" distT="0" distB="0" distL="0" distR="0" simplePos="0" locked="0" layoutInCell="1" allowOverlap="1" relativeHeight="9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80540" cy="8255"/>
                <wp:effectExtent l="0" t="0" r="0" b="0"/>
                <wp:wrapTopAndBottom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1779840" cy="756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0000a" stroked="f" style="position:absolute;margin-left:87.6pt;margin-top:16.2pt;width:140.1pt;height:0.55pt;mso-position-horizontal-relative:page">
                <w10:wrap type="none"/>
                <v:fill o:detectmouseclick="t" type="solid" color2="#fffff5"/>
                <v:stroke color="#3465a4" joinstyle="round" endcap="flat"/>
              </v:rect>
            </w:pict>
          </mc:Fallback>
        </mc:AlternateContent>
      </w:r>
    </w:p>
    <w:p>
      <w:pPr>
        <w:pStyle w:val="Corpodeltesto"/>
        <w:spacing w:lineRule="exact" w:line="123" w:before="78" w:after="0"/>
        <w:ind w:left="652" w:right="0" w:hanging="0"/>
        <w:rPr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>
      <w:pPr>
        <w:pStyle w:val="Normal"/>
        <w:spacing w:lineRule="exact" w:line="136"/>
        <w:ind w:left="652" w:right="0" w:hanging="0"/>
        <w:rPr/>
      </w:pP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>
      <w:pPr>
        <w:pStyle w:val="Titolo2"/>
        <w:spacing w:before="98" w:after="0"/>
        <w:ind w:left="887" w:right="1092" w:hanging="0"/>
        <w:jc w:val="center"/>
        <w:rPr>
          <w:color w:val="00000A"/>
          <w:spacing w:val="-1"/>
          <w:w w:val="105"/>
        </w:rPr>
      </w:pPr>
      <w:r>
        <w:rPr>
          <w:color w:val="00000A"/>
          <w:spacing w:val="-1"/>
          <w:w w:val="105"/>
        </w:rPr>
      </w:r>
    </w:p>
    <w:p>
      <w:pPr>
        <w:pStyle w:val="Titolo2"/>
        <w:spacing w:before="98" w:after="0"/>
        <w:ind w:left="887" w:right="1092" w:hanging="0"/>
        <w:jc w:val="center"/>
        <w:rPr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>
      <w:pPr>
        <w:pStyle w:val="Corpodeltesto"/>
        <w:rPr>
          <w:rFonts w:ascii="Times New Roman" w:hAnsi="Times New Roman"/>
          <w:b/>
          <w:b/>
          <w:sz w:val="18"/>
        </w:rPr>
      </w:pPr>
      <w:r>
        <w:rPr>
          <w:rFonts w:ascii="Times New Roman" w:hAnsi="Times New Roman"/>
          <w:b/>
          <w:sz w:val="18"/>
        </w:rPr>
      </w:r>
    </w:p>
    <w:p>
      <w:pPr>
        <w:pStyle w:val="Titolo3"/>
        <w:spacing w:before="153" w:after="0"/>
        <w:ind w:left="887" w:right="1093" w:hanging="0"/>
        <w:jc w:val="center"/>
        <w:rPr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" w:after="1"/>
        <w:rPr/>
      </w:pPr>
      <w:r>
        <w:rPr/>
      </w:r>
    </w:p>
    <w:tbl>
      <w:tblPr>
        <w:tblW w:w="888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5077"/>
        <w:gridCol w:w="3805"/>
      </w:tblGrid>
      <w:tr>
        <w:trPr>
          <w:trHeight w:val="388" w:hRule="atLeast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2" w:after="0"/>
              <w:rPr/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3"/>
              </w:rPr>
              <w:t>Dati</w:t>
            </w:r>
            <w:r>
              <w:rPr>
                <w:rFonts w:eastAsia="Times New Roman" w:ascii="Arial" w:hAns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2" w:after="0"/>
              <w:ind w:left="91" w:right="0" w:hanging="0"/>
              <w:rPr>
                <w:rFonts w:ascii="Arial" w:hAnsi="Arial" w:eastAsia="Times New Roman"/>
                <w:b/>
                <w:b/>
                <w:color w:val="00000A"/>
                <w:w w:val="105"/>
                <w:sz w:val="13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>
        <w:trPr>
          <w:trHeight w:val="389" w:hRule="atLeast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rPr>
                <w:color w:val="00000A"/>
                <w:w w:val="105"/>
                <w:sz w:val="13"/>
              </w:rPr>
            </w:pPr>
            <w:r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ind w:left="91" w:right="0" w:hanging="0"/>
              <w:rPr/>
            </w:pPr>
            <w:r>
              <w:rPr>
                <w:color w:val="00000A"/>
                <w:w w:val="105"/>
                <w:sz w:val="13"/>
              </w:rPr>
              <w:t xml:space="preserve">[ 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</w:tc>
      </w:tr>
      <w:tr>
        <w:trPr>
          <w:trHeight w:val="821" w:hRule="atLeast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3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spacing w:before="1" w:after="0"/>
              <w:rPr/>
            </w:pPr>
            <w:r>
              <w:rPr>
                <w:color w:val="00000A"/>
                <w:w w:val="105"/>
                <w:sz w:val="13"/>
              </w:rPr>
              <w:t>Partita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IVA,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applicabile:</w:t>
            </w:r>
          </w:p>
          <w:p>
            <w:pPr>
              <w:pStyle w:val="TableParagraph"/>
              <w:spacing w:before="1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spacing w:lineRule="auto" w:line="252" w:before="1" w:after="0"/>
              <w:rPr/>
            </w:pPr>
            <w:r>
              <w:rPr>
                <w:color w:val="00000A"/>
                <w:sz w:val="13"/>
              </w:rPr>
              <w:t>Se</w:t>
            </w:r>
            <w:r>
              <w:rPr>
                <w:color w:val="00000A"/>
                <w:spacing w:val="14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non</w:t>
            </w:r>
            <w:r>
              <w:rPr>
                <w:color w:val="00000A"/>
                <w:spacing w:val="16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è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applicabile</w:t>
            </w:r>
            <w:r>
              <w:rPr>
                <w:color w:val="00000A"/>
                <w:spacing w:val="1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un</w:t>
            </w:r>
            <w:r>
              <w:rPr>
                <w:color w:val="00000A"/>
                <w:spacing w:val="14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numero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di</w:t>
            </w:r>
            <w:r>
              <w:rPr>
                <w:color w:val="00000A"/>
                <w:spacing w:val="1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partita</w:t>
            </w:r>
            <w:r>
              <w:rPr>
                <w:color w:val="00000A"/>
                <w:spacing w:val="9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IVA</w:t>
            </w:r>
            <w:r>
              <w:rPr>
                <w:color w:val="00000A"/>
                <w:spacing w:val="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indicare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un</w:t>
            </w:r>
            <w:r>
              <w:rPr>
                <w:color w:val="00000A"/>
                <w:spacing w:val="17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altro</w:t>
            </w:r>
            <w:r>
              <w:rPr>
                <w:color w:val="00000A"/>
                <w:spacing w:val="11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numero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di</w:t>
            </w:r>
            <w:r>
              <w:rPr>
                <w:color w:val="00000A"/>
                <w:spacing w:val="-32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identificazione nazionale, 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richiesto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3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spacing w:before="1" w:after="0"/>
              <w:ind w:left="91" w:right="0" w:hanging="0"/>
              <w:rPr/>
            </w:pPr>
            <w:r>
              <w:rPr>
                <w:color w:val="00000A"/>
                <w:w w:val="105"/>
                <w:sz w:val="13"/>
              </w:rPr>
              <w:t xml:space="preserve">[  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  <w:p>
            <w:pPr>
              <w:pStyle w:val="TableParagraph"/>
              <w:spacing w:before="1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spacing w:before="1" w:after="0"/>
              <w:ind w:left="91" w:right="0" w:hanging="0"/>
              <w:rPr/>
            </w:pPr>
            <w:r>
              <w:rPr>
                <w:color w:val="00000A"/>
                <w:w w:val="105"/>
                <w:sz w:val="13"/>
              </w:rPr>
              <w:t xml:space="preserve">[  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</w:tc>
      </w:tr>
      <w:tr>
        <w:trPr>
          <w:trHeight w:val="389" w:hRule="atLeast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rPr/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ind w:left="91" w:right="0" w:hanging="0"/>
              <w:rPr>
                <w:color w:val="00000A"/>
                <w:w w:val="160"/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</w:p>
        </w:tc>
      </w:tr>
      <w:tr>
        <w:trPr>
          <w:trHeight w:val="1211" w:hRule="atLeast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6" w:after="0"/>
              <w:rPr/>
            </w:pPr>
            <w:r>
              <w:rPr>
                <w:w w:val="105"/>
                <w:sz w:val="13"/>
              </w:rPr>
              <w:t>Persone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contatto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6</w:t>
            </w:r>
            <w:r>
              <w:rPr>
                <w:w w:val="105"/>
                <w:sz w:val="13"/>
              </w:rPr>
              <w:t>):</w:t>
            </w:r>
          </w:p>
          <w:p>
            <w:pPr>
              <w:pStyle w:val="TableParagraph"/>
              <w:spacing w:before="124" w:after="0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Telefono:</w:t>
            </w:r>
          </w:p>
          <w:p>
            <w:pPr>
              <w:pStyle w:val="TableParagraph"/>
              <w:spacing w:before="1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spacing w:before="1" w:after="0"/>
              <w:rPr/>
            </w:pPr>
            <w:r>
              <w:rPr>
                <w:w w:val="105"/>
                <w:sz w:val="13"/>
              </w:rPr>
              <w:t>PEC 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e-mail:</w:t>
            </w:r>
          </w:p>
          <w:p>
            <w:pPr>
              <w:pStyle w:val="TableParagraph"/>
              <w:spacing w:before="124" w:after="0"/>
              <w:rPr/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Internet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rFonts w:eastAsia="Times New Roman" w:ascii="Arial" w:hAnsi="Arial"/>
                <w:i/>
                <w:w w:val="105"/>
                <w:sz w:val="13"/>
              </w:rPr>
              <w:t>ove</w:t>
            </w:r>
            <w:r>
              <w:rPr>
                <w:rFonts w:eastAsia="Times New Roman" w:ascii="Arial" w:hAnsi="Arial"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i/>
                <w:w w:val="105"/>
                <w:sz w:val="13"/>
              </w:rPr>
              <w:t>esistente</w:t>
            </w:r>
            <w:r>
              <w:rPr>
                <w:w w:val="105"/>
                <w:sz w:val="13"/>
              </w:rPr>
              <w:t>):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444" w:before="126" w:after="0"/>
              <w:ind w:left="91" w:right="2945" w:hanging="0"/>
              <w:jc w:val="both"/>
              <w:rPr/>
            </w:pPr>
            <w:r>
              <w:rPr>
                <w:color w:val="00000A"/>
                <w:w w:val="160"/>
                <w:sz w:val="13"/>
              </w:rPr>
              <w:t>[……………]</w:t>
            </w:r>
            <w:r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>
              <w:rPr>
                <w:color w:val="00000A"/>
                <w:w w:val="160"/>
                <w:sz w:val="13"/>
              </w:rPr>
              <w:t>[……………]</w:t>
            </w:r>
            <w:r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>
              <w:rPr>
                <w:color w:val="00000A"/>
                <w:w w:val="160"/>
                <w:sz w:val="13"/>
              </w:rPr>
              <w:t>[……………]</w:t>
            </w:r>
          </w:p>
          <w:p>
            <w:pPr>
              <w:pStyle w:val="TableParagraph"/>
              <w:spacing w:before="1" w:after="0"/>
              <w:ind w:left="91" w:right="0" w:hanging="0"/>
              <w:rPr>
                <w:color w:val="00000A"/>
                <w:w w:val="160"/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</w:p>
        </w:tc>
      </w:tr>
      <w:tr>
        <w:trPr>
          <w:trHeight w:val="389" w:hRule="atLeast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rPr/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3"/>
              </w:rPr>
              <w:t>Informazioni</w:t>
            </w:r>
            <w:r>
              <w:rPr>
                <w:rFonts w:eastAsia="Times New Roman"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ind w:left="91" w:right="0" w:hanging="0"/>
              <w:rPr>
                <w:rFonts w:ascii="Arial" w:hAnsi="Arial" w:eastAsia="Times New Roman"/>
                <w:b/>
                <w:b/>
                <w:color w:val="00000A"/>
                <w:w w:val="105"/>
                <w:sz w:val="13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>
        <w:trPr>
          <w:trHeight w:val="546" w:hRule="atLeast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4" w:after="0"/>
              <w:rPr/>
            </w:pP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una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microimpresa,</w:t>
            </w:r>
            <w:r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oppure</w:t>
            </w:r>
            <w:r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un'impresa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piccola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media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7</w:t>
            </w:r>
            <w:r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ind w:left="91" w:right="0" w:hanging="0"/>
              <w:rPr/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</w:tc>
      </w:tr>
      <w:tr>
        <w:trPr>
          <w:trHeight w:val="2229" w:hRule="atLeast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4" w:before="122" w:after="0"/>
              <w:ind w:left="88" w:right="94" w:hanging="0"/>
              <w:jc w:val="both"/>
              <w:rPr/>
            </w:pPr>
            <w:r>
              <w:rPr>
                <w:rFonts w:ascii="Arial" w:hAnsi="Arial"/>
                <w:b/>
                <w:w w:val="105"/>
                <w:sz w:val="13"/>
              </w:rPr>
              <w:t>Solo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l'appalto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è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riservato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8</w:t>
            </w:r>
            <w:r>
              <w:rPr>
                <w:w w:val="105"/>
                <w:sz w:val="13"/>
              </w:rPr>
              <w:t>)</w:t>
            </w:r>
            <w:r>
              <w:rPr>
                <w:rFonts w:ascii="Arial" w:hAnsi="Arial"/>
                <w:b/>
                <w:w w:val="105"/>
                <w:sz w:val="13"/>
              </w:rPr>
              <w:t>: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tratta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cooperativa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sociale o di un loro consorzio, il cui scopo principale è l'integrazione sociale 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 delle persone con disabilità o svantaggiate, o l'esecuzione è stata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riservata nel contesto di programmi di lavoro protetti quando almeno il 30 per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suddetti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composto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 61 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  <w:p>
            <w:pPr>
              <w:pStyle w:val="TableParagraph"/>
              <w:spacing w:before="3" w:after="0"/>
              <w:ind w:left="0" w:right="0" w:hanging="0"/>
              <w:rPr>
                <w:sz w:val="13"/>
              </w:rPr>
            </w:pPr>
            <w:r>
              <w:rPr>
                <w:sz w:val="13"/>
              </w:rPr>
            </w:r>
          </w:p>
          <w:p>
            <w:pPr>
              <w:pStyle w:val="TableParagraph"/>
              <w:jc w:val="both"/>
              <w:rPr/>
            </w:pPr>
            <w:r>
              <w:rPr>
                <w:rFonts w:eastAsia="Times New Roman" w:ascii="Arial" w:hAnsi="Arial"/>
                <w:b/>
                <w:w w:val="105"/>
                <w:sz w:val="13"/>
              </w:rPr>
              <w:t>In</w:t>
            </w:r>
            <w:r>
              <w:rPr>
                <w:rFonts w:eastAsia="Times New Roman"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caso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affermativo,</w:t>
            </w:r>
          </w:p>
          <w:p>
            <w:pPr>
              <w:pStyle w:val="TableParagraph"/>
              <w:spacing w:before="8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jc w:val="both"/>
              <w:rPr/>
            </w:pPr>
            <w:r>
              <w:rPr>
                <w:w w:val="105"/>
                <w:sz w:val="13"/>
              </w:rPr>
              <w:t>qual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percentuale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corrispondente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svantaggiati?</w:t>
            </w:r>
          </w:p>
          <w:p>
            <w:pPr>
              <w:pStyle w:val="TableParagraph"/>
              <w:spacing w:before="2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spacing w:lineRule="auto" w:line="252"/>
              <w:ind w:left="88" w:right="94" w:hanging="0"/>
              <w:jc w:val="both"/>
              <w:rPr/>
            </w:pPr>
            <w:r>
              <w:rPr>
                <w:w w:val="105"/>
                <w:sz w:val="13"/>
              </w:rPr>
              <w:t>Se richiesto, specificare a quale o quali categorie di lavoratori con disabilità 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appartengono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dipendenti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interessati: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ind w:left="91" w:right="0" w:hanging="0"/>
              <w:rPr/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8" w:after="0"/>
              <w:ind w:left="0" w:right="0" w:hanging="0"/>
              <w:rPr>
                <w:sz w:val="13"/>
              </w:rPr>
            </w:pPr>
            <w:r>
              <w:rPr>
                <w:sz w:val="13"/>
              </w:rPr>
            </w:r>
          </w:p>
          <w:p>
            <w:pPr>
              <w:pStyle w:val="TableParagraph"/>
              <w:spacing w:lineRule="auto" w:line="506"/>
              <w:ind w:left="91" w:right="2916" w:hanging="0"/>
              <w:rPr/>
            </w:pPr>
            <w:r>
              <w:rPr>
                <w:color w:val="00000A"/>
                <w:w w:val="150"/>
                <w:sz w:val="13"/>
              </w:rPr>
              <w:t>[……………]</w:t>
            </w:r>
            <w:r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>
        <w:trPr>
          <w:trHeight w:val="3188" w:hRule="atLeast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4" w:before="124" w:after="0"/>
              <w:ind w:left="88" w:right="93" w:hanging="0"/>
              <w:jc w:val="both"/>
              <w:rPr/>
            </w:pPr>
            <w:r>
              <w:rPr>
                <w:sz w:val="13"/>
              </w:rPr>
              <w:t>Se pertinente: l'operatore economico è iscritto in un elenco ufficiale di imprenditori,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fornitori, o prestatori di servizi o possiede una certificazione o una attestazione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rilasciata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 organismi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accreditati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?</w:t>
            </w:r>
          </w:p>
          <w:p>
            <w:pPr>
              <w:pStyle w:val="TableParagraph"/>
              <w:spacing w:before="114" w:after="0"/>
              <w:jc w:val="both"/>
              <w:rPr/>
            </w:pPr>
            <w:r>
              <w:rPr>
                <w:rFonts w:eastAsia="Times New Roman" w:ascii="Arial" w:hAnsi="Arial"/>
                <w:b/>
                <w:w w:val="105"/>
                <w:sz w:val="13"/>
              </w:rPr>
              <w:t>In</w:t>
            </w:r>
            <w:r>
              <w:rPr>
                <w:rFonts w:eastAsia="Times New Roman"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caso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:</w:t>
            </w:r>
          </w:p>
          <w:p>
            <w:pPr>
              <w:pStyle w:val="TableParagraph"/>
              <w:spacing w:before="6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lineRule="auto" w:line="247" w:before="1" w:after="0"/>
              <w:ind w:left="88" w:right="94" w:hanging="0"/>
              <w:jc w:val="both"/>
              <w:rPr/>
            </w:pPr>
            <w:r>
              <w:rPr>
                <w:rFonts w:eastAsia="Times New Roman" w:ascii="Arial" w:hAnsi="Arial"/>
                <w:b/>
                <w:w w:val="105"/>
                <w:sz w:val="13"/>
              </w:rPr>
              <w:t>Rispondere compilando le altre parti di questa sezione, la sezione B e, ove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pertinente, la sezione C della presente parte, la parte III, la parte V se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applicabile,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e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in</w:t>
            </w:r>
            <w:r>
              <w:rPr>
                <w:rFonts w:eastAsia="Times New Roman"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ogni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caso</w:t>
            </w:r>
            <w:r>
              <w:rPr>
                <w:rFonts w:eastAsia="Times New Roman"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compilare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e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firmare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la</w:t>
            </w:r>
            <w:r>
              <w:rPr>
                <w:rFonts w:eastAsia="Times New Roman"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parte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VI.</w:t>
            </w:r>
          </w:p>
          <w:p>
            <w:pPr>
              <w:pStyle w:val="TableParagraph"/>
              <w:spacing w:before="11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val="clear" w:pos="720"/>
                <w:tab w:val="left" w:pos="365" w:leader="none"/>
              </w:tabs>
              <w:spacing w:lineRule="auto" w:line="254"/>
              <w:ind w:left="364" w:right="229" w:hanging="276"/>
              <w:rPr/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denominazione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dell’attestato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numero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dell’attestazione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8" w:after="0"/>
              <w:ind w:left="0" w:right="0" w:hanging="0"/>
              <w:rPr>
                <w:sz w:val="13"/>
              </w:rPr>
            </w:pPr>
            <w:r>
              <w:rPr>
                <w:sz w:val="13"/>
              </w:rPr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val="clear" w:pos="720"/>
                <w:tab w:val="left" w:pos="359" w:leader="none"/>
              </w:tabs>
              <w:spacing w:lineRule="auto" w:line="252"/>
              <w:ind w:left="364" w:right="236" w:hanging="276"/>
              <w:rPr/>
            </w:pPr>
            <w:r>
              <w:rPr>
                <w:w w:val="105"/>
                <w:sz w:val="13"/>
              </w:rPr>
              <w:t>Se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 certificato 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 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 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ind w:left="91" w:right="0" w:hanging="0"/>
              <w:rPr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 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 [ 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applicabile</w:t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10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</w:r>
          </w:p>
          <w:p>
            <w:pPr>
              <w:pStyle w:val="TableParagraph"/>
              <w:tabs>
                <w:tab w:val="clear" w:pos="720"/>
                <w:tab w:val="left" w:pos="1154" w:leader="dot"/>
              </w:tabs>
              <w:ind w:left="91" w:right="0" w:hanging="0"/>
              <w:rPr/>
            </w:pPr>
            <w:r>
              <w:rPr>
                <w:spacing w:val="-1"/>
                <w:w w:val="105"/>
                <w:sz w:val="13"/>
              </w:rPr>
              <w:t>a)</w:t>
            </w:r>
            <w:r>
              <w:rPr>
                <w:spacing w:val="58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4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lineRule="auto" w:line="252"/>
              <w:ind w:left="400" w:right="0" w:hanging="310"/>
              <w:rPr/>
            </w:pPr>
            <w:r>
              <w:rPr>
                <w:w w:val="105"/>
                <w:sz w:val="13"/>
              </w:rPr>
              <w:t>b)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(indirizzo web, autorità o organismo di emanazione,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  <w:p>
            <w:pPr>
              <w:pStyle w:val="TableParagraph"/>
              <w:spacing w:before="118" w:after="0"/>
              <w:ind w:left="393" w:right="0" w:hanging="0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>
      <w:pPr>
        <w:pStyle w:val="Corpodeltesto"/>
        <w:spacing w:before="3" w:after="0"/>
        <w:rPr>
          <w:sz w:val="23"/>
        </w:rPr>
      </w:pPr>
      <w:r>
        <w:rPr>
          <w:sz w:val="23"/>
        </w:rPr>
        <mc:AlternateContent>
          <mc:Choice Requires="wps">
            <w:drawing>
              <wp:anchor behindDoc="1" distT="0" distB="0" distL="0" distR="0" simplePos="0" locked="0" layoutInCell="1" allowOverlap="1" relativeHeight="10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80540" cy="8255"/>
                <wp:effectExtent l="0" t="0" r="0" b="0"/>
                <wp:wrapTopAndBottom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1779840" cy="756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0000a" stroked="f" style="position:absolute;margin-left:87.6pt;margin-top:15.1pt;width:140.1pt;height:0.55pt;mso-position-horizontal-relative:page">
                <w10:wrap type="none"/>
                <v:fill o:detectmouseclick="t" type="solid" color2="#fffff5"/>
                <v:stroke color="#3465a4" joinstyle="round" endcap="flat"/>
              </v:rect>
            </w:pict>
          </mc:Fallback>
        </mc:AlternateContent>
      </w:r>
    </w:p>
    <w:p>
      <w:pPr>
        <w:pStyle w:val="Corpodeltesto"/>
        <w:spacing w:lineRule="exact" w:line="136" w:before="65" w:after="0"/>
        <w:ind w:left="652" w:right="0" w:hanging="0"/>
        <w:rPr/>
      </w:pP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>
      <w:pPr>
        <w:pStyle w:val="Corpodeltesto"/>
        <w:spacing w:lineRule="auto" w:line="259"/>
        <w:ind w:left="927" w:right="857" w:hanging="276"/>
        <w:rPr/>
      </w:pP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>
      <w:pPr>
        <w:pStyle w:val="Normal"/>
        <w:spacing w:lineRule="auto" w:line="252"/>
        <w:ind w:left="927" w:right="857" w:hanging="0"/>
        <w:rPr/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>
      <w:pPr>
        <w:pStyle w:val="Normal"/>
        <w:spacing w:lineRule="exact" w:line="125"/>
        <w:ind w:left="652" w:right="0" w:hanging="0"/>
        <w:rPr/>
      </w:pP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>
      <w:pPr>
        <w:sectPr>
          <w:footerReference w:type="default" r:id="rId3"/>
          <w:type w:val="continuous"/>
          <w:pgSz w:w="11906" w:h="16838"/>
          <w:pgMar w:left="1100" w:right="420" w:header="0" w:top="1580" w:footer="1906" w:bottom="2100" w:gutter="0"/>
          <w:pgNumType w:fmt="decimal"/>
          <w:formProt w:val="false"/>
          <w:textDirection w:val="lrTb"/>
          <w:docGrid w:type="default" w:linePitch="312" w:charSpace="4294965247"/>
        </w:sectPr>
        <w:pStyle w:val="Normal"/>
        <w:spacing w:lineRule="exact" w:line="125"/>
        <w:rPr>
          <w:sz w:val="11"/>
        </w:rPr>
      </w:pPr>
      <w:r>
        <w:rPr>
          <w:sz w:val="11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9" w:after="0"/>
        <w:rPr>
          <w:sz w:val="25"/>
        </w:rPr>
      </w:pPr>
      <w:r>
        <w:rPr>
          <w:sz w:val="25"/>
        </w:rPr>
      </w:r>
    </w:p>
    <w:tbl>
      <w:tblPr>
        <w:tblW w:w="888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5077"/>
        <w:gridCol w:w="3805"/>
      </w:tblGrid>
      <w:tr>
        <w:trPr>
          <w:trHeight w:val="3673" w:hRule="atLeast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val="clear" w:pos="720"/>
                <w:tab w:val="left" w:pos="373" w:leader="none"/>
              </w:tabs>
              <w:spacing w:lineRule="auto" w:line="254" w:before="7" w:after="0"/>
              <w:ind w:left="364" w:right="95" w:hanging="276"/>
              <w:jc w:val="both"/>
              <w:rPr/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ottenuta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l'iscrizione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o l’attestazione e, se pertinente, la classificazione ricevuta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nell'elenco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ufficiale (</w:t>
            </w:r>
            <w:r>
              <w:rPr>
                <w:w w:val="105"/>
                <w:sz w:val="13"/>
                <w:vertAlign w:val="superscript"/>
              </w:rPr>
              <w:t>9</w:t>
            </w:r>
            <w:r>
              <w:rPr>
                <w:w w:val="105"/>
                <w:sz w:val="13"/>
              </w:rPr>
              <w:t>):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val="clear" w:pos="720"/>
                <w:tab w:val="left" w:pos="359" w:leader="none"/>
              </w:tabs>
              <w:spacing w:lineRule="auto" w:line="252" w:before="116" w:after="0"/>
              <w:ind w:left="364" w:right="438" w:hanging="276"/>
              <w:rPr/>
            </w:pPr>
            <w:r>
              <w:rPr>
                <w:w w:val="105"/>
                <w:sz w:val="13"/>
              </w:rPr>
              <w:t>L'iscrizione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 criteri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richiesti?</w:t>
            </w:r>
          </w:p>
          <w:p>
            <w:pPr>
              <w:pStyle w:val="TableParagraph"/>
              <w:spacing w:before="118" w:after="0"/>
              <w:jc w:val="both"/>
              <w:rPr/>
            </w:pPr>
            <w:r>
              <w:rPr>
                <w:rFonts w:eastAsia="Times New Roman" w:ascii="Arial" w:hAnsi="Arial"/>
                <w:b/>
                <w:w w:val="105"/>
                <w:sz w:val="13"/>
              </w:rPr>
              <w:t>In</w:t>
            </w:r>
            <w:r>
              <w:rPr>
                <w:rFonts w:eastAsia="Times New Roman"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caso</w:t>
            </w:r>
            <w:r>
              <w:rPr>
                <w:rFonts w:eastAsia="Times New Roman"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di</w:t>
            </w:r>
            <w:r>
              <w:rPr>
                <w:rFonts w:eastAsia="Times New Roman"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risposta negativa</w:t>
            </w:r>
            <w:r>
              <w:rPr>
                <w:rFonts w:eastAsia="Times New Roman"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alla</w:t>
            </w:r>
            <w:r>
              <w:rPr>
                <w:rFonts w:eastAsia="Times New Roman"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lettera</w:t>
            </w:r>
            <w:r>
              <w:rPr>
                <w:rFonts w:eastAsia="Times New Roman"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d):</w:t>
            </w:r>
          </w:p>
          <w:p>
            <w:pPr>
              <w:pStyle w:val="TableParagraph"/>
              <w:spacing w:lineRule="auto" w:line="247" w:before="124" w:after="0"/>
              <w:ind w:left="88" w:right="343" w:hanging="0"/>
              <w:jc w:val="both"/>
              <w:rPr/>
            </w:pPr>
            <w:r>
              <w:rPr>
                <w:rFonts w:eastAsia="Times New Roman" w:ascii="Arial" w:hAnsi="Arial"/>
                <w:b/>
                <w:w w:val="105"/>
                <w:sz w:val="13"/>
              </w:rPr>
              <w:t>le</w:t>
            </w:r>
            <w:r>
              <w:rPr>
                <w:rFonts w:eastAsia="Times New Roman"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informazioni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da fornire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in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ordine ai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criteri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di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selezione</w:t>
            </w:r>
            <w:r>
              <w:rPr>
                <w:rFonts w:eastAsia="Times New Roman"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non</w:t>
            </w:r>
            <w:r>
              <w:rPr>
                <w:rFonts w:eastAsia="Times New Roman"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soddisfatti</w:t>
            </w:r>
            <w:r>
              <w:rPr>
                <w:rFonts w:eastAsia="Times New Roman" w:ascii="Arial" w:hAnsi="Arial"/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nella suddetta documentazione dovranno essere inserite nella Parte IV,</w:t>
            </w:r>
            <w:r>
              <w:rPr>
                <w:rFonts w:eastAsia="Times New Roman" w:ascii="Arial" w:hAnsi="Arial"/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Sezioni</w:t>
            </w:r>
            <w:r>
              <w:rPr>
                <w:rFonts w:eastAsia="Times New Roman"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A,</w:t>
            </w:r>
            <w:r>
              <w:rPr>
                <w:rFonts w:eastAsia="Times New Roman"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B</w:t>
            </w:r>
            <w:r>
              <w:rPr>
                <w:rFonts w:eastAsia="Times New Roman" w:ascii="Arial" w:hAnsi="Arial"/>
                <w:b/>
                <w:spacing w:val="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o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C</w:t>
            </w:r>
          </w:p>
          <w:p>
            <w:pPr>
              <w:pStyle w:val="TableParagraph"/>
              <w:spacing w:before="119" w:after="0"/>
              <w:rPr/>
            </w:pPr>
            <w:r>
              <w:rPr>
                <w:rFonts w:eastAsia="Times New Roman" w:ascii="Arial" w:hAnsi="Arial"/>
                <w:b/>
                <w:i/>
                <w:w w:val="105"/>
                <w:sz w:val="13"/>
              </w:rPr>
              <w:t>SOLO</w:t>
            </w:r>
            <w:r>
              <w:rPr>
                <w:rFonts w:eastAsia="Times New Roman" w:ascii="Arial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w w:val="105"/>
                <w:sz w:val="13"/>
              </w:rPr>
              <w:t>se</w:t>
            </w:r>
            <w:r>
              <w:rPr>
                <w:rFonts w:eastAsia="Times New Roman"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w w:val="105"/>
                <w:sz w:val="13"/>
              </w:rPr>
              <w:t>richiesto</w:t>
            </w:r>
            <w:r>
              <w:rPr>
                <w:rFonts w:eastAsia="Times New Roman" w:ascii="Arial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w w:val="105"/>
                <w:sz w:val="13"/>
              </w:rPr>
              <w:t>dal pertinente</w:t>
            </w:r>
            <w:r>
              <w:rPr>
                <w:rFonts w:eastAsia="Times New Roman"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w w:val="105"/>
                <w:sz w:val="13"/>
              </w:rPr>
              <w:t>avviso</w:t>
            </w:r>
            <w:r>
              <w:rPr>
                <w:rFonts w:eastAsia="Times New Roman" w:ascii="Arial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w w:val="105"/>
                <w:sz w:val="13"/>
              </w:rPr>
              <w:t>o</w:t>
            </w:r>
            <w:r>
              <w:rPr>
                <w:rFonts w:eastAsia="Times New Roman"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w w:val="105"/>
                <w:sz w:val="13"/>
              </w:rPr>
              <w:t>bando</w:t>
            </w:r>
            <w:r>
              <w:rPr>
                <w:rFonts w:eastAsia="Times New Roman" w:ascii="Arial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w w:val="105"/>
                <w:sz w:val="13"/>
              </w:rPr>
              <w:t>o</w:t>
            </w:r>
            <w:r>
              <w:rPr>
                <w:rFonts w:eastAsia="Times New Roman" w:ascii="Arial" w:hAnsi="Arial"/>
                <w:b/>
                <w:i/>
                <w:spacing w:val="-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w w:val="105"/>
                <w:sz w:val="13"/>
              </w:rPr>
              <w:t>dai</w:t>
            </w:r>
            <w:r>
              <w:rPr>
                <w:rFonts w:eastAsia="Times New Roman"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w w:val="105"/>
                <w:sz w:val="13"/>
              </w:rPr>
              <w:t>documenti</w:t>
            </w:r>
            <w:r>
              <w:rPr>
                <w:rFonts w:eastAsia="Times New Roman"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w w:val="105"/>
                <w:sz w:val="13"/>
              </w:rPr>
              <w:t>di</w:t>
            </w:r>
            <w:r>
              <w:rPr>
                <w:rFonts w:eastAsia="Times New Roman" w:ascii="Arial" w:hAnsi="Arial"/>
                <w:b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w w:val="105"/>
                <w:sz w:val="13"/>
              </w:rPr>
              <w:t>gara: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val="clear" w:pos="720"/>
                <w:tab w:val="left" w:pos="344" w:leader="none"/>
              </w:tabs>
              <w:spacing w:lineRule="auto" w:line="252" w:before="124" w:after="0"/>
              <w:ind w:left="364" w:right="91" w:hanging="276"/>
              <w:jc w:val="both"/>
              <w:rPr/>
            </w:pPr>
            <w:r>
              <w:rPr>
                <w:w w:val="105"/>
                <w:sz w:val="13"/>
              </w:rPr>
              <w:t xml:space="preserve">L'operatore economico potrà fornire un </w:t>
            </w:r>
            <w:r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>
              <w:rPr>
                <w:w w:val="105"/>
                <w:sz w:val="13"/>
              </w:rPr>
              <w:t>per quanto riguarda il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pagamento dei contributi previdenziali e delle imposte, o fornire informazioni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 permettano alla stazione appaltante o all’ente concedente di ottenere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 tale documento accedendo a una banca dati nazionale che sia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gratuitamente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membro?</w:t>
            </w:r>
          </w:p>
          <w:p>
            <w:pPr>
              <w:pStyle w:val="TableParagraph"/>
              <w:spacing w:before="120" w:after="0"/>
              <w:ind w:left="74" w:right="0" w:hanging="0"/>
              <w:rPr/>
            </w:pPr>
            <w:r>
              <w:rPr>
                <w:w w:val="105"/>
                <w:sz w:val="13"/>
              </w:rPr>
              <w:t>Se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tabs>
                <w:tab w:val="clear" w:pos="720"/>
                <w:tab w:val="left" w:pos="1034" w:leader="dot"/>
              </w:tabs>
              <w:spacing w:before="7" w:after="0"/>
              <w:ind w:left="91" w:right="0" w:hanging="0"/>
              <w:rPr/>
            </w:pPr>
            <w:r>
              <w:rPr>
                <w:w w:val="105"/>
                <w:sz w:val="13"/>
              </w:rPr>
              <w:t>c)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val="clear" w:pos="720"/>
                <w:tab w:val="left" w:pos="248" w:leader="none"/>
              </w:tabs>
              <w:spacing w:before="124" w:after="0"/>
              <w:ind w:left="247" w:right="0" w:hanging="157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val="clear" w:pos="720"/>
                <w:tab w:val="left" w:pos="248" w:leader="none"/>
              </w:tabs>
              <w:ind w:left="247" w:right="0" w:hanging="157"/>
              <w:rPr/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lineRule="auto" w:line="252" w:before="122" w:after="0"/>
              <w:ind w:left="91" w:right="585" w:hanging="0"/>
              <w:rPr/>
            </w:pPr>
            <w:r>
              <w:rPr>
                <w:color w:val="00000A"/>
                <w:w w:val="105"/>
                <w:sz w:val="13"/>
              </w:rPr>
              <w:t>(indirizzo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web,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autorità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organismo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emanazione,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preciso della documentazione)</w:t>
            </w:r>
          </w:p>
          <w:p>
            <w:pPr>
              <w:pStyle w:val="TableParagraph"/>
              <w:spacing w:before="117" w:after="0"/>
              <w:ind w:left="91" w:right="0" w:hanging="0"/>
              <w:rPr>
                <w:color w:val="00000A"/>
                <w:w w:val="150"/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>
        <w:trPr>
          <w:trHeight w:val="3986" w:hRule="atLeast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</w:tcPr>
          <w:p>
            <w:pPr>
              <w:pStyle w:val="TableParagraph"/>
              <w:spacing w:before="2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spacing w:lineRule="auto" w:line="254"/>
              <w:ind w:left="88" w:right="95" w:hanging="0"/>
              <w:jc w:val="both"/>
              <w:rPr/>
            </w:pPr>
            <w:r>
              <w:rPr>
                <w:w w:val="105"/>
                <w:sz w:val="13"/>
              </w:rPr>
              <w:t>Se pertinente: l'operatore economico, in caso di contratti di lavori pubblici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importo superiore a 150.000 euro, è in possesso di attestazione rilasciata da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 Organismi di Attestazione (SOA), ai sensi dell’articolo 100 del 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(settori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ordinari)?</w:t>
            </w:r>
          </w:p>
          <w:p>
            <w:pPr>
              <w:pStyle w:val="TableParagraph"/>
              <w:spacing w:before="113" w:after="0"/>
              <w:rPr>
                <w:rFonts w:ascii="Arial" w:hAnsi="Arial" w:eastAsia="Times New Roman"/>
                <w:b/>
                <w:b/>
                <w:w w:val="105"/>
                <w:sz w:val="13"/>
              </w:rPr>
            </w:pPr>
            <w:r>
              <w:rPr>
                <w:rFonts w:eastAsia="Times New Roman" w:ascii="Arial" w:hAnsi="Arial"/>
                <w:b/>
                <w:w w:val="105"/>
                <w:sz w:val="13"/>
              </w:rPr>
              <w:t>ovvero</w:t>
            </w:r>
          </w:p>
          <w:p>
            <w:pPr>
              <w:pStyle w:val="TableParagraph"/>
              <w:spacing w:lineRule="auto" w:line="259" w:before="123" w:after="0"/>
              <w:ind w:left="88" w:right="94" w:hanging="0"/>
              <w:jc w:val="both"/>
              <w:rPr/>
            </w:pPr>
            <w:r>
              <w:rPr>
                <w:w w:val="105"/>
                <w:sz w:val="13"/>
              </w:rPr>
              <w:t>è in possesso di attestazione rilasciata dai sistemi di qualificazione ai sensi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162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(settori speciali)?</w:t>
            </w:r>
          </w:p>
          <w:p>
            <w:pPr>
              <w:pStyle w:val="TableParagraph"/>
              <w:spacing w:before="112" w:after="0"/>
              <w:rPr/>
            </w:pPr>
            <w:r>
              <w:rPr>
                <w:rFonts w:eastAsia="Times New Roman" w:ascii="Arial" w:hAnsi="Arial"/>
                <w:b/>
                <w:w w:val="105"/>
                <w:sz w:val="13"/>
              </w:rPr>
              <w:t>In</w:t>
            </w:r>
            <w:r>
              <w:rPr>
                <w:rFonts w:eastAsia="Times New Roman"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caso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:</w:t>
            </w:r>
          </w:p>
          <w:p>
            <w:pPr>
              <w:pStyle w:val="TableParagraph"/>
              <w:spacing w:before="4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val="clear" w:pos="720"/>
                <w:tab w:val="left" w:pos="365" w:leader="none"/>
              </w:tabs>
              <w:spacing w:lineRule="auto" w:line="252"/>
              <w:ind w:left="364" w:right="97" w:hanging="276"/>
              <w:rPr/>
            </w:pPr>
            <w:r>
              <w:rPr>
                <w:w w:val="105"/>
                <w:sz w:val="13"/>
              </w:rPr>
              <w:t>Fornire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numero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applicabile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val="clear" w:pos="720"/>
                <w:tab w:val="left" w:pos="365" w:leader="none"/>
              </w:tabs>
              <w:spacing w:lineRule="auto" w:line="252"/>
              <w:ind w:left="364" w:right="97" w:hanging="276"/>
              <w:rPr/>
            </w:pPr>
            <w:r>
              <w:rPr>
                <w:w w:val="105"/>
                <w:sz w:val="13"/>
              </w:rPr>
              <w:t>Se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prega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dove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6" w:after="0"/>
              <w:ind w:left="0" w:right="0" w:hanging="0"/>
              <w:rPr>
                <w:sz w:val="13"/>
              </w:rPr>
            </w:pPr>
            <w:r>
              <w:rPr>
                <w:sz w:val="13"/>
              </w:rPr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val="clear" w:pos="720"/>
                <w:tab w:val="left" w:pos="282" w:leader="none"/>
              </w:tabs>
              <w:spacing w:lineRule="auto" w:line="252"/>
              <w:ind w:left="364" w:right="93" w:hanging="276"/>
              <w:rPr/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 riferimenti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basa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e,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 del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classificazione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ottenuta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nell'elenco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ufficiale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val="clear" w:pos="720"/>
                <w:tab w:val="left" w:pos="286" w:leader="none"/>
              </w:tabs>
              <w:spacing w:before="116" w:after="0"/>
              <w:ind w:left="285" w:right="0" w:hanging="198"/>
              <w:rPr/>
            </w:pPr>
            <w:r>
              <w:rPr>
                <w:w w:val="105"/>
                <w:sz w:val="13"/>
              </w:rPr>
              <w:t>L'attestazione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qualificazione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richiesti?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</w:tcPr>
          <w:p>
            <w:pPr>
              <w:pStyle w:val="TableParagraph"/>
              <w:spacing w:before="2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ind w:left="91" w:right="0" w:hanging="0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8" w:after="0"/>
              <w:ind w:left="0" w:right="0" w:hanging="0"/>
              <w:rPr>
                <w:sz w:val="13"/>
              </w:rPr>
            </w:pPr>
            <w:r>
              <w:rPr>
                <w:sz w:val="13"/>
              </w:rPr>
            </w:r>
          </w:p>
          <w:p>
            <w:pPr>
              <w:pStyle w:val="TableParagraph"/>
              <w:ind w:left="91" w:right="0" w:hanging="0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val="clear" w:pos="720"/>
                <w:tab w:val="left" w:pos="402" w:leader="none"/>
                <w:tab w:val="left" w:pos="2994" w:leader="dot"/>
              </w:tabs>
              <w:spacing w:lineRule="auto" w:line="254" w:before="81" w:after="0"/>
              <w:ind w:left="400" w:right="112" w:hanging="351"/>
              <w:rPr/>
            </w:pPr>
            <w:r>
              <w:rPr>
                <w:w w:val="105"/>
                <w:sz w:val="13"/>
              </w:rPr>
              <w:t>(denominazione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dell’Organismo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attestazione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ovvero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del Sistema di qualificazione, numero e data</w:t>
            </w:r>
            <w:r>
              <w:rPr>
                <w:spacing w:val="1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 xml:space="preserve">dell’attestazione)              </w:t>
            </w:r>
            <w:r>
              <w:rPr>
                <w:spacing w:val="21"/>
                <w:w w:val="110"/>
                <w:sz w:val="13"/>
              </w:rPr>
              <w:t xml:space="preserve"> </w:t>
            </w:r>
            <w:r>
              <w:rPr>
                <w:w w:val="130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w w:val="130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  <w:p>
            <w:pPr>
              <w:pStyle w:val="TableParagraph"/>
              <w:spacing w:before="5" w:after="0"/>
              <w:ind w:left="0" w:right="0" w:hanging="0"/>
              <w:rPr>
                <w:sz w:val="13"/>
              </w:rPr>
            </w:pPr>
            <w:r>
              <w:rPr>
                <w:sz w:val="13"/>
              </w:rPr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val="clear" w:pos="720"/>
                <w:tab w:val="left" w:pos="402" w:leader="none"/>
                <w:tab w:val="left" w:pos="2991" w:leader="dot"/>
              </w:tabs>
              <w:spacing w:lineRule="auto" w:line="259"/>
              <w:ind w:left="393" w:right="279" w:hanging="344"/>
              <w:rPr/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preciso della documentazione):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30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w w:val="130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  <w:p>
            <w:pPr>
              <w:pStyle w:val="TableParagraph"/>
              <w:spacing w:before="5" w:after="0"/>
              <w:ind w:left="0" w:right="0" w:hanging="0"/>
              <w:rPr>
                <w:sz w:val="13"/>
              </w:rPr>
            </w:pPr>
            <w:r>
              <w:rPr>
                <w:sz w:val="13"/>
              </w:rPr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val="clear" w:pos="720"/>
                <w:tab w:val="left" w:pos="401" w:leader="none"/>
              </w:tabs>
              <w:spacing w:lineRule="auto" w:line="252"/>
              <w:ind w:left="400" w:right="507" w:hanging="351"/>
              <w:rPr/>
            </w:pPr>
            <w:r>
              <w:rPr>
                <w:w w:val="105"/>
                <w:sz w:val="13"/>
              </w:rPr>
              <w:t>(categorie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qualificazione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riferisce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l’attestazione)</w:t>
            </w:r>
          </w:p>
          <w:p>
            <w:pPr>
              <w:pStyle w:val="TableParagraph"/>
              <w:spacing w:before="3" w:after="0"/>
              <w:ind w:left="468" w:right="0" w:hanging="0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[…………..…]</w:t>
            </w:r>
          </w:p>
          <w:p>
            <w:pPr>
              <w:pStyle w:val="TableParagraph"/>
              <w:spacing w:before="6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val="clear" w:pos="720"/>
                <w:tab w:val="left" w:pos="248" w:leader="none"/>
              </w:tabs>
              <w:ind w:left="247" w:right="0" w:hanging="157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>
        <w:trPr>
          <w:trHeight w:val="790" w:hRule="atLeast"/>
        </w:trPr>
        <w:tc>
          <w:tcPr>
            <w:tcW w:w="8882" w:type="dxa"/>
            <w:gridSpan w:val="2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fill="BFBFBF" w:val="clear"/>
          </w:tcPr>
          <w:p>
            <w:pPr>
              <w:pStyle w:val="TableParagraph"/>
              <w:spacing w:lineRule="auto" w:line="252" w:before="20" w:after="0"/>
              <w:ind w:left="88" w:right="96" w:hanging="0"/>
              <w:jc w:val="both"/>
              <w:rPr/>
            </w:pPr>
            <w:r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all’articolo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162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compilano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Sezioni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B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 C</w:t>
            </w:r>
            <w:r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della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>
        <w:trPr>
          <w:trHeight w:val="396" w:hRule="atLeast"/>
        </w:trPr>
        <w:tc>
          <w:tcPr>
            <w:tcW w:w="507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19" w:after="0"/>
              <w:rPr/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Forma</w:t>
            </w:r>
            <w:r>
              <w:rPr>
                <w:rFonts w:eastAsia="Times New Roman"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della</w:t>
            </w:r>
            <w:r>
              <w:rPr>
                <w:rFonts w:eastAsia="Times New Roman"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19" w:after="0"/>
              <w:ind w:left="91" w:right="0" w:hanging="0"/>
              <w:rPr>
                <w:rFonts w:ascii="Arial" w:hAnsi="Arial" w:eastAsia="Times New Roman"/>
                <w:b/>
                <w:b/>
                <w:color w:val="00000A"/>
                <w:w w:val="105"/>
                <w:sz w:val="14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>
        <w:trPr>
          <w:trHeight w:val="400" w:hRule="atLeast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rPr/>
            </w:pP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partecipa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alla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procedura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 appalto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insieme ad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10</w:t>
            </w:r>
            <w:r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ind w:left="91" w:right="0" w:hanging="0"/>
              <w:rPr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>
        <w:trPr>
          <w:trHeight w:val="234" w:hRule="atLeast"/>
        </w:trPr>
        <w:tc>
          <w:tcPr>
            <w:tcW w:w="8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BFBFBF" w:val="clear"/>
          </w:tcPr>
          <w:p>
            <w:pPr>
              <w:pStyle w:val="TableParagraph"/>
              <w:spacing w:before="46" w:after="0"/>
              <w:rPr/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3"/>
              </w:rPr>
              <w:t>In</w:t>
            </w:r>
            <w:r>
              <w:rPr>
                <w:rFonts w:eastAsia="Times New Roman" w:ascii="Arial" w:hAnsi="Arial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3"/>
              </w:rPr>
              <w:t>caso</w:t>
            </w:r>
            <w:r>
              <w:rPr>
                <w:rFonts w:eastAsia="Times New Roman"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3"/>
              </w:rPr>
              <w:t>affermativo</w:t>
            </w:r>
            <w:r>
              <w:rPr>
                <w:color w:val="00000A"/>
                <w:w w:val="105"/>
                <w:sz w:val="13"/>
              </w:rPr>
              <w:t>,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accertarsi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che gli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operatori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interessati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forniscano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DGUE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distinto.</w:t>
            </w:r>
          </w:p>
        </w:tc>
      </w:tr>
      <w:tr>
        <w:trPr>
          <w:trHeight w:val="2014" w:hRule="atLeast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3" w:after="0"/>
              <w:rPr/>
            </w:pPr>
            <w:r>
              <w:rPr>
                <w:rFonts w:eastAsia="Times New Roman" w:ascii="Arial" w:hAnsi="Arial"/>
                <w:b/>
                <w:w w:val="105"/>
                <w:sz w:val="14"/>
              </w:rPr>
              <w:t>In</w:t>
            </w:r>
            <w:r>
              <w:rPr>
                <w:rFonts w:eastAsia="Times New Roman"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caso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: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val="clear" w:pos="720"/>
                <w:tab w:val="left" w:pos="365" w:leader="none"/>
              </w:tabs>
              <w:spacing w:lineRule="auto" w:line="254" w:before="124" w:after="0"/>
              <w:ind w:left="364" w:right="95" w:hanging="276"/>
              <w:jc w:val="both"/>
              <w:rPr/>
            </w:pPr>
            <w:r>
              <w:rPr>
                <w:w w:val="105"/>
                <w:sz w:val="13"/>
              </w:rPr>
              <w:t>Specificare il ruolo dell'operatore economico nel raggruppamento, ovvero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consorzio,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GEIE, rete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65,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e),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f),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h),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ed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66,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(capofila,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responsabile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compiti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specifici,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ecc.)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val="clear" w:pos="720"/>
                <w:tab w:val="left" w:pos="365" w:leader="none"/>
              </w:tabs>
              <w:spacing w:lineRule="auto" w:line="252" w:before="114" w:after="0"/>
              <w:ind w:left="364" w:right="97" w:hanging="276"/>
              <w:jc w:val="both"/>
              <w:rPr/>
            </w:pPr>
            <w:r>
              <w:rPr>
                <w:w w:val="105"/>
                <w:sz w:val="13"/>
              </w:rPr>
              <w:t>Indicare gli altri operatori economici che compartecipano alla procedura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appalto.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val="clear" w:pos="720"/>
                <w:tab w:val="left" w:pos="314" w:leader="none"/>
              </w:tabs>
              <w:ind w:left="313" w:right="0" w:hanging="226"/>
              <w:rPr/>
            </w:pPr>
            <w:r>
              <w:rPr>
                <w:w w:val="105"/>
                <w:sz w:val="13"/>
              </w:rPr>
              <w:t>Se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raggruppamento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partecipante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2" w:after="0"/>
              <w:ind w:left="0" w:right="0" w:hanging="0"/>
              <w:rPr>
                <w:sz w:val="13"/>
              </w:rPr>
            </w:pPr>
            <w:r>
              <w:rPr>
                <w:sz w:val="13"/>
              </w:rPr>
            </w:r>
          </w:p>
          <w:p>
            <w:pPr>
              <w:pStyle w:val="TableParagraph"/>
              <w:tabs>
                <w:tab w:val="clear" w:pos="720"/>
                <w:tab w:val="left" w:pos="1153" w:leader="dot"/>
              </w:tabs>
              <w:ind w:left="91" w:right="0" w:hanging="0"/>
              <w:rPr/>
            </w:pPr>
            <w:r>
              <w:rPr>
                <w:w w:val="105"/>
                <w:sz w:val="14"/>
              </w:rPr>
              <w:t>a):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tabs>
                <w:tab w:val="clear" w:pos="720"/>
                <w:tab w:val="left" w:pos="1153" w:leader="dot"/>
              </w:tabs>
              <w:spacing w:before="138" w:after="0"/>
              <w:ind w:left="91" w:right="0" w:hanging="0"/>
              <w:rPr/>
            </w:pPr>
            <w:r>
              <w:rPr>
                <w:w w:val="105"/>
                <w:sz w:val="14"/>
              </w:rPr>
              <w:t>b):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  <w:p>
            <w:pPr>
              <w:pStyle w:val="TableParagraph"/>
              <w:spacing w:before="8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</w:r>
          </w:p>
          <w:p>
            <w:pPr>
              <w:pStyle w:val="TableParagraph"/>
              <w:tabs>
                <w:tab w:val="clear" w:pos="720"/>
                <w:tab w:val="left" w:pos="1146" w:leader="dot"/>
              </w:tabs>
              <w:ind w:left="91" w:right="0" w:hanging="0"/>
              <w:rPr/>
            </w:pPr>
            <w:r>
              <w:rPr>
                <w:w w:val="105"/>
                <w:sz w:val="14"/>
              </w:rPr>
              <w:t>c):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</w:tbl>
    <w:p>
      <w:pPr>
        <w:pStyle w:val="Corpodeltesto"/>
        <w:spacing w:before="7" w:after="0"/>
        <w:rPr>
          <w:sz w:val="16"/>
        </w:rPr>
      </w:pPr>
      <w:r>
        <w:rPr>
          <w:sz w:val="16"/>
        </w:rPr>
        <mc:AlternateContent>
          <mc:Choice Requires="wps">
            <w:drawing>
              <wp:anchor behindDoc="1" distT="0" distB="0" distL="0" distR="0" simplePos="0" locked="0" layoutInCell="1" allowOverlap="1" relativeHeight="1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80540" cy="8255"/>
                <wp:effectExtent l="0" t="0" r="0" b="0"/>
                <wp:wrapTopAndBottom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1779840" cy="756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0000a" stroked="f" style="position:absolute;margin-left:87.6pt;margin-top:11.4pt;width:140.1pt;height:0.55pt;mso-position-horizontal-relative:page">
                <w10:wrap type="none"/>
                <v:fill o:detectmouseclick="t" type="solid" color2="#fffff5"/>
                <v:stroke color="#3465a4" joinstyle="round" endcap="flat"/>
              </v:rect>
            </w:pict>
          </mc:Fallback>
        </mc:AlternateContent>
      </w:r>
    </w:p>
    <w:p>
      <w:pPr>
        <w:pStyle w:val="Corpodeltesto"/>
        <w:spacing w:lineRule="exact" w:line="136" w:before="65" w:after="0"/>
        <w:ind w:left="652" w:right="0" w:hanging="0"/>
        <w:rPr/>
      </w:pP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>
      <w:pPr>
        <w:sectPr>
          <w:footerReference w:type="default" r:id="rId4"/>
          <w:type w:val="nextPage"/>
          <w:pgSz w:w="11906" w:h="16838"/>
          <w:pgMar w:left="1100" w:right="420" w:header="0" w:top="1580" w:footer="1906" w:bottom="210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136"/>
        <w:ind w:left="652" w:right="0" w:hanging="0"/>
        <w:rPr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>
      <w:pPr>
        <w:pStyle w:val="Corpodeltesto"/>
        <w:rPr>
          <w:rFonts w:ascii="Arial" w:hAnsi="Arial"/>
          <w:b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eltesto"/>
        <w:spacing w:before="0" w:after="1"/>
        <w:rPr>
          <w:rFonts w:ascii="Arial" w:hAnsi="Arial"/>
          <w:b/>
          <w:b/>
          <w:sz w:val="25"/>
        </w:rPr>
      </w:pPr>
      <w:r>
        <w:rPr>
          <w:rFonts w:ascii="Arial" w:hAnsi="Arial"/>
          <w:b/>
          <w:sz w:val="25"/>
        </w:rPr>
      </w:r>
    </w:p>
    <w:tbl>
      <w:tblPr>
        <w:tblW w:w="888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5077"/>
        <w:gridCol w:w="3805"/>
      </w:tblGrid>
      <w:tr>
        <w:trPr>
          <w:trHeight w:val="910" w:hRule="atLeast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4" w:before="124" w:after="0"/>
              <w:ind w:left="249" w:right="93" w:hanging="161"/>
              <w:jc w:val="both"/>
              <w:rPr/>
            </w:pPr>
            <w:r>
              <w:rPr>
                <w:w w:val="105"/>
                <w:sz w:val="13"/>
              </w:rPr>
              <w:t>d)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 pertinente, indicare la denominazione degli operatori economici facenti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 di un consorzio di cui all’art. 65, comma 2, lett. b), c), d), del Codice o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professionisti 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66,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 prestazioni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contratto.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3" w:after="0"/>
              <w:ind w:left="0" w:right="0" w:hanging="0"/>
              <w:rPr>
                <w:rFonts w:ascii="Arial" w:hAnsi="Arial"/>
                <w:b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</w:r>
          </w:p>
          <w:p>
            <w:pPr>
              <w:pStyle w:val="TableParagraph"/>
              <w:tabs>
                <w:tab w:val="clear" w:pos="720"/>
                <w:tab w:val="left" w:pos="1154" w:leader="dot"/>
              </w:tabs>
              <w:ind w:left="91" w:right="0" w:hanging="0"/>
              <w:rPr/>
            </w:pPr>
            <w:r>
              <w:rPr>
                <w:w w:val="105"/>
                <w:sz w:val="14"/>
              </w:rPr>
              <w:t>d):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>
        <w:trPr>
          <w:trHeight w:val="401" w:hRule="atLeast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rPr>
                <w:rFonts w:ascii="Arial" w:hAnsi="Arial" w:eastAsia="Times New Roman"/>
                <w:b/>
                <w:b/>
                <w:color w:val="00000A"/>
                <w:w w:val="105"/>
                <w:sz w:val="14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ind w:left="91" w:right="0" w:hanging="0"/>
              <w:rPr>
                <w:rFonts w:ascii="Arial" w:hAnsi="Arial" w:eastAsia="Times New Roman"/>
                <w:b/>
                <w:b/>
                <w:color w:val="00000A"/>
                <w:w w:val="105"/>
                <w:sz w:val="14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>
        <w:trPr>
          <w:trHeight w:val="451" w:hRule="atLeast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tLeast" w:line="160" w:before="112" w:after="0"/>
              <w:ind w:left="88" w:right="42" w:hanging="0"/>
              <w:rPr/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 il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intende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presentare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7" w:after="0"/>
              <w:ind w:left="91" w:right="0" w:hanging="0"/>
              <w:rPr/>
            </w:pPr>
            <w:r>
              <w:rPr>
                <w:color w:val="00000A"/>
                <w:w w:val="105"/>
                <w:sz w:val="14"/>
              </w:rPr>
              <w:t xml:space="preserve">[ 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</w:p>
        </w:tc>
      </w:tr>
    </w:tbl>
    <w:p>
      <w:pPr>
        <w:pStyle w:val="Corpodeltesto"/>
        <w:spacing w:before="3" w:after="0"/>
        <w:rPr>
          <w:rFonts w:ascii="Arial" w:hAnsi="Arial"/>
          <w:b/>
          <w:b/>
          <w:sz w:val="13"/>
        </w:rPr>
      </w:pPr>
      <w:r>
        <w:rPr>
          <w:rFonts w:ascii="Arial" w:hAnsi="Arial"/>
          <w:b/>
          <w:sz w:val="13"/>
        </w:rPr>
      </w:r>
    </w:p>
    <w:p>
      <w:pPr>
        <w:pStyle w:val="Titolo4"/>
        <w:spacing w:before="105" w:after="0"/>
        <w:ind w:left="887" w:right="1092" w:hanging="0"/>
        <w:rPr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>
      <w:pPr>
        <w:pStyle w:val="Corpodeltesto"/>
        <w:spacing w:before="6" w:after="0"/>
        <w:rPr>
          <w:sz w:val="7"/>
        </w:rPr>
      </w:pPr>
      <w:r>
        <w:rPr>
          <w:sz w:val="7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12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11" name="2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638810"/>
                        </a:xfrm>
                        <a:prstGeom prst="rect"/>
                        <a:ln w="6350">
                          <a:solidFill>
                            <a:srgbClr val="00000A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lineRule="auto" w:line="252" w:before="24" w:after="0"/>
                              <w:ind w:left="105" w:right="22" w:hanging="0"/>
                              <w:jc w:val="both"/>
                              <w:rPr/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>
                            <w:pPr>
                              <w:pStyle w:val="Contenutocornice"/>
                              <w:spacing w:lineRule="auto" w:line="247" w:before="115" w:after="0"/>
                              <w:ind w:left="105" w:right="0" w:hanging="0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A" strokeweight="0pt" style="position:absolute;rotation:0;width:450.75pt;height:50.3pt;mso-wrap-distance-left:0pt;mso-wrap-distance-right:0pt;mso-wrap-distance-top:0pt;mso-wrap-distance-bottom:0pt;margin-top:6.1pt;mso-position-vertical-relative:text;margin-left:87.55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lineRule="auto" w:line="252" w:before="24" w:after="0"/>
                        <w:ind w:left="105" w:right="22" w:hanging="0"/>
                        <w:jc w:val="both"/>
                        <w:rPr/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>
                      <w:pPr>
                        <w:pStyle w:val="Contenutocornice"/>
                        <w:spacing w:lineRule="auto" w:line="247" w:before="115" w:after="0"/>
                        <w:ind w:left="105" w:right="0" w:hanging="0"/>
                        <w:rPr/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W w:w="904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4521"/>
      </w:tblGrid>
      <w:tr>
        <w:trPr>
          <w:trHeight w:val="402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3" w:after="0"/>
              <w:rPr/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eastAsia="Times New Roman"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3" w:after="0"/>
              <w:rPr>
                <w:rFonts w:ascii="Arial" w:hAnsi="Arial" w:eastAsia="Times New Roman"/>
                <w:b/>
                <w:b/>
                <w:color w:val="00000A"/>
                <w:w w:val="105"/>
                <w:sz w:val="14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>
        <w:trPr>
          <w:trHeight w:val="429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48" w:after="0"/>
              <w:rPr/>
            </w:pPr>
            <w:r>
              <w:rPr>
                <w:color w:val="00000A"/>
                <w:w w:val="105"/>
                <w:sz w:val="13"/>
              </w:rPr>
              <w:t>Nome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completo;</w:t>
            </w:r>
          </w:p>
          <w:p>
            <w:pPr>
              <w:pStyle w:val="TableParagraph"/>
              <w:spacing w:before="9" w:after="0"/>
              <w:rPr/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richiesto,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altresì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data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 luogo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rPr>
                <w:color w:val="00000A"/>
                <w:w w:val="150"/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[…………….];</w:t>
            </w:r>
          </w:p>
          <w:p>
            <w:pPr>
              <w:pStyle w:val="TableParagraph"/>
              <w:spacing w:lineRule="exact" w:line="128" w:before="9" w:after="0"/>
              <w:rPr>
                <w:color w:val="00000A"/>
                <w:w w:val="155"/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>
        <w:trPr>
          <w:trHeight w:val="390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0" w:after="0"/>
              <w:rPr/>
            </w:pPr>
            <w:r>
              <w:rPr>
                <w:color w:val="00000A"/>
                <w:w w:val="105"/>
                <w:sz w:val="13"/>
              </w:rPr>
              <w:t>Posizione/Titolo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ad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2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rPr>
                <w:color w:val="00000A"/>
                <w:w w:val="155"/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>
        <w:trPr>
          <w:trHeight w:val="273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48" w:after="0"/>
              <w:rPr/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28" w:before="124" w:after="0"/>
              <w:rPr>
                <w:color w:val="00000A"/>
                <w:w w:val="155"/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>
        <w:trPr>
          <w:trHeight w:val="388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48" w:after="0"/>
              <w:rPr>
                <w:color w:val="00000A"/>
                <w:w w:val="105"/>
                <w:sz w:val="13"/>
              </w:rPr>
            </w:pPr>
            <w:r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rPr>
                <w:color w:val="00000A"/>
                <w:w w:val="155"/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>
        <w:trPr>
          <w:trHeight w:val="390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48" w:after="0"/>
              <w:rPr>
                <w:color w:val="00000A"/>
                <w:w w:val="105"/>
                <w:sz w:val="13"/>
              </w:rPr>
            </w:pPr>
            <w:r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rPr>
                <w:color w:val="00000A"/>
                <w:w w:val="155"/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>
        <w:trPr>
          <w:trHeight w:val="390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48" w:after="0"/>
              <w:ind w:left="88" w:right="300" w:hanging="0"/>
              <w:rPr/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necessario,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fornire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precisazioni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sulla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rappresentanza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(forma,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2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rPr>
                <w:color w:val="00000A"/>
                <w:w w:val="155"/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>
      <w:pPr>
        <w:pStyle w:val="Normal"/>
        <w:spacing w:before="125" w:after="0"/>
        <w:ind w:left="887" w:right="1096" w:hanging="0"/>
        <w:jc w:val="center"/>
        <w:rPr/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9138" w:type="dxa"/>
        <w:jc w:val="left"/>
        <w:tblInd w:w="549" w:type="dxa"/>
        <w:tblCellMar>
          <w:top w:w="0" w:type="dxa"/>
          <w:left w:w="0" w:type="dxa"/>
          <w:bottom w:w="0" w:type="dxa"/>
          <w:right w:w="5" w:type="dxa"/>
        </w:tblCellMar>
      </w:tblPr>
      <w:tblGrid>
        <w:gridCol w:w="95"/>
        <w:gridCol w:w="4522"/>
        <w:gridCol w:w="4521"/>
      </w:tblGrid>
      <w:tr>
        <w:trPr>
          <w:trHeight w:val="400" w:hRule="atLeast"/>
        </w:trPr>
        <w:tc>
          <w:tcPr>
            <w:tcW w:w="95" w:type="dxa"/>
            <w:tcBorders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3" w:after="0"/>
              <w:rPr>
                <w:rFonts w:ascii="Arial" w:hAnsi="Arial" w:eastAsia="Times New Roman"/>
                <w:b/>
                <w:b/>
                <w:w w:val="105"/>
                <w:sz w:val="14"/>
              </w:rPr>
            </w:pPr>
            <w:r>
              <w:rPr>
                <w:rFonts w:eastAsia="Times New Roman" w:ascii="Arial" w:hAnsi="Arial"/>
                <w:b/>
                <w:w w:val="105"/>
                <w:sz w:val="14"/>
              </w:rPr>
              <w:t>Affidamento: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3" w:after="0"/>
              <w:rPr>
                <w:rFonts w:ascii="Arial" w:hAnsi="Arial" w:eastAsia="Times New Roman"/>
                <w:b/>
                <w:b/>
                <w:w w:val="105"/>
                <w:sz w:val="14"/>
              </w:rPr>
            </w:pPr>
            <w:r>
              <w:rPr>
                <w:rFonts w:eastAsia="Times New Roman" w:ascii="Arial" w:hAnsi="Arial"/>
                <w:b/>
                <w:w w:val="105"/>
                <w:sz w:val="14"/>
              </w:rPr>
              <w:t>Risposta:</w:t>
            </w:r>
          </w:p>
        </w:tc>
      </w:tr>
      <w:tr>
        <w:trPr>
          <w:trHeight w:val="2111" w:hRule="atLeast"/>
        </w:trPr>
        <w:tc>
          <w:tcPr>
            <w:tcW w:w="95" w:type="dxa"/>
            <w:tcBorders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>
            <w:pPr>
              <w:pStyle w:val="TableParagraph"/>
              <w:spacing w:before="2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spacing w:lineRule="auto" w:line="254"/>
              <w:rPr/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altri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soddisfare i criteri di selezione della parte IV e rispettare i criteri e 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regole (eventuali)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V?</w:t>
            </w:r>
          </w:p>
          <w:p>
            <w:pPr>
              <w:pStyle w:val="TableParagraph"/>
              <w:spacing w:lineRule="auto" w:line="252" w:before="116" w:after="0"/>
              <w:rPr/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altri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migliorare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l’offerta?</w:t>
            </w:r>
          </w:p>
          <w:p>
            <w:pPr>
              <w:pStyle w:val="TableParagraph"/>
              <w:spacing w:before="116" w:after="0"/>
              <w:rPr/>
            </w:pPr>
            <w:r>
              <w:rPr>
                <w:rFonts w:eastAsia="Times New Roman" w:ascii="Arial" w:hAnsi="Arial"/>
                <w:b/>
                <w:w w:val="105"/>
                <w:sz w:val="13"/>
              </w:rPr>
              <w:t>In</w:t>
            </w:r>
            <w:r>
              <w:rPr>
                <w:rFonts w:eastAsia="Times New Roman"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caso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affermativo:</w:t>
            </w:r>
          </w:p>
          <w:p>
            <w:pPr>
              <w:pStyle w:val="TableParagraph"/>
              <w:spacing w:before="1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spacing w:lineRule="auto" w:line="252"/>
              <w:ind w:left="88" w:right="300" w:hanging="0"/>
              <w:rPr/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 denominazione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intende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avvalersi</w:t>
            </w:r>
          </w:p>
          <w:p>
            <w:pPr>
              <w:pStyle w:val="TableParagraph"/>
              <w:spacing w:before="118" w:after="0"/>
              <w:rPr/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requisiti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avvalimento: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7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3" w:after="0"/>
              <w:ind w:left="0" w:right="0" w:hanging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2" w:after="0"/>
              <w:ind w:left="0" w:right="0" w:hanging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1" w:after="0"/>
              <w:rPr>
                <w:w w:val="155"/>
                <w:sz w:val="13"/>
              </w:rPr>
            </w:pPr>
            <w:r>
              <w:rPr>
                <w:w w:val="155"/>
                <w:sz w:val="13"/>
              </w:rPr>
              <w:t>[………….…]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85" w:after="0"/>
              <w:rPr>
                <w:w w:val="155"/>
                <w:sz w:val="13"/>
              </w:rPr>
            </w:pPr>
            <w:r>
              <w:rPr>
                <w:w w:val="155"/>
                <w:sz w:val="13"/>
              </w:rPr>
              <w:t>[………….…]</w:t>
            </w:r>
          </w:p>
        </w:tc>
      </w:tr>
      <w:tr>
        <w:trPr>
          <w:trHeight w:val="1314" w:hRule="atLeast"/>
        </w:trPr>
        <w:tc>
          <w:tcPr>
            <w:tcW w:w="9138" w:type="dxa"/>
            <w:gridSpan w:val="3"/>
            <w:tcBorders>
              <w:top w:val="single" w:sz="8" w:space="0" w:color="00000A"/>
              <w:left w:val="single" w:sz="4" w:space="0" w:color="00000A"/>
              <w:bottom w:val="single" w:sz="4" w:space="0" w:color="00000A"/>
            </w:tcBorders>
            <w:shd w:fill="BFBFBF" w:val="clear"/>
          </w:tcPr>
          <w:p>
            <w:pPr>
              <w:pStyle w:val="TableParagraph"/>
              <w:spacing w:lineRule="auto" w:line="254" w:before="23" w:after="0"/>
              <w:ind w:left="110" w:right="147" w:hanging="0"/>
              <w:jc w:val="both"/>
              <w:rPr/>
            </w:pPr>
            <w:r>
              <w:rPr>
                <w:rFonts w:eastAsia="Times New Roman" w:ascii="Arial" w:hAnsi="Arial"/>
                <w:b/>
                <w:i/>
                <w:w w:val="105"/>
                <w:sz w:val="11"/>
              </w:rPr>
              <w:t>In caso affermativo</w:t>
            </w:r>
            <w:r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>
              <w:rPr>
                <w:rFonts w:eastAsia="Times New Roman" w:ascii="Arial" w:hAnsi="Arial"/>
                <w:b/>
                <w:w w:val="105"/>
                <w:sz w:val="11"/>
              </w:rPr>
              <w:t>sezioni A e B della presente parte, dalla parte III,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1"/>
              </w:rPr>
              <w:t>dalla</w:t>
            </w:r>
            <w:r>
              <w:rPr>
                <w:rFonts w:eastAsia="Times New Roman" w:ascii="Arial" w:hAnsi="Arial"/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1"/>
              </w:rPr>
              <w:t>parte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1"/>
              </w:rPr>
              <w:t>IV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1"/>
              </w:rPr>
              <w:t>ove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1"/>
              </w:rPr>
              <w:t>pertinente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1"/>
              </w:rPr>
              <w:t>e</w:t>
            </w:r>
            <w:r>
              <w:rPr>
                <w:rFonts w:eastAsia="Times New Roman" w:ascii="Arial" w:hAnsi="Arial"/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1"/>
              </w:rPr>
              <w:t>dalla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1"/>
              </w:rPr>
              <w:t>parte</w:t>
            </w:r>
            <w:r>
              <w:rPr>
                <w:rFonts w:eastAsia="Times New Roman" w:ascii="Arial" w:hAns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1"/>
              </w:rPr>
              <w:t>VI.</w:t>
            </w:r>
          </w:p>
          <w:p>
            <w:pPr>
              <w:pStyle w:val="TableParagraph"/>
              <w:spacing w:lineRule="auto" w:line="259" w:before="2" w:after="0"/>
              <w:ind w:left="110" w:right="146" w:hanging="0"/>
              <w:jc w:val="both"/>
              <w:rPr/>
            </w:pPr>
            <w:r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controllo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della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qualità e,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gli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appalti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pubblici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 lavori,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quelli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cui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l’operatore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economico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disporrà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l’esecuzione dell’opera.</w:t>
            </w:r>
          </w:p>
          <w:p>
            <w:pPr>
              <w:pStyle w:val="TableParagraph"/>
              <w:spacing w:lineRule="exact" w:line="190"/>
              <w:ind w:left="110" w:right="0" w:hanging="0"/>
              <w:rPr/>
            </w:pP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>
            <w:pPr>
              <w:pStyle w:val="TableParagraph"/>
              <w:spacing w:lineRule="atLeast" w:line="200" w:before="4" w:after="0"/>
              <w:ind w:left="110" w:right="0" w:hanging="0"/>
              <w:rPr/>
            </w:pP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>
      <w:pPr>
        <w:pStyle w:val="Corpodeltesto"/>
        <w:spacing w:before="7" w:after="0"/>
        <w:rPr>
          <w:sz w:val="14"/>
        </w:rPr>
      </w:pPr>
      <w:r>
        <w:rPr>
          <w:sz w:val="14"/>
        </w:rPr>
      </w:r>
    </w:p>
    <w:p>
      <w:pPr>
        <w:pStyle w:val="Normal"/>
        <w:spacing w:lineRule="auto" w:line="259"/>
        <w:ind w:left="887" w:right="1097" w:hanging="0"/>
        <w:jc w:val="center"/>
        <w:rPr/>
      </w:pPr>
      <w:r>
        <w:rPr>
          <w:color w:val="00000A"/>
          <w:w w:val="105"/>
          <w:sz w:val="13"/>
        </w:rPr>
        <w:t>D</w:t>
      </w:r>
      <w:r>
        <w:rPr>
          <w:color w:val="00000A"/>
          <w:w w:val="105"/>
          <w:sz w:val="13"/>
        </w:rPr>
        <w:t>: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INFORMAZIONI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CONCERNENTI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SUBAPPALTATORI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SULLE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CUI</w:t>
      </w:r>
      <w:r>
        <w:rPr>
          <w:spacing w:val="-5"/>
          <w:w w:val="105"/>
          <w:sz w:val="13"/>
        </w:rPr>
        <w:t xml:space="preserve"> </w:t>
      </w:r>
      <w:r>
        <w:rPr>
          <w:w w:val="105"/>
          <w:sz w:val="13"/>
        </w:rPr>
        <w:t>CAPACITÀ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L'OPERATORE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ECONOMICO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NON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FA</w:t>
      </w:r>
      <w:r>
        <w:rPr>
          <w:spacing w:val="11"/>
          <w:w w:val="105"/>
          <w:sz w:val="13"/>
        </w:rPr>
        <w:t xml:space="preserve"> </w:t>
      </w:r>
      <w:r>
        <w:rPr>
          <w:w w:val="105"/>
          <w:sz w:val="13"/>
        </w:rPr>
        <w:t>AFFIDAMENTO</w:t>
      </w:r>
      <w:r>
        <w:rPr>
          <w:spacing w:val="-33"/>
          <w:w w:val="105"/>
          <w:sz w:val="13"/>
        </w:rPr>
        <w:t xml:space="preserve"> </w:t>
      </w:r>
      <w:r>
        <w:rPr>
          <w:w w:val="105"/>
          <w:sz w:val="13"/>
        </w:rPr>
        <w:t>(A</w:t>
      </w:r>
      <w:r>
        <w:rPr>
          <w:w w:val="105"/>
          <w:sz w:val="10"/>
        </w:rPr>
        <w:t>RTICOLO</w:t>
      </w:r>
      <w:r>
        <w:rPr>
          <w:spacing w:val="3"/>
          <w:w w:val="105"/>
          <w:sz w:val="10"/>
        </w:rPr>
        <w:t xml:space="preserve"> </w:t>
      </w:r>
      <w:r>
        <w:rPr>
          <w:w w:val="105"/>
          <w:sz w:val="13"/>
        </w:rPr>
        <w:t>119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0"/>
        </w:rPr>
        <w:t>DEL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3"/>
        </w:rPr>
        <w:t>C</w:t>
      </w:r>
      <w:r>
        <w:rPr>
          <w:w w:val="105"/>
          <w:sz w:val="10"/>
        </w:rPr>
        <w:t>ODICE</w:t>
      </w:r>
      <w:r>
        <w:rPr>
          <w:spacing w:val="3"/>
          <w:w w:val="105"/>
          <w:sz w:val="10"/>
        </w:rPr>
        <w:t xml:space="preserve"> </w:t>
      </w:r>
      <w:r>
        <w:rPr>
          <w:w w:val="105"/>
          <w:sz w:val="13"/>
        </w:rPr>
        <w:t>-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</w:t>
      </w:r>
      <w:r>
        <w:rPr>
          <w:w w:val="105"/>
          <w:sz w:val="10"/>
        </w:rPr>
        <w:t>UBAPPALTO</w:t>
      </w:r>
      <w:r>
        <w:rPr>
          <w:w w:val="105"/>
          <w:sz w:val="13"/>
        </w:rPr>
        <w:t>)</w:t>
      </w:r>
      <w:r>
        <mc:AlternateContent>
          <mc:Choice Requires="wps">
            <w:drawing>
              <wp:anchor behindDoc="1" distT="0" distB="0" distL="0" distR="0" simplePos="0" locked="0" layoutInCell="1" allowOverlap="1" relativeHeight="13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2" name="2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4380" cy="116205"/>
                        </a:xfrm>
                        <a:prstGeom prst="rect"/>
                        <a:solidFill>
                          <a:srgbClr val="BFBFBF"/>
                        </a:solidFill>
                        <a:ln w="6350">
                          <a:solidFill>
                            <a:srgbClr val="00000A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24" w:after="0"/>
                              <w:ind w:left="105" w:right="0" w:hanging="0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BFBFBF" strokecolor="#00000A" strokeweight="0pt" style="position:absolute;rotation:0;width:459.4pt;height:9.15pt;mso-wrap-distance-left:0pt;mso-wrap-distance-right:0pt;mso-wrap-distance-top:0pt;mso-wrap-distance-bottom:0pt;margin-top:21.35pt;mso-position-vertical-relative:text;margin-left:82.1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24" w:after="0"/>
                        <w:ind w:left="105" w:right="0" w:hanging="0"/>
                        <w:rPr/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7" w:after="0"/>
        <w:rPr>
          <w:sz w:val="7"/>
        </w:rPr>
      </w:pPr>
      <w:r>
        <w:rPr>
          <w:sz w:val="7"/>
        </w:rPr>
      </w:r>
    </w:p>
    <w:p>
      <w:pPr>
        <w:sectPr>
          <w:footerReference w:type="default" r:id="rId5"/>
          <w:type w:val="nextPage"/>
          <w:pgSz w:w="11906" w:h="16838"/>
          <w:pgMar w:left="1100" w:right="420" w:header="0" w:top="1580" w:footer="1906" w:bottom="2100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ind w:left="632" w:right="0" w:hanging="0"/>
        <w:rPr/>
      </w:pPr>
      <w:r>
        <w:rPr/>
        <mc:AlternateContent>
          <mc:Choice Requires="wpg">
            <w:drawing>
              <wp:inline distT="0" distB="0" distL="114300" distR="114300">
                <wp:extent cx="3426460" cy="104140"/>
                <wp:effectExtent l="0" t="0" r="0" b="0"/>
                <wp:docPr id="1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5760" cy="103680"/>
                        </a:xfrm>
                      </wpg:grpSpPr>
                      <wps:wsp>
                        <wps:cNvSpPr/>
                        <wps:spPr>
                          <a:xfrm>
                            <a:off x="3019320" y="0"/>
                            <a:ext cx="406440" cy="1036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a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bidi w:val="0"/>
                                <w:rPr/>
                              </w:pPr>
                              <w:r>
                                <w:rPr>
                                  <w:sz w:val="14"/>
                                  <w:b/>
                                  <w:rFonts w:cs="Times New Roman" w:ascii="Arial" w:hAnsi="Arial" w:eastAsia="Times New Roman"/>
                                  <w:color w:val="00000A"/>
                                  <w:lang w:eastAsia="it-IT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0"/>
                            <a:ext cx="678240" cy="1036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a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bidi w:val="0"/>
                                <w:rPr/>
                              </w:pPr>
                              <w:r>
                                <w:rPr>
                                  <w:sz w:val="14"/>
                                  <w:b/>
                                  <w:rFonts w:cs="Times New Roman" w:ascii="Arial" w:hAnsi="Arial" w:eastAsia="Times New Roman"/>
                                  <w:color w:val="00000A"/>
                                  <w:lang w:eastAsia="it-IT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8.2pt;width:269.75pt;height:8.15pt" coordorigin="0,-164" coordsize="5395,163"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stroked="t" style="position:absolute;left:4755;top:-164;width:639;height:162;mso-position-vertical:top" type="shapetype_202">
                  <v:textbox>
                    <w:txbxContent>
                      <w:p>
                        <w:pPr>
                          <w:bidi w:val="0"/>
                          <w:rPr/>
                        </w:pPr>
                        <w:r>
                          <w:rPr>
                            <w:sz w:val="14"/>
                            <w:b/>
                            <w:rFonts w:cs="Times New Roman" w:ascii="Arial" w:hAnsi="Arial" w:eastAsia="Times New Roman"/>
                            <w:color w:val="00000A"/>
                            <w:lang w:eastAsia="it-IT"/>
                          </w:rPr>
                          <w:t>Risposta:</w:t>
                        </w:r>
                      </w:p>
                    </w:txbxContent>
                  </v:textbox>
                  <w10:wrap type="none"/>
                  <v:fill o:detectmouseclick="t" on="false"/>
                  <v:stroke color="#00000a" weight="6480" joinstyle="miter" endcap="flat"/>
                </v:shape>
                <v:shape id="shape_0" stroked="t" style="position:absolute;left:0;top:-164;width:1067;height:162;mso-position-vertical:top" type="shapetype_202">
                  <v:textbox>
                    <w:txbxContent>
                      <w:p>
                        <w:pPr>
                          <w:bidi w:val="0"/>
                          <w:rPr/>
                        </w:pPr>
                        <w:r>
                          <w:rPr>
                            <w:sz w:val="14"/>
                            <w:b/>
                            <w:rFonts w:cs="Times New Roman" w:ascii="Arial" w:hAnsi="Arial" w:eastAsia="Times New Roman"/>
                            <w:color w:val="00000A"/>
                            <w:lang w:eastAsia="it-IT"/>
                          </w:rPr>
                          <w:t>Subappaltatore:</w:t>
                        </w:r>
                      </w:p>
                    </w:txbxContent>
                  </v:textbox>
                  <w10:wrap type="none"/>
                  <v:fill o:detectmouseclick="t" on="false"/>
                  <v:stroke color="#00000a" weight="6480" joinstyle="miter" endcap="flat"/>
                </v:shape>
              </v:group>
            </w:pict>
          </mc:Fallback>
        </mc:AlternateConten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9" w:after="0"/>
        <w:rPr>
          <w:sz w:val="25"/>
        </w:rPr>
      </w:pPr>
      <w:r>
        <w:rPr>
          <w:sz w:val="25"/>
        </w:rPr>
      </w:r>
    </w:p>
    <w:tbl>
      <w:tblPr>
        <w:tblW w:w="9080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4559"/>
      </w:tblGrid>
      <w:tr>
        <w:trPr>
          <w:trHeight w:val="1806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5" w:after="0"/>
              <w:ind w:left="88" w:right="189" w:hanging="0"/>
              <w:rPr/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intende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subappaltare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contratto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terzi?</w:t>
            </w:r>
          </w:p>
          <w:p>
            <w:pPr>
              <w:pStyle w:val="TableParagraph"/>
              <w:spacing w:before="115" w:after="0"/>
              <w:rPr/>
            </w:pPr>
            <w:r>
              <w:rPr>
                <w:rFonts w:eastAsia="Times New Roman" w:ascii="Arial" w:hAnsi="Arial"/>
                <w:b/>
                <w:w w:val="105"/>
                <w:sz w:val="14"/>
              </w:rPr>
              <w:t>In</w:t>
            </w:r>
            <w:r>
              <w:rPr>
                <w:rFonts w:eastAsia="Times New Roman"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caso</w:t>
            </w:r>
            <w:r>
              <w:rPr>
                <w:rFonts w:eastAsia="Times New Roman" w:ascii="Arial" w:hAnsi="Arial"/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affermativo:</w:t>
            </w:r>
          </w:p>
          <w:p>
            <w:pPr>
              <w:pStyle w:val="TableParagraph"/>
              <w:spacing w:lineRule="auto" w:line="252" w:before="10" w:after="0"/>
              <w:ind w:left="88" w:right="92" w:hanging="0"/>
              <w:jc w:val="both"/>
              <w:rPr/>
            </w:pPr>
            <w:r>
              <w:rPr>
                <w:w w:val="105"/>
                <w:sz w:val="14"/>
              </w:rPr>
              <w:t>Elencare i lavori o le parti di opere ovvero i servizi e le forniture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 di servizi e forniture che si intende subappaltare sull’importo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contrattuale</w:t>
            </w:r>
          </w:p>
        </w:tc>
        <w:tc>
          <w:tcPr>
            <w:tcW w:w="4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3" w:after="0"/>
              <w:ind w:left="0" w:right="0" w:hanging="0"/>
              <w:rPr>
                <w:sz w:val="19"/>
              </w:rPr>
            </w:pPr>
            <w:r>
              <w:rPr>
                <w:sz w:val="19"/>
              </w:rPr>
            </w:r>
          </w:p>
          <w:p>
            <w:pPr>
              <w:pStyle w:val="TableParagraph"/>
              <w:ind w:left="129" w:right="0" w:hanging="0"/>
              <w:rPr>
                <w:w w:val="160"/>
                <w:sz w:val="14"/>
              </w:rPr>
            </w:pPr>
            <w:r>
              <w:rPr>
                <w:w w:val="160"/>
                <w:sz w:val="14"/>
              </w:rPr>
              <w:t>[……………….]    [……………….]</w:t>
            </w:r>
          </w:p>
        </w:tc>
      </w:tr>
    </w:tbl>
    <w:p>
      <w:pPr>
        <w:sectPr>
          <w:footerReference w:type="default" r:id="rId6"/>
          <w:type w:val="nextPage"/>
          <w:pgSz w:w="11906" w:h="16838"/>
          <w:pgMar w:left="1100" w:right="420" w:header="0" w:top="1580" w:footer="1906" w:bottom="2100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before="1" w:after="0"/>
        <w:rPr>
          <w:sz w:val="7"/>
        </w:rPr>
      </w:pPr>
      <w:r>
        <w:rPr>
          <w:sz w:val="7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9" w:after="0"/>
        <w:rPr>
          <w:sz w:val="17"/>
        </w:rPr>
      </w:pPr>
      <w:r>
        <w:rPr>
          <w:sz w:val="17"/>
        </w:rPr>
      </w:r>
    </w:p>
    <w:p>
      <w:pPr>
        <w:pStyle w:val="Normal"/>
        <w:spacing w:before="95" w:after="0"/>
        <w:ind w:left="884" w:right="1097" w:hanging="0"/>
        <w:jc w:val="center"/>
        <w:rPr/>
      </w:pPr>
      <w:r>
        <w:rPr>
          <w:rFonts w:eastAsia="Times New Roman" w:ascii="Times New Roman" w:hAnsi="Times New Roman"/>
          <w:b/>
          <w:color w:val="00000A"/>
          <w:sz w:val="19"/>
        </w:rPr>
        <w:t>P</w:t>
      </w:r>
      <w:r>
        <w:rPr>
          <w:rFonts w:eastAsia="Times New Roman" w:ascii="Times New Roman" w:hAnsi="Times New Roman"/>
          <w:b/>
          <w:color w:val="00000A"/>
          <w:sz w:val="15"/>
        </w:rPr>
        <w:t>ARTE</w:t>
      </w:r>
      <w:r>
        <w:rPr>
          <w:rFonts w:eastAsia="Times New Roman" w:ascii="Times New Roman" w:hAnsi="Times New Roman"/>
          <w:b/>
          <w:color w:val="00000A"/>
          <w:spacing w:val="12"/>
          <w:sz w:val="15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9"/>
        </w:rPr>
        <w:t>III:</w:t>
      </w:r>
      <w:r>
        <w:rPr>
          <w:rFonts w:eastAsia="Times New Roman" w:ascii="Times New Roman" w:hAnsi="Times New Roman"/>
          <w:b/>
          <w:color w:val="00000A"/>
          <w:spacing w:val="4"/>
          <w:sz w:val="19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9"/>
        </w:rPr>
        <w:t>M</w:t>
      </w:r>
      <w:r>
        <w:rPr>
          <w:rFonts w:eastAsia="Times New Roman" w:ascii="Times New Roman" w:hAnsi="Times New Roman"/>
          <w:b/>
          <w:color w:val="00000A"/>
          <w:sz w:val="15"/>
        </w:rPr>
        <w:t>OTIVI</w:t>
      </w:r>
      <w:r>
        <w:rPr>
          <w:rFonts w:eastAsia="Times New Roman" w:ascii="Times New Roman" w:hAnsi="Times New Roman"/>
          <w:b/>
          <w:color w:val="00000A"/>
          <w:spacing w:val="12"/>
          <w:sz w:val="15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5"/>
        </w:rPr>
        <w:t>DI</w:t>
      </w:r>
      <w:r>
        <w:rPr>
          <w:rFonts w:eastAsia="Times New Roman" w:ascii="Times New Roman" w:hAnsi="Times New Roman"/>
          <w:b/>
          <w:color w:val="00000A"/>
          <w:spacing w:val="13"/>
          <w:sz w:val="15"/>
        </w:rPr>
        <w:t xml:space="preserve"> </w:t>
      </w:r>
      <w:r>
        <w:rPr>
          <w:rFonts w:eastAsia="Times New Roman" w:ascii="Times New Roman" w:hAnsi="Times New Roman"/>
          <w:b/>
          <w:sz w:val="15"/>
        </w:rPr>
        <w:t>ESCLUSIONE</w:t>
      </w:r>
      <w:r>
        <w:rPr>
          <w:rFonts w:eastAsia="Times New Roman" w:ascii="Times New Roman" w:hAnsi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Titolo4"/>
        <w:spacing w:before="134" w:after="0"/>
        <w:rPr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>
      <w:pPr>
        <w:pStyle w:val="Corpodeltesto"/>
        <w:spacing w:before="10" w:after="0"/>
        <w:rPr>
          <w:sz w:val="27"/>
        </w:rPr>
      </w:pPr>
      <w:r>
        <w:rPr>
          <w:sz w:val="27"/>
        </w:rPr>
        <mc:AlternateContent>
          <mc:Choice Requires="wpg">
            <w:drawing>
              <wp:anchor behindDoc="1" distT="0" distB="0" distL="114300" distR="114300" simplePos="0" locked="0" layoutInCell="1" allowOverlap="1" relativeHeight="40">
                <wp:simplePos x="0" y="0"/>
                <wp:positionH relativeFrom="page">
                  <wp:posOffset>591820</wp:posOffset>
                </wp:positionH>
                <wp:positionV relativeFrom="paragraph">
                  <wp:posOffset>229870</wp:posOffset>
                </wp:positionV>
                <wp:extent cx="6268720" cy="1620520"/>
                <wp:effectExtent l="0" t="0" r="0" b="0"/>
                <wp:wrapTopAndBottom/>
                <wp:docPr id="1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7960" cy="1620000"/>
                        </a:xfrm>
                      </wpg:grpSpPr>
                      <wps:wsp>
                        <wps:cNvSpPr/>
                        <wps:nvSpPr>
                          <wps:cNvPr id="3" name="Rectangle 1"/>
                          <wps:cNvSpPr/>
                        </wps:nvSpPr>
                        <wps:spPr>
                          <a:xfrm>
                            <a:off x="495360" y="4320"/>
                            <a:ext cx="5768280" cy="1846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056080" y="67447800"/>
                            <a:ext cx="5779440" cy="1897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054" h="527">
                                <a:moveTo>
                                  <a:pt x="16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526"/>
                                </a:lnTo>
                                <a:lnTo>
                                  <a:pt x="16" y="526"/>
                                </a:lnTo>
                                <a:lnTo>
                                  <a:pt x="16" y="12"/>
                                </a:lnTo>
                                <a:lnTo>
                                  <a:pt x="16039" y="12"/>
                                </a:lnTo>
                                <a:lnTo>
                                  <a:pt x="16039" y="0"/>
                                </a:lnTo>
                                <a:moveTo>
                                  <a:pt x="16053" y="0"/>
                                </a:moveTo>
                                <a:lnTo>
                                  <a:pt x="16039" y="0"/>
                                </a:lnTo>
                                <a:lnTo>
                                  <a:pt x="16039" y="12"/>
                                </a:lnTo>
                                <a:lnTo>
                                  <a:pt x="16039" y="526"/>
                                </a:lnTo>
                                <a:lnTo>
                                  <a:pt x="16053" y="526"/>
                                </a:lnTo>
                                <a:lnTo>
                                  <a:pt x="16053" y="12"/>
                                </a:lnTo>
                                <a:lnTo>
                                  <a:pt x="16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" name="Rectangle 2"/>
                          <wps:cNvSpPr/>
                        </wps:nvSpPr>
                        <wps:spPr>
                          <a:xfrm>
                            <a:off x="495360" y="188640"/>
                            <a:ext cx="5768280" cy="1738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056080" y="67637160"/>
                            <a:ext cx="5779440" cy="1742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054" h="484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3"/>
                                </a:lnTo>
                                <a:lnTo>
                                  <a:pt x="16" y="483"/>
                                </a:lnTo>
                                <a:lnTo>
                                  <a:pt x="16" y="0"/>
                                </a:lnTo>
                                <a:moveTo>
                                  <a:pt x="16053" y="0"/>
                                </a:moveTo>
                                <a:lnTo>
                                  <a:pt x="16039" y="0"/>
                                </a:lnTo>
                                <a:lnTo>
                                  <a:pt x="16039" y="483"/>
                                </a:lnTo>
                                <a:lnTo>
                                  <a:pt x="16053" y="483"/>
                                </a:lnTo>
                                <a:lnTo>
                                  <a:pt x="16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5" name="Rectangle 3"/>
                          <wps:cNvSpPr/>
                        </wps:nvSpPr>
                        <wps:spPr>
                          <a:xfrm>
                            <a:off x="495360" y="362520"/>
                            <a:ext cx="5768280" cy="1738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056080" y="67810320"/>
                            <a:ext cx="5779440" cy="1742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054" h="484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3"/>
                                </a:lnTo>
                                <a:lnTo>
                                  <a:pt x="16" y="483"/>
                                </a:lnTo>
                                <a:lnTo>
                                  <a:pt x="16" y="0"/>
                                </a:lnTo>
                                <a:moveTo>
                                  <a:pt x="16053" y="0"/>
                                </a:moveTo>
                                <a:lnTo>
                                  <a:pt x="16039" y="0"/>
                                </a:lnTo>
                                <a:lnTo>
                                  <a:pt x="16039" y="483"/>
                                </a:lnTo>
                                <a:lnTo>
                                  <a:pt x="16053" y="483"/>
                                </a:lnTo>
                                <a:lnTo>
                                  <a:pt x="16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6" name="Rectangle 4"/>
                          <wps:cNvSpPr/>
                        </wps:nvSpPr>
                        <wps:spPr>
                          <a:xfrm>
                            <a:off x="495360" y="536040"/>
                            <a:ext cx="5768280" cy="17532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056080" y="67984200"/>
                            <a:ext cx="5779440" cy="1749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054" h="486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5"/>
                                </a:lnTo>
                                <a:lnTo>
                                  <a:pt x="16" y="485"/>
                                </a:lnTo>
                                <a:lnTo>
                                  <a:pt x="16" y="0"/>
                                </a:lnTo>
                                <a:moveTo>
                                  <a:pt x="16053" y="0"/>
                                </a:moveTo>
                                <a:lnTo>
                                  <a:pt x="16039" y="0"/>
                                </a:lnTo>
                                <a:lnTo>
                                  <a:pt x="16039" y="485"/>
                                </a:lnTo>
                                <a:lnTo>
                                  <a:pt x="16053" y="485"/>
                                </a:lnTo>
                                <a:lnTo>
                                  <a:pt x="16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7" name="Rectangle 5"/>
                          <wps:cNvSpPr/>
                        </wps:nvSpPr>
                        <wps:spPr>
                          <a:xfrm>
                            <a:off x="495360" y="711720"/>
                            <a:ext cx="5768280" cy="1738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056080" y="68159160"/>
                            <a:ext cx="5779440" cy="1742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054" h="484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3"/>
                                </a:lnTo>
                                <a:lnTo>
                                  <a:pt x="16" y="483"/>
                                </a:lnTo>
                                <a:lnTo>
                                  <a:pt x="16" y="0"/>
                                </a:lnTo>
                                <a:moveTo>
                                  <a:pt x="16053" y="0"/>
                                </a:moveTo>
                                <a:lnTo>
                                  <a:pt x="16039" y="0"/>
                                </a:lnTo>
                                <a:lnTo>
                                  <a:pt x="16039" y="483"/>
                                </a:lnTo>
                                <a:lnTo>
                                  <a:pt x="16053" y="483"/>
                                </a:lnTo>
                                <a:lnTo>
                                  <a:pt x="16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8" name="Rectangle 6"/>
                          <wps:cNvSpPr/>
                        </wps:nvSpPr>
                        <wps:spPr>
                          <a:xfrm>
                            <a:off x="495360" y="885240"/>
                            <a:ext cx="5768280" cy="17280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056080" y="68333760"/>
                            <a:ext cx="5779440" cy="1731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054" h="481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0"/>
                                </a:lnTo>
                                <a:lnTo>
                                  <a:pt x="16" y="480"/>
                                </a:lnTo>
                                <a:lnTo>
                                  <a:pt x="16" y="0"/>
                                </a:lnTo>
                                <a:moveTo>
                                  <a:pt x="16053" y="0"/>
                                </a:moveTo>
                                <a:lnTo>
                                  <a:pt x="16039" y="0"/>
                                </a:lnTo>
                                <a:lnTo>
                                  <a:pt x="16039" y="480"/>
                                </a:lnTo>
                                <a:lnTo>
                                  <a:pt x="16053" y="480"/>
                                </a:lnTo>
                                <a:lnTo>
                                  <a:pt x="16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9" name="Rectangle 7"/>
                          <wps:cNvSpPr/>
                        </wps:nvSpPr>
                        <wps:spPr>
                          <a:xfrm>
                            <a:off x="495360" y="1057320"/>
                            <a:ext cx="5768280" cy="1738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056080" y="68505840"/>
                            <a:ext cx="5779440" cy="1742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054" h="484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3"/>
                                </a:lnTo>
                                <a:lnTo>
                                  <a:pt x="16" y="483"/>
                                </a:lnTo>
                                <a:lnTo>
                                  <a:pt x="16" y="0"/>
                                </a:lnTo>
                                <a:moveTo>
                                  <a:pt x="16053" y="0"/>
                                </a:moveTo>
                                <a:lnTo>
                                  <a:pt x="16039" y="0"/>
                                </a:lnTo>
                                <a:lnTo>
                                  <a:pt x="16039" y="483"/>
                                </a:lnTo>
                                <a:lnTo>
                                  <a:pt x="16053" y="483"/>
                                </a:lnTo>
                                <a:lnTo>
                                  <a:pt x="16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0" name="Rectangle 8"/>
                          <wps:cNvSpPr/>
                        </wps:nvSpPr>
                        <wps:spPr>
                          <a:xfrm>
                            <a:off x="495360" y="1231200"/>
                            <a:ext cx="5768280" cy="1738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056080" y="68679000"/>
                            <a:ext cx="5779440" cy="1742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054" h="484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3"/>
                                </a:lnTo>
                                <a:lnTo>
                                  <a:pt x="16" y="483"/>
                                </a:lnTo>
                                <a:lnTo>
                                  <a:pt x="16" y="0"/>
                                </a:lnTo>
                                <a:moveTo>
                                  <a:pt x="16053" y="0"/>
                                </a:moveTo>
                                <a:lnTo>
                                  <a:pt x="16039" y="0"/>
                                </a:lnTo>
                                <a:lnTo>
                                  <a:pt x="16039" y="483"/>
                                </a:lnTo>
                                <a:lnTo>
                                  <a:pt x="16053" y="483"/>
                                </a:lnTo>
                                <a:lnTo>
                                  <a:pt x="16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1" name="Rectangle 9"/>
                          <wps:cNvSpPr/>
                        </wps:nvSpPr>
                        <wps:spPr>
                          <a:xfrm>
                            <a:off x="495360" y="1404720"/>
                            <a:ext cx="5768280" cy="9900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056080" y="68852880"/>
                            <a:ext cx="5779440" cy="99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054" h="276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5"/>
                                </a:lnTo>
                                <a:lnTo>
                                  <a:pt x="16" y="275"/>
                                </a:lnTo>
                                <a:lnTo>
                                  <a:pt x="16" y="0"/>
                                </a:lnTo>
                                <a:moveTo>
                                  <a:pt x="16053" y="0"/>
                                </a:moveTo>
                                <a:lnTo>
                                  <a:pt x="16039" y="0"/>
                                </a:lnTo>
                                <a:lnTo>
                                  <a:pt x="16039" y="275"/>
                                </a:lnTo>
                                <a:lnTo>
                                  <a:pt x="16053" y="275"/>
                                </a:lnTo>
                                <a:lnTo>
                                  <a:pt x="16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2" name="Rectangle 10"/>
                          <wps:cNvSpPr/>
                        </wps:nvSpPr>
                        <wps:spPr>
                          <a:xfrm>
                            <a:off x="495360" y="1503720"/>
                            <a:ext cx="5768280" cy="10980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056080" y="68951880"/>
                            <a:ext cx="5779440" cy="1166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054" h="324">
                                <a:moveTo>
                                  <a:pt x="16039" y="307"/>
                                </a:moveTo>
                                <a:lnTo>
                                  <a:pt x="16" y="307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7"/>
                                </a:lnTo>
                                <a:lnTo>
                                  <a:pt x="0" y="323"/>
                                </a:lnTo>
                                <a:lnTo>
                                  <a:pt x="16039" y="323"/>
                                </a:lnTo>
                                <a:lnTo>
                                  <a:pt x="16039" y="307"/>
                                </a:lnTo>
                                <a:moveTo>
                                  <a:pt x="16053" y="0"/>
                                </a:moveTo>
                                <a:lnTo>
                                  <a:pt x="16039" y="0"/>
                                </a:lnTo>
                                <a:lnTo>
                                  <a:pt x="16039" y="307"/>
                                </a:lnTo>
                                <a:lnTo>
                                  <a:pt x="16039" y="323"/>
                                </a:lnTo>
                                <a:lnTo>
                                  <a:pt x="16053" y="323"/>
                                </a:lnTo>
                                <a:lnTo>
                                  <a:pt x="16053" y="307"/>
                                </a:lnTo>
                                <a:lnTo>
                                  <a:pt x="160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80200" y="20880"/>
                            <a:ext cx="4304160" cy="102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bidi w:val="0"/>
                                <w:rPr/>
                              </w:pP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L'articolo</w:t>
                              </w:r>
                              <w:r>
                                <w:rPr>
                                  <w:sz w:val="13"/>
                                  <w:spacing w:val="-6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57,</w:t>
                              </w:r>
                              <w:r>
                                <w:rPr>
                                  <w:sz w:val="13"/>
                                  <w:spacing w:val="-3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paragrafo 1,</w:t>
                              </w:r>
                              <w:r>
                                <w:rPr>
                                  <w:sz w:val="13"/>
                                  <w:spacing w:val="-3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della</w:t>
                              </w:r>
                              <w:r>
                                <w:rPr>
                                  <w:sz w:val="13"/>
                                  <w:spacing w:val="-4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direttiva</w:t>
                              </w:r>
                              <w:r>
                                <w:rPr>
                                  <w:sz w:val="13"/>
                                  <w:spacing w:val="-3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2014/24/UE</w:t>
                              </w:r>
                              <w:r>
                                <w:rPr>
                                  <w:sz w:val="13"/>
                                  <w:spacing w:val="1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stabilisce</w:t>
                              </w:r>
                              <w:r>
                                <w:rPr>
                                  <w:sz w:val="13"/>
                                  <w:spacing w:val="-2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i</w:t>
                              </w:r>
                              <w:r>
                                <w:rPr>
                                  <w:sz w:val="13"/>
                                  <w:spacing w:val="-2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seguenti</w:t>
                              </w:r>
                              <w:r>
                                <w:rPr>
                                  <w:sz w:val="13"/>
                                  <w:spacing w:val="-1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motivi</w:t>
                              </w:r>
                              <w:r>
                                <w:rPr>
                                  <w:sz w:val="13"/>
                                  <w:spacing w:val="-1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di</w:t>
                              </w:r>
                              <w:r>
                                <w:rPr>
                                  <w:sz w:val="13"/>
                                  <w:spacing w:val="-2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esclusione</w:t>
                              </w:r>
                              <w:r>
                                <w:rPr>
                                  <w:sz w:val="13"/>
                                  <w:spacing w:val="-1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(Articolo</w:t>
                              </w:r>
                              <w:r>
                                <w:rPr>
                                  <w:sz w:val="13"/>
                                  <w:spacing w:val="-3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94,</w:t>
                              </w:r>
                              <w:r>
                                <w:rPr>
                                  <w:sz w:val="13"/>
                                  <w:spacing w:val="-3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comma</w:t>
                              </w:r>
                              <w:r>
                                <w:rPr>
                                  <w:sz w:val="13"/>
                                  <w:spacing w:val="-2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1, del</w:t>
                              </w:r>
                              <w:r>
                                <w:rPr>
                                  <w:sz w:val="13"/>
                                  <w:spacing w:val="-3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Codice):</w:t>
                              </w:r>
                            </w:p>
                            <w:p>
                              <w:pPr>
                                <w:bidi w:val="0"/>
                                <w:rPr/>
                              </w:pPr>
                              <w:r>
                                <w:rPr>
                                  <w:rFonts w:ascii="Calibri" w:hAnsi="Calibri" w:cs="Times New Roman"/>
                                  <w:lang w:eastAsia="it-IT"/>
                                </w:rPr>
                              </w:r>
                            </w:p>
                            <w:p>
                              <w:pPr>
                                <w:bidi w:val="0"/>
                                <w:rPr/>
                              </w:pP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Partecipazione a un’organizzazione criminale (11)</w:t>
                              </w:r>
                              <w:r>
                                <w:rPr>
                                  <w:sz w:val="13"/>
                                  <w:spacing w:val="-34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Corruzione (12)</w:t>
                              </w:r>
                            </w:p>
                            <w:p>
                              <w:pPr>
                                <w:bidi w:val="0"/>
                                <w:rPr/>
                              </w:pP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Frode (13);</w:t>
                              </w:r>
                            </w:p>
                            <w:p>
                              <w:pPr>
                                <w:bidi w:val="0"/>
                                <w:rPr/>
                              </w:pP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Reati</w:t>
                              </w:r>
                              <w:r>
                                <w:rPr>
                                  <w:sz w:val="13"/>
                                  <w:spacing w:val="-1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terroristici</w:t>
                              </w:r>
                              <w:r>
                                <w:rPr>
                                  <w:sz w:val="13"/>
                                  <w:spacing w:val="-1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o</w:t>
                              </w:r>
                              <w:r>
                                <w:rPr>
                                  <w:sz w:val="13"/>
                                  <w:spacing w:val="-3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reati</w:t>
                              </w:r>
                              <w:r>
                                <w:rPr>
                                  <w:sz w:val="13"/>
                                  <w:spacing w:val="-2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connessi</w:t>
                              </w:r>
                              <w:r>
                                <w:rPr>
                                  <w:sz w:val="13"/>
                                  <w:spacing w:val="-1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alle</w:t>
                              </w:r>
                              <w:r>
                                <w:rPr>
                                  <w:sz w:val="13"/>
                                  <w:spacing w:val="-2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attività</w:t>
                              </w:r>
                              <w:r>
                                <w:rPr>
                                  <w:sz w:val="13"/>
                                  <w:spacing w:val="-3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terroristiche</w:t>
                              </w:r>
                              <w:r>
                                <w:rPr>
                                  <w:sz w:val="13"/>
                                  <w:spacing w:val="-4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(14);</w:t>
                              </w:r>
                            </w:p>
                            <w:p>
                              <w:pPr>
                                <w:bidi w:val="0"/>
                                <w:rPr/>
                              </w:pP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Riciclaggio di proventi di attività criminose o finanziamento al terrorismo (15);</w:t>
                              </w:r>
                              <w:r>
                                <w:rPr>
                                  <w:sz w:val="13"/>
                                  <w:spacing w:val="-34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Lavoro</w:t>
                              </w:r>
                              <w:r>
                                <w:rPr>
                                  <w:sz w:val="13"/>
                                  <w:spacing w:val="2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minorile</w:t>
                              </w:r>
                              <w:r>
                                <w:rPr>
                                  <w:sz w:val="13"/>
                                  <w:spacing w:val="-1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e</w:t>
                              </w:r>
                              <w:r>
                                <w:rPr>
                                  <w:sz w:val="13"/>
                                  <w:spacing w:val="1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altre</w:t>
                              </w:r>
                              <w:r>
                                <w:rPr>
                                  <w:sz w:val="13"/>
                                  <w:spacing w:val="1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forme</w:t>
                              </w:r>
                              <w:r>
                                <w:rPr>
                                  <w:sz w:val="13"/>
                                  <w:spacing w:val="2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di</w:t>
                              </w:r>
                              <w:r>
                                <w:rPr>
                                  <w:sz w:val="13"/>
                                  <w:spacing w:val="2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tratta</w:t>
                              </w:r>
                              <w:r>
                                <w:rPr>
                                  <w:sz w:val="13"/>
                                  <w:spacing w:val="1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di</w:t>
                              </w:r>
                              <w:r>
                                <w:rPr>
                                  <w:sz w:val="13"/>
                                  <w:spacing w:val="2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esseri</w:t>
                              </w:r>
                              <w:r>
                                <w:rPr>
                                  <w:sz w:val="13"/>
                                  <w:spacing w:val="-1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umani (16)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572760" y="192960"/>
                            <a:ext cx="64080" cy="1293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87920"/>
                            <a:ext cx="4578480" cy="4071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08400" y="1236240"/>
                            <a:ext cx="255960" cy="102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bidi w:val="0"/>
                                <w:rPr/>
                              </w:pP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572760" y="1409040"/>
                            <a:ext cx="64080" cy="102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bidi w:val="0"/>
                                <w:rPr/>
                              </w:pP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7.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944280" y="1409040"/>
                            <a:ext cx="5050080" cy="102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bidi w:val="0"/>
                                <w:rPr/>
                              </w:pP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z w:val="13"/>
                                  <w:spacing w:val="-34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del</w:t>
                              </w:r>
                              <w:r>
                                <w:rPr>
                                  <w:sz w:val="13"/>
                                  <w:spacing w:val="-1"/>
                                  <w:rFonts w:ascii="Calibri" w:hAnsi="Calibri" w:cs="Times New Roman"/>
                                  <w:lang w:eastAsia="it-IT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  <w:rFonts w:ascii="Calibri" w:hAnsi="Calibri" w:cs="Times New Roman"/>
                                  <w:lang w:eastAsia="it-IT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6.6pt;margin-top:18.1pt;width:493.5pt;height:127.55pt" coordorigin="932,362" coordsize="9870,2551">
                <v:rect id="shape_0" fillcolor="#bfbfbf" stroked="f" style="position:absolute;left:1712;top:369;width:9083;height:290;mso-position-horizontal-relative:page">
                  <w10:wrap type="none"/>
                  <v:fill o:detectmouseclick="t" type="solid" color2="#404040"/>
                  <v:stroke color="#3465a4" joinstyle="round" endcap="flat"/>
                </v:rect>
                <v:shape id="shape_0" fillcolor="#00000a" stroked="f" style="position:absolute;left:1702;top:362;width:9100;height:297;mso-position-horizontal-relative:page">
                  <w10:wrap type="none"/>
                  <v:fill o:detectmouseclick="t" type="solid" color2="#fffff5"/>
                  <v:stroke color="#3465a4" joinstyle="round" endcap="flat"/>
                </v:shape>
                <v:rect id="shape_0" fillcolor="#bfbfbf" stroked="f" style="position:absolute;left:1712;top:659;width:9083;height:273;mso-position-horizontal-relative:page">
                  <w10:wrap type="none"/>
                  <v:fill o:detectmouseclick="t" type="solid" color2="#404040"/>
                  <v:stroke color="#3465a4" joinstyle="round" endcap="flat"/>
                </v:rect>
                <v:shape id="shape_0" fillcolor="#00000a" stroked="f" style="position:absolute;left:1702;top:660;width:9100;height:273;mso-position-horizontal-relative:page">
                  <w10:wrap type="none"/>
                  <v:fill o:detectmouseclick="t" type="solid" color2="#fffff5"/>
                  <v:stroke color="#3465a4" joinstyle="round" endcap="flat"/>
                </v:shape>
                <v:rect id="shape_0" fillcolor="#bfbfbf" stroked="f" style="position:absolute;left:1712;top:933;width:9083;height:273;mso-position-horizontal-relative:page">
                  <w10:wrap type="none"/>
                  <v:fill o:detectmouseclick="t" type="solid" color2="#404040"/>
                  <v:stroke color="#3465a4" joinstyle="round" endcap="flat"/>
                </v:rect>
                <v:shape id="shape_0" fillcolor="#00000a" stroked="f" style="position:absolute;left:1702;top:933;width:9100;height:273;mso-position-horizontal-relative:page">
                  <w10:wrap type="none"/>
                  <v:fill o:detectmouseclick="t" type="solid" color2="#fffff5"/>
                  <v:stroke color="#3465a4" joinstyle="round" endcap="flat"/>
                </v:shape>
                <v:rect id="shape_0" fillcolor="#bfbfbf" stroked="f" style="position:absolute;left:1712;top:1206;width:9083;height:275;mso-position-horizontal-relative:page">
                  <w10:wrap type="none"/>
                  <v:fill o:detectmouseclick="t" type="solid" color2="#404040"/>
                  <v:stroke color="#3465a4" joinstyle="round" endcap="flat"/>
                </v:rect>
                <v:shape id="shape_0" fillcolor="#00000a" stroked="f" style="position:absolute;left:1702;top:1207;width:9100;height:274;mso-position-horizontal-relative:page">
                  <w10:wrap type="none"/>
                  <v:fill o:detectmouseclick="t" type="solid" color2="#fffff5"/>
                  <v:stroke color="#3465a4" joinstyle="round" endcap="flat"/>
                </v:shape>
                <v:rect id="shape_0" fillcolor="#bfbfbf" stroked="f" style="position:absolute;left:1712;top:1483;width:9083;height:273;mso-position-horizontal-relative:page">
                  <w10:wrap type="none"/>
                  <v:fill o:detectmouseclick="t" type="solid" color2="#404040"/>
                  <v:stroke color="#3465a4" joinstyle="round" endcap="flat"/>
                </v:rect>
                <v:shape id="shape_0" fillcolor="#00000a" stroked="f" style="position:absolute;left:1702;top:1483;width:9100;height:272;mso-position-horizontal-relative:page">
                  <w10:wrap type="none"/>
                  <v:fill o:detectmouseclick="t" type="solid" color2="#fffff5"/>
                  <v:stroke color="#3465a4" joinstyle="round" endcap="flat"/>
                </v:shape>
                <v:rect id="shape_0" fillcolor="#bfbfbf" stroked="f" style="position:absolute;left:1712;top:1756;width:9083;height:271;mso-position-horizontal-relative:page">
                  <w10:wrap type="none"/>
                  <v:fill o:detectmouseclick="t" type="solid" color2="#404040"/>
                  <v:stroke color="#3465a4" joinstyle="round" endcap="flat"/>
                </v:rect>
                <v:shape id="shape_0" fillcolor="#00000a" stroked="f" style="position:absolute;left:1702;top:1757;width:9100;height:271;mso-position-horizontal-relative:page">
                  <w10:wrap type="none"/>
                  <v:fill o:detectmouseclick="t" type="solid" color2="#fffff5"/>
                  <v:stroke color="#3465a4" joinstyle="round" endcap="flat"/>
                </v:shape>
                <v:rect id="shape_0" fillcolor="#bfbfbf" stroked="f" style="position:absolute;left:1712;top:2027;width:9083;height:273;mso-position-horizontal-relative:page">
                  <w10:wrap type="none"/>
                  <v:fill o:detectmouseclick="t" type="solid" color2="#404040"/>
                  <v:stroke color="#3465a4" joinstyle="round" endcap="flat"/>
                </v:rect>
                <v:shape id="shape_0" fillcolor="#00000a" stroked="f" style="position:absolute;left:1702;top:2028;width:9100;height:273;mso-position-horizontal-relative:page">
                  <w10:wrap type="none"/>
                  <v:fill o:detectmouseclick="t" type="solid" color2="#fffff5"/>
                  <v:stroke color="#3465a4" joinstyle="round" endcap="flat"/>
                </v:shape>
                <v:rect id="shape_0" fillcolor="#bfbfbf" stroked="f" style="position:absolute;left:1712;top:2301;width:9083;height:273;mso-position-horizontal-relative:page">
                  <w10:wrap type="none"/>
                  <v:fill o:detectmouseclick="t" type="solid" color2="#404040"/>
                  <v:stroke color="#3465a4" joinstyle="round" endcap="flat"/>
                </v:rect>
                <v:shape id="shape_0" fillcolor="#00000a" stroked="f" style="position:absolute;left:1702;top:2301;width:9100;height:273;mso-position-horizontal-relative:page">
                  <w10:wrap type="none"/>
                  <v:fill o:detectmouseclick="t" type="solid" color2="#fffff5"/>
                  <v:stroke color="#3465a4" joinstyle="round" endcap="flat"/>
                </v:shape>
                <v:rect id="shape_0" fillcolor="#bfbfbf" stroked="f" style="position:absolute;left:1712;top:2574;width:9083;height:155;mso-position-horizontal-relative:page">
                  <w10:wrap type="none"/>
                  <v:fill o:detectmouseclick="t" type="solid" color2="#404040"/>
                  <v:stroke color="#3465a4" joinstyle="round" endcap="flat"/>
                </v:rect>
                <v:shape id="shape_0" fillcolor="#00000a" stroked="f" style="position:absolute;left:1702;top:2574;width:9100;height:155;mso-position-horizontal-relative:page">
                  <w10:wrap type="none"/>
                  <v:fill o:detectmouseclick="t" type="solid" color2="#fffff5"/>
                  <v:stroke color="#3465a4" joinstyle="round" endcap="flat"/>
                </v:shape>
                <v:rect id="shape_0" fillcolor="#bfbfbf" stroked="f" style="position:absolute;left:1712;top:2730;width:9083;height:172;mso-position-horizontal-relative:page">
                  <w10:wrap type="none"/>
                  <v:fill o:detectmouseclick="t" type="solid" color2="#404040"/>
                  <v:stroke color="#3465a4" joinstyle="round" endcap="flat"/>
                </v:rect>
                <v:shape id="shape_0" fillcolor="#00000a" stroked="f" style="position:absolute;left:1702;top:2730;width:9100;height:182;mso-position-horizontal-relative:page">
                  <w10:wrap type="none"/>
                  <v:fill o:detectmouseclick="t" type="solid" color2="#fffff5"/>
                  <v:stroke color="#3465a4" joinstyle="round" endcap="flat"/>
                </v:shape>
                <v:shape id="shape_0" stroked="f" style="position:absolute;left:2318;top:395;width:6777;height:160;mso-position-horizontal-relative:page" type="shapetype_202">
                  <v:textbox>
                    <w:txbxContent>
                      <w:p>
                        <w:pPr>
                          <w:bidi w:val="0"/>
                          <w:rPr/>
                        </w:pP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L'articolo</w:t>
                        </w:r>
                        <w:r>
                          <w:rPr>
                            <w:sz w:val="13"/>
                            <w:spacing w:val="-6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57,</w:t>
                        </w:r>
                        <w:r>
                          <w:rPr>
                            <w:sz w:val="13"/>
                            <w:spacing w:val="-3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paragrafo 1,</w:t>
                        </w:r>
                        <w:r>
                          <w:rPr>
                            <w:sz w:val="13"/>
                            <w:spacing w:val="-3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della</w:t>
                        </w:r>
                        <w:r>
                          <w:rPr>
                            <w:sz w:val="13"/>
                            <w:spacing w:val="-4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direttiva</w:t>
                        </w:r>
                        <w:r>
                          <w:rPr>
                            <w:sz w:val="13"/>
                            <w:spacing w:val="-3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2014/24/UE</w:t>
                        </w:r>
                        <w:r>
                          <w:rPr>
                            <w:sz w:val="13"/>
                            <w:spacing w:val="1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stabilisce</w:t>
                        </w:r>
                        <w:r>
                          <w:rPr>
                            <w:sz w:val="13"/>
                            <w:spacing w:val="-2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i</w:t>
                        </w:r>
                        <w:r>
                          <w:rPr>
                            <w:sz w:val="13"/>
                            <w:spacing w:val="-2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seguenti</w:t>
                        </w:r>
                        <w:r>
                          <w:rPr>
                            <w:sz w:val="13"/>
                            <w:spacing w:val="-1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motivi</w:t>
                        </w:r>
                        <w:r>
                          <w:rPr>
                            <w:sz w:val="13"/>
                            <w:spacing w:val="-1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di</w:t>
                        </w:r>
                        <w:r>
                          <w:rPr>
                            <w:sz w:val="13"/>
                            <w:spacing w:val="-2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esclusione</w:t>
                        </w:r>
                        <w:r>
                          <w:rPr>
                            <w:sz w:val="13"/>
                            <w:spacing w:val="-1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(Articolo</w:t>
                        </w:r>
                        <w:r>
                          <w:rPr>
                            <w:sz w:val="13"/>
                            <w:spacing w:val="-3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94,</w:t>
                        </w:r>
                        <w:r>
                          <w:rPr>
                            <w:sz w:val="13"/>
                            <w:spacing w:val="-3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comma</w:t>
                        </w:r>
                        <w:r>
                          <w:rPr>
                            <w:sz w:val="13"/>
                            <w:spacing w:val="-2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1, del</w:t>
                        </w:r>
                        <w:r>
                          <w:rPr>
                            <w:sz w:val="13"/>
                            <w:spacing w:val="-3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Codice):</w:t>
                        </w:r>
                      </w:p>
                      <w:p>
                        <w:pPr>
                          <w:bidi w:val="0"/>
                          <w:rPr/>
                        </w:pPr>
                        <w:r>
                          <w:rPr>
                            <w:rFonts w:ascii="Calibri" w:hAnsi="Calibri" w:cs="Times New Roman"/>
                            <w:lang w:eastAsia="it-IT"/>
                          </w:rPr>
                        </w:r>
                      </w:p>
                      <w:p>
                        <w:pPr>
                          <w:bidi w:val="0"/>
                          <w:rPr/>
                        </w:pP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Partecipazione a un’organizzazione criminale (11)</w:t>
                        </w:r>
                        <w:r>
                          <w:rPr>
                            <w:sz w:val="13"/>
                            <w:spacing w:val="-34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Corruzione (12)</w:t>
                        </w:r>
                      </w:p>
                      <w:p>
                        <w:pPr>
                          <w:bidi w:val="0"/>
                          <w:rPr/>
                        </w:pP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Frode (13);</w:t>
                        </w:r>
                      </w:p>
                      <w:p>
                        <w:pPr>
                          <w:bidi w:val="0"/>
                          <w:rPr/>
                        </w:pP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Reati</w:t>
                        </w:r>
                        <w:r>
                          <w:rPr>
                            <w:sz w:val="13"/>
                            <w:spacing w:val="-1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terroristici</w:t>
                        </w:r>
                        <w:r>
                          <w:rPr>
                            <w:sz w:val="13"/>
                            <w:spacing w:val="-1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o</w:t>
                        </w:r>
                        <w:r>
                          <w:rPr>
                            <w:sz w:val="13"/>
                            <w:spacing w:val="-3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reati</w:t>
                        </w:r>
                        <w:r>
                          <w:rPr>
                            <w:sz w:val="13"/>
                            <w:spacing w:val="-2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connessi</w:t>
                        </w:r>
                        <w:r>
                          <w:rPr>
                            <w:sz w:val="13"/>
                            <w:spacing w:val="-1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alle</w:t>
                        </w:r>
                        <w:r>
                          <w:rPr>
                            <w:sz w:val="13"/>
                            <w:spacing w:val="-2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attività</w:t>
                        </w:r>
                        <w:r>
                          <w:rPr>
                            <w:sz w:val="13"/>
                            <w:spacing w:val="-3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terroristiche</w:t>
                        </w:r>
                        <w:r>
                          <w:rPr>
                            <w:sz w:val="13"/>
                            <w:spacing w:val="-4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(14);</w:t>
                        </w:r>
                      </w:p>
                      <w:p>
                        <w:pPr>
                          <w:bidi w:val="0"/>
                          <w:rPr/>
                        </w:pP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Riciclaggio di proventi di attività criminose o finanziamento al terrorismo (15);</w:t>
                        </w:r>
                        <w:r>
                          <w:rPr>
                            <w:sz w:val="13"/>
                            <w:spacing w:val="-34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Lavoro</w:t>
                        </w:r>
                        <w:r>
                          <w:rPr>
                            <w:sz w:val="13"/>
                            <w:spacing w:val="2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minorile</w:t>
                        </w:r>
                        <w:r>
                          <w:rPr>
                            <w:sz w:val="13"/>
                            <w:spacing w:val="-1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e</w:t>
                        </w:r>
                        <w:r>
                          <w:rPr>
                            <w:sz w:val="13"/>
                            <w:spacing w:val="1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altre</w:t>
                        </w:r>
                        <w:r>
                          <w:rPr>
                            <w:sz w:val="13"/>
                            <w:spacing w:val="1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forme</w:t>
                        </w:r>
                        <w:r>
                          <w:rPr>
                            <w:sz w:val="13"/>
                            <w:spacing w:val="2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di</w:t>
                        </w:r>
                        <w:r>
                          <w:rPr>
                            <w:sz w:val="13"/>
                            <w:spacing w:val="2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tratta</w:t>
                        </w:r>
                        <w:r>
                          <w:rPr>
                            <w:sz w:val="13"/>
                            <w:spacing w:val="1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di</w:t>
                        </w:r>
                        <w:r>
                          <w:rPr>
                            <w:sz w:val="13"/>
                            <w:spacing w:val="2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esseri</w:t>
                        </w:r>
                        <w:r>
                          <w:rPr>
                            <w:sz w:val="13"/>
                            <w:spacing w:val="-1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umani (16)</w:t>
                        </w:r>
                      </w:p>
                    </w:txbxContent>
                  </v:textbox>
                  <w10:wrap type="none"/>
                  <v:fill o:detectmouseclick="t" on="false"/>
                  <v:stroke color="#3465a4" joinstyle="round" endcap="flat"/>
                </v:shape>
                <v:shape id="shape_0" stroked="f" style="position:absolute;left:1834;top:666;width:100;height:2036;mso-position-horizontal-relative:page" type="shapetype_202">
                  <v:textbox>
                    <w:txbxContent>
                      <w:p>
                        <w:pPr>
                          <w:bidi w:val="0"/>
                          <w:rPr/>
                        </w:pPr>
                        <w:r>
                          <w:rPr>
                            <w:rFonts w:ascii="Calibri" w:hAnsi="Calibri" w:cs="Times New Roman"/>
                            <w:lang w:eastAsia="it-IT"/>
                          </w:rPr>
                        </w:r>
                      </w:p>
                    </w:txbxContent>
                  </v:textbox>
                  <w10:wrap type="none"/>
                  <v:fill o:detectmouseclick="t" on="false"/>
                  <v:stroke color="#3465a4" joinstyle="round" endcap="flat"/>
                </v:shape>
                <v:shape id="shape_0" stroked="f" style="position:absolute;left:932;top:658;width:7209;height:640;mso-position-horizontal-relative:page" type="shapetype_202">
                  <v:textbox>
                    <w:txbxContent>
                      <w:p>
                        <w:pPr>
                          <w:bidi w:val="0"/>
                          <w:rPr/>
                        </w:pPr>
                        <w:r>
                          <w:rPr>
                            <w:rFonts w:ascii="Calibri" w:hAnsi="Calibri" w:cs="Times New Roman"/>
                            <w:lang w:eastAsia="it-IT"/>
                          </w:rPr>
                        </w:r>
                      </w:p>
                    </w:txbxContent>
                  </v:textbox>
                  <w10:wrap type="none"/>
                  <v:fill o:detectmouseclick="t" on="false"/>
                  <v:stroke color="#3465a4" joinstyle="round" endcap="flat"/>
                </v:shape>
                <v:shape id="shape_0" stroked="f" style="position:absolute;left:1890;top:2309;width:402;height:160;mso-position-horizontal-relative:page" type="shapetype_202">
                  <v:textbox>
                    <w:txbxContent>
                      <w:p>
                        <w:pPr>
                          <w:bidi w:val="0"/>
                          <w:rPr/>
                        </w:pP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CODICE</w:t>
                        </w:r>
                      </w:p>
                    </w:txbxContent>
                  </v:textbox>
                  <w10:wrap type="none"/>
                  <v:fill o:detectmouseclick="t" on="false"/>
                  <v:stroke color="#3465a4" joinstyle="round" endcap="flat"/>
                </v:shape>
                <v:shape id="shape_0" stroked="f" style="position:absolute;left:1834;top:2581;width:100;height:160;mso-position-horizontal-relative:page" type="shapetype_202">
                  <v:textbox>
                    <w:txbxContent>
                      <w:p>
                        <w:pPr>
                          <w:bidi w:val="0"/>
                          <w:rPr/>
                        </w:pP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7.</w:t>
                        </w:r>
                      </w:p>
                    </w:txbxContent>
                  </v:textbox>
                  <w10:wrap type="none"/>
                  <v:fill o:detectmouseclick="t" on="false"/>
                  <v:stroke color="#3465a4" joinstyle="round" endcap="flat"/>
                </v:shape>
                <v:shape id="shape_0" stroked="f" style="position:absolute;left:2419;top:2581;width:7952;height:160;mso-position-horizontal-relative:page" type="shapetype_202">
                  <v:textbox>
                    <w:txbxContent>
                      <w:p>
                        <w:pPr>
                          <w:bidi w:val="0"/>
                          <w:rPr/>
                        </w:pP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z w:val="13"/>
                            <w:spacing w:val="-34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del</w:t>
                        </w:r>
                        <w:r>
                          <w:rPr>
                            <w:sz w:val="13"/>
                            <w:spacing w:val="-1"/>
                            <w:rFonts w:ascii="Calibri" w:hAnsi="Calibri" w:cs="Times New Roman"/>
                            <w:lang w:eastAsia="it-IT"/>
                          </w:rPr>
                          <w:t xml:space="preserve"> </w:t>
                        </w:r>
                        <w:r>
                          <w:rPr>
                            <w:sz w:val="13"/>
                            <w:rFonts w:ascii="Calibri" w:hAnsi="Calibri" w:cs="Times New Roman"/>
                            <w:lang w:eastAsia="it-IT"/>
                          </w:rPr>
                          <w:t>Codice);</w:t>
                        </w:r>
                      </w:p>
                    </w:txbxContent>
                  </v:textbox>
                  <w10:wrap type="none"/>
                  <v:fill o:detectmouseclick="t" on="false"/>
                  <v:stroke color="#3465a4" joinstyle="round" endcap="flat"/>
                </v:shape>
              </v:group>
            </w:pict>
          </mc:Fallback>
        </mc:AlternateContent>
      </w:r>
    </w:p>
    <w:p>
      <w:pPr>
        <w:pStyle w:val="Corpodeltesto"/>
        <w:rPr>
          <w:sz w:val="8"/>
        </w:rPr>
      </w:pPr>
      <w:r>
        <w:rPr>
          <w:sz w:val="8"/>
        </w:rPr>
      </w:r>
    </w:p>
    <w:tbl>
      <w:tblPr>
        <w:tblW w:w="9041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409"/>
        <w:gridCol w:w="4632"/>
      </w:tblGrid>
      <w:tr>
        <w:trPr>
          <w:trHeight w:val="646" w:hRule="atLeast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5" w:after="0"/>
              <w:ind w:left="88" w:right="95" w:hanging="0"/>
              <w:jc w:val="both"/>
              <w:rPr/>
            </w:pPr>
            <w:r>
              <w:rPr>
                <w:rFonts w:eastAsia="Times New Roman" w:ascii="Arial" w:hAnsi="Arial"/>
                <w:b/>
                <w:w w:val="105"/>
                <w:sz w:val="13"/>
              </w:rPr>
              <w:t>Motivi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legati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a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condanne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penali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ai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sensi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delle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disposizioni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nazionali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di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attuazione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dei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motivi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stabiliti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dall'articolo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57,</w:t>
            </w:r>
            <w:r>
              <w:rPr>
                <w:rFonts w:eastAsia="Times New Roman"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paragrafo 1,</w:t>
            </w:r>
            <w:r>
              <w:rPr>
                <w:rFonts w:eastAsia="Times New Roman"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della</w:t>
            </w:r>
            <w:r>
              <w:rPr>
                <w:rFonts w:eastAsia="Times New Roman"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direttiva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(per l’elenco dei delitti si veda l’articolo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ind w:left="90" w:right="0" w:hanging="0"/>
              <w:rPr>
                <w:rFonts w:ascii="Arial" w:hAnsi="Arial" w:eastAsia="Times New Roman"/>
                <w:b/>
                <w:b/>
                <w:w w:val="105"/>
                <w:sz w:val="13"/>
              </w:rPr>
            </w:pPr>
            <w:r>
              <w:rPr>
                <w:rFonts w:eastAsia="Times New Roman" w:ascii="Arial" w:hAnsi="Arial"/>
                <w:b/>
                <w:w w:val="105"/>
                <w:sz w:val="13"/>
              </w:rPr>
              <w:t>Risposta:</w:t>
            </w:r>
          </w:p>
        </w:tc>
      </w:tr>
      <w:tr>
        <w:trPr>
          <w:trHeight w:val="1635" w:hRule="atLeast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4" w:after="0"/>
              <w:ind w:left="88" w:right="95" w:hanging="0"/>
              <w:jc w:val="both"/>
              <w:rPr/>
            </w:pPr>
            <w:r>
              <w:rPr>
                <w:w w:val="105"/>
                <w:sz w:val="13"/>
              </w:rPr>
              <w:t>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condannati</w:t>
            </w:r>
            <w:r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sentenza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definitiva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divenuto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irrevocabile per uno dei motivi indicati sopra con sentenza con effetto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escludente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 dei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seguito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quale sia ancora applicabile un periodo di esclusione stabilito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sentenza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6" w:after="0"/>
              <w:ind w:left="90" w:right="0" w:hanging="0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lineRule="auto" w:line="254" w:before="80" w:after="0"/>
              <w:ind w:left="90" w:right="106" w:hanging="0"/>
              <w:rPr/>
            </w:pPr>
            <w:r>
              <w:rPr>
                <w:w w:val="105"/>
                <w:sz w:val="13"/>
              </w:rPr>
              <w:t>Se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(indirizzo web, autorità o organismo di emanazione, riferimento preciso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  <w:p>
            <w:pPr>
              <w:pStyle w:val="TableParagraph"/>
              <w:spacing w:before="116" w:after="0"/>
              <w:ind w:left="90" w:right="0" w:hanging="0"/>
              <w:rPr/>
            </w:pPr>
            <w:r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>
              <w:rPr>
                <w:spacing w:val="29"/>
                <w:w w:val="135"/>
                <w:sz w:val="13"/>
              </w:rPr>
              <w:t xml:space="preserve"> </w:t>
            </w:r>
            <w:r>
              <w:rPr>
                <w:w w:val="135"/>
                <w:sz w:val="13"/>
              </w:rPr>
              <w:t>(</w:t>
            </w:r>
            <w:r>
              <w:rPr>
                <w:w w:val="135"/>
                <w:sz w:val="13"/>
                <w:vertAlign w:val="superscript"/>
              </w:rPr>
              <w:t>17</w:t>
            </w:r>
            <w:r>
              <w:rPr>
                <w:w w:val="135"/>
                <w:sz w:val="13"/>
              </w:rPr>
              <w:t>)</w:t>
            </w:r>
          </w:p>
        </w:tc>
      </w:tr>
      <w:tr>
        <w:trPr>
          <w:trHeight w:val="1917" w:hRule="atLeast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2" w:after="0"/>
              <w:rPr/>
            </w:pPr>
            <w:r>
              <w:rPr>
                <w:rFonts w:eastAsia="Times New Roman" w:ascii="Arial" w:hAnsi="Arial"/>
                <w:b/>
                <w:w w:val="105"/>
                <w:sz w:val="13"/>
              </w:rPr>
              <w:t>In</w:t>
            </w:r>
            <w:r>
              <w:rPr>
                <w:rFonts w:eastAsia="Times New Roman"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caso</w:t>
            </w:r>
            <w:r>
              <w:rPr>
                <w:rFonts w:eastAsia="Times New Roman"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18</w:t>
            </w:r>
            <w:r>
              <w:rPr>
                <w:w w:val="105"/>
                <w:sz w:val="13"/>
              </w:rPr>
              <w:t>):</w:t>
            </w:r>
          </w:p>
          <w:p>
            <w:pPr>
              <w:pStyle w:val="TableParagraph"/>
              <w:spacing w:before="6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val="clear" w:pos="720"/>
                <w:tab w:val="left" w:pos="365" w:leader="none"/>
              </w:tabs>
              <w:spacing w:lineRule="auto" w:line="254" w:before="1" w:after="0"/>
              <w:ind w:left="364" w:right="95" w:hanging="276"/>
              <w:jc w:val="both"/>
              <w:rPr/>
            </w:pPr>
            <w:r>
              <w:rPr>
                <w:sz w:val="13"/>
              </w:rPr>
              <w:t>la data della condanna, del decreto penale di condanna, la relativa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quelli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riportati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a)</w:t>
            </w:r>
            <w:r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h)</w:t>
            </w:r>
            <w:r>
              <w:rPr>
                <w:w w:val="105"/>
                <w:sz w:val="13"/>
              </w:rPr>
              <w:t>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val="clear" w:pos="720"/>
                <w:tab w:val="left" w:pos="247" w:leader="none"/>
              </w:tabs>
              <w:spacing w:before="113" w:after="0"/>
              <w:ind w:left="246" w:right="0" w:hanging="159"/>
              <w:rPr/>
            </w:pPr>
            <w:r>
              <w:rPr>
                <w:w w:val="105"/>
                <w:sz w:val="13"/>
              </w:rPr>
              <w:t>dati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identificativi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];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val="clear" w:pos="720"/>
                <w:tab w:val="left" w:pos="247" w:leader="none"/>
              </w:tabs>
              <w:spacing w:lineRule="atLeast" w:line="150" w:before="108" w:after="0"/>
              <w:ind w:left="88" w:right="95" w:hanging="0"/>
              <w:rPr/>
            </w:pPr>
            <w:r>
              <w:rPr>
                <w:w w:val="105"/>
                <w:sz w:val="13"/>
              </w:rPr>
              <w:t>se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stabilita direttamente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 sentenza di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 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tabs>
                <w:tab w:val="clear" w:pos="720"/>
                <w:tab w:val="left" w:pos="2202" w:leader="none"/>
                <w:tab w:val="left" w:pos="3123" w:leader="none"/>
                <w:tab w:val="left" w:pos="4208" w:leader="none"/>
              </w:tabs>
              <w:spacing w:lineRule="auto" w:line="254" w:before="81" w:after="0"/>
              <w:ind w:left="90" w:right="214" w:hanging="0"/>
              <w:rPr/>
            </w:pPr>
            <w:r>
              <w:rPr>
                <w:w w:val="105"/>
                <w:sz w:val="13"/>
              </w:rPr>
              <w:t>a)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Data:[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durata: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[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 [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 motivi: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  <w:tab/>
              <w:t>],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tipologia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  <w:tab/>
              <w:t>],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inerenti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all’eventuale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avvenuta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comminazione della pena accessoria dell’incapacità di contrarre con 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  <w:tab/>
              <w:t>]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112" w:after="0"/>
              <w:ind w:left="90" w:right="0" w:hanging="0"/>
              <w:rPr/>
            </w:pPr>
            <w:r>
              <w:rPr>
                <w:w w:val="125"/>
                <w:sz w:val="13"/>
              </w:rPr>
              <w:t>b)</w:t>
            </w:r>
            <w:r>
              <w:rPr>
                <w:spacing w:val="1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[……]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2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ind w:left="90" w:right="0" w:hanging="0"/>
              <w:rPr/>
            </w:pPr>
            <w:r>
              <w:rPr>
                <w:w w:val="105"/>
                <w:sz w:val="13"/>
              </w:rPr>
              <w:t>c)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periodo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d'esclusione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[..…],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</w:p>
        </w:tc>
      </w:tr>
      <w:tr>
        <w:trPr>
          <w:trHeight w:val="741" w:hRule="atLeast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56" w:before="97" w:after="0"/>
              <w:ind w:left="88" w:right="217" w:hanging="0"/>
              <w:rPr/>
            </w:pPr>
            <w:r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l'esistenza di un pertinente motivo di esclusione</w:t>
            </w:r>
            <w:r>
              <w:rPr>
                <w:color w:val="00000A"/>
                <w:w w:val="105"/>
                <w:sz w:val="13"/>
                <w:vertAlign w:val="superscript"/>
              </w:rPr>
              <w:t>19</w:t>
            </w:r>
            <w:r>
              <w:rPr>
                <w:color w:val="00000A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articolo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 comma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 del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ind w:left="90" w:right="0" w:hanging="0"/>
              <w:rPr/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</w:tc>
      </w:tr>
      <w:tr>
        <w:trPr>
          <w:trHeight w:val="705" w:hRule="atLeast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/>
            </w:pPr>
            <w:r>
              <w:rPr>
                <w:rFonts w:eastAsia="Times New Roman" w:ascii="Arial" w:hAnsi="Arial"/>
                <w:b/>
                <w:w w:val="105"/>
                <w:sz w:val="13"/>
              </w:rPr>
              <w:t>In</w:t>
            </w:r>
            <w:r>
              <w:rPr>
                <w:rFonts w:eastAsia="Times New Roman"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caso</w:t>
            </w:r>
            <w:r>
              <w:rPr>
                <w:rFonts w:eastAsia="Times New Roman"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  <w:p>
            <w:pPr>
              <w:pStyle w:val="TableParagraph"/>
              <w:spacing w:lineRule="atLeast" w:line="150" w:before="110" w:after="0"/>
              <w:ind w:left="88" w:right="552" w:hanging="0"/>
              <w:rPr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84" w:after="0"/>
              <w:ind w:left="90" w:right="0" w:hanging="0"/>
              <w:rPr/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6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</w:tbl>
    <w:p>
      <w:pPr>
        <w:pStyle w:val="Corpodeltesto"/>
        <w:spacing w:before="2" w:after="0"/>
        <w:rPr>
          <w:sz w:val="19"/>
        </w:rPr>
      </w:pPr>
      <w:r>
        <w:rPr>
          <w:sz w:val="19"/>
        </w:rPr>
        <mc:AlternateContent>
          <mc:Choice Requires="wps">
            <w:drawing>
              <wp:anchor behindDoc="1" distT="0" distB="0" distL="0" distR="0" simplePos="0" locked="0" layoutInCell="1" allowOverlap="1" relativeHeight="15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80540" cy="8255"/>
                <wp:effectExtent l="0" t="0" r="0" b="0"/>
                <wp:wrapTopAndBottom/>
                <wp:docPr id="1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3" name="Rectangle 1"/>
                        <wps:cNvSpPr/>
                      </wps:nvSpPr>
                      <wps:spPr>
                        <a:xfrm>
                          <a:off x="0" y="0"/>
                          <a:ext cx="1779840" cy="756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0000a" stroked="f" style="position:absolute;margin-left:87.6pt;margin-top:12.85pt;width:140.1pt;height:0.55pt;mso-position-horizontal-relative:page">
                <w10:wrap type="none"/>
                <v:fill o:detectmouseclick="t" type="solid" color2="#fffff5"/>
                <v:stroke color="#3465a4" joinstyle="round" endcap="flat"/>
              </v:rect>
            </w:pict>
          </mc:Fallback>
        </mc:AlternateContent>
      </w:r>
    </w:p>
    <w:p>
      <w:pPr>
        <w:pStyle w:val="Corpodeltesto"/>
        <w:spacing w:lineRule="auto" w:line="264" w:before="78" w:after="0"/>
        <w:ind w:left="927" w:right="299" w:hanging="276"/>
        <w:jc w:val="both"/>
        <w:rPr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>
      <w:pPr>
        <w:pStyle w:val="Corpodeltesto"/>
        <w:spacing w:lineRule="exact" w:line="119"/>
        <w:ind w:left="652" w:right="0" w:hanging="0"/>
        <w:jc w:val="both"/>
        <w:rPr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>
      <w:pPr>
        <w:pStyle w:val="Corpodeltesto"/>
        <w:spacing w:lineRule="auto" w:line="259" w:before="12" w:after="0"/>
        <w:ind w:left="927" w:right="299" w:hanging="0"/>
        <w:jc w:val="both"/>
        <w:rPr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>
      <w:pPr>
        <w:pStyle w:val="Corpodeltesto"/>
        <w:spacing w:lineRule="exact" w:line="122"/>
        <w:ind w:left="652" w:right="0" w:hanging="0"/>
        <w:rPr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>
      <w:pPr>
        <w:pStyle w:val="Corpodeltesto"/>
        <w:spacing w:lineRule="auto" w:line="252" w:before="13" w:after="0"/>
        <w:ind w:left="927" w:right="0" w:hanging="276"/>
        <w:rPr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>
      <w:pPr>
        <w:pStyle w:val="Corpodeltesto"/>
        <w:spacing w:lineRule="auto" w:line="252" w:before="5" w:after="0"/>
        <w:ind w:left="927" w:right="291" w:hanging="276"/>
        <w:rPr/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>
      <w:pPr>
        <w:pStyle w:val="Corpodeltesto"/>
        <w:spacing w:lineRule="auto" w:line="252" w:before="3" w:after="0"/>
        <w:ind w:left="927" w:right="291" w:hanging="276"/>
        <w:rPr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eastAsia="Times New Roman" w:ascii="Arial" w:hAnsi="Arial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>
      <w:pPr>
        <w:pStyle w:val="Corpodeltesto"/>
        <w:spacing w:before="2" w:after="0"/>
        <w:ind w:left="652" w:right="0" w:hanging="0"/>
        <w:rPr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>
      <w:pPr>
        <w:pStyle w:val="Corpodeltesto"/>
        <w:spacing w:before="10" w:after="0"/>
        <w:ind w:left="652" w:right="0" w:hanging="0"/>
        <w:rPr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>
      <w:pPr>
        <w:pStyle w:val="Corpodeltesto"/>
        <w:spacing w:before="3" w:after="0"/>
        <w:rPr/>
      </w:pPr>
      <w:r>
        <w:rPr/>
      </w:r>
    </w:p>
    <w:p>
      <w:pPr>
        <w:sectPr>
          <w:footerReference w:type="default" r:id="rId7"/>
          <w:type w:val="nextPage"/>
          <w:pgSz w:w="11906" w:h="16838"/>
          <w:pgMar w:left="1100" w:right="420" w:header="0" w:top="1580" w:footer="1906" w:bottom="2100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ind w:left="652" w:right="0" w:hanging="0"/>
        <w:rPr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9" w:after="0"/>
        <w:rPr>
          <w:sz w:val="25"/>
        </w:rPr>
      </w:pPr>
      <w:r>
        <w:rPr>
          <w:sz w:val="25"/>
        </w:rPr>
      </w:r>
    </w:p>
    <w:tbl>
      <w:tblPr>
        <w:tblW w:w="9041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409"/>
        <w:gridCol w:w="4632"/>
      </w:tblGrid>
      <w:tr>
        <w:trPr>
          <w:trHeight w:val="1215" w:hRule="atLeast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4" w:after="0"/>
              <w:ind w:left="88" w:right="408" w:hanging="0"/>
              <w:rPr/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  <w:p>
            <w:pPr>
              <w:pStyle w:val="TableParagraph"/>
              <w:spacing w:lineRule="auto" w:line="254" w:before="118" w:after="0"/>
              <w:ind w:left="88" w:right="217" w:hanging="0"/>
              <w:rPr/>
            </w:pPr>
            <w:r>
              <w:rPr>
                <w:w w:val="105"/>
                <w:sz w:val="13"/>
              </w:rPr>
              <w:t>L’operatore economico ha adottato provvedimenti concreti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carattere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ind w:left="90" w:right="0" w:hanging="0"/>
              <w:rPr/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84" w:after="0"/>
              <w:ind w:left="90" w:right="0" w:hanging="0"/>
              <w:rPr/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 xml:space="preserve">Sì 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>
        <w:trPr>
          <w:trHeight w:val="859" w:hRule="atLeast"/>
        </w:trPr>
        <w:tc>
          <w:tcPr>
            <w:tcW w:w="4409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8" w:after="0"/>
              <w:ind w:left="0" w:right="0" w:hanging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  <w:p>
            <w:pPr>
              <w:pStyle w:val="TableParagraph"/>
              <w:spacing w:before="2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rPr/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lineRule="auto" w:line="446" w:before="119" w:after="0"/>
              <w:ind w:left="90" w:right="1737" w:hanging="0"/>
              <w:rPr/>
            </w:pPr>
            <w:r>
              <w:rPr>
                <w:w w:val="160"/>
                <w:sz w:val="13"/>
              </w:rPr>
              <w:t>[………………………..…]</w:t>
            </w:r>
            <w:r>
              <w:rPr>
                <w:spacing w:val="1"/>
                <w:w w:val="160"/>
                <w:sz w:val="13"/>
              </w:rPr>
              <w:t xml:space="preserve"> </w:t>
            </w:r>
            <w:r>
              <w:rPr>
                <w:w w:val="160"/>
                <w:sz w:val="13"/>
              </w:rPr>
              <w:t>[………………………..…]</w:t>
            </w:r>
          </w:p>
        </w:tc>
      </w:tr>
      <w:tr>
        <w:trPr>
          <w:trHeight w:val="1124" w:hRule="atLeast"/>
        </w:trPr>
        <w:tc>
          <w:tcPr>
            <w:tcW w:w="4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3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lineRule="auto" w:line="252" w:before="1" w:after="0"/>
              <w:ind w:left="88" w:right="217" w:hanging="0"/>
              <w:rPr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  <w:p>
            <w:pPr>
              <w:pStyle w:val="TableParagraph"/>
              <w:spacing w:before="117" w:after="0"/>
              <w:rPr/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80" w:after="0"/>
              <w:ind w:left="90" w:right="0" w:hanging="0"/>
              <w:rPr/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  <w:p>
            <w:pPr>
              <w:pStyle w:val="TableParagraph"/>
              <w:spacing w:before="2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ind w:left="90" w:right="0" w:hanging="0"/>
              <w:rPr/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</w:tbl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4" w:after="0"/>
        <w:rPr>
          <w:sz w:val="19"/>
        </w:rPr>
      </w:pPr>
      <w:r>
        <w:rPr>
          <w:sz w:val="19"/>
        </w:rPr>
      </w:r>
    </w:p>
    <w:p>
      <w:pPr>
        <w:pStyle w:val="Normal"/>
        <w:ind w:left="887" w:right="1094" w:hanging="0"/>
        <w:jc w:val="center"/>
        <w:rPr/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>
      <w:pPr>
        <w:pStyle w:val="Corpodeltesto"/>
        <w:spacing w:before="6" w:after="0"/>
        <w:rPr>
          <w:sz w:val="10"/>
        </w:rPr>
      </w:pPr>
      <w:r>
        <w:rPr>
          <w:sz w:val="10"/>
        </w:rPr>
      </w:r>
    </w:p>
    <w:tbl>
      <w:tblPr>
        <w:tblW w:w="9045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2260"/>
        <w:gridCol w:w="2264"/>
      </w:tblGrid>
      <w:tr>
        <w:trPr>
          <w:trHeight w:val="569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4" w:after="0"/>
              <w:ind w:left="88" w:right="93" w:hanging="0"/>
              <w:rPr/>
            </w:pPr>
            <w:r>
              <w:rPr>
                <w:rFonts w:eastAsia="Times New Roman" w:ascii="Arial" w:hAnsi="Arial"/>
                <w:b/>
                <w:w w:val="105"/>
                <w:sz w:val="14"/>
              </w:rPr>
              <w:t>Pagamento</w:t>
            </w:r>
            <w:r>
              <w:rPr>
                <w:rFonts w:eastAsia="Times New Roman"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di</w:t>
            </w:r>
            <w:r>
              <w:rPr>
                <w:rFonts w:eastAsia="Times New Roman"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imposte,</w:t>
            </w:r>
            <w:r>
              <w:rPr>
                <w:rFonts w:eastAsia="Times New Roman"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tasse</w:t>
            </w:r>
            <w:r>
              <w:rPr>
                <w:rFonts w:eastAsia="Times New Roman"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o</w:t>
            </w:r>
            <w:r>
              <w:rPr>
                <w:rFonts w:eastAsia="Times New Roman"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contributi</w:t>
            </w:r>
            <w:r>
              <w:rPr>
                <w:rFonts w:eastAsia="Times New Roman"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previdenziali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(art.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94,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95,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Codice):</w:t>
            </w:r>
          </w:p>
        </w:tc>
        <w:tc>
          <w:tcPr>
            <w:tcW w:w="45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rPr>
                <w:rFonts w:ascii="Arial" w:hAnsi="Arial" w:eastAsia="Times New Roman"/>
                <w:b/>
                <w:b/>
                <w:color w:val="00000A"/>
                <w:w w:val="105"/>
                <w:sz w:val="14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>
        <w:trPr>
          <w:trHeight w:val="1072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3" w:after="0"/>
              <w:ind w:left="88" w:right="137" w:hanging="0"/>
              <w:rPr/>
            </w:pPr>
            <w:r>
              <w:rPr>
                <w:w w:val="105"/>
                <w:sz w:val="14"/>
              </w:rPr>
              <w:t xml:space="preserve">L'operatore economico ha soddisfatto tutti </w:t>
            </w:r>
            <w:r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pagamento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imposte,</w:t>
            </w:r>
            <w:r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tasse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contributi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previdenziali,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paese dove è stabilito sia nello Stato membro della stazione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appaltante o dell’ente concedente, se diverso dal paese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stabilimento?</w:t>
            </w:r>
          </w:p>
        </w:tc>
        <w:tc>
          <w:tcPr>
            <w:tcW w:w="45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>
        <w:trPr>
          <w:trHeight w:val="288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3" w:before="125" w:after="0"/>
              <w:rPr>
                <w:rFonts w:ascii="Arial" w:hAnsi="Arial" w:eastAsia="Times New Roman"/>
                <w:b/>
                <w:b/>
                <w:w w:val="105"/>
                <w:sz w:val="14"/>
              </w:rPr>
            </w:pPr>
            <w:r>
              <w:rPr>
                <w:rFonts w:eastAsia="Times New Roman" w:ascii="Arial" w:hAnsi="Arial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3" w:before="125" w:after="0"/>
              <w:ind w:left="89" w:right="0" w:hanging="0"/>
              <w:rPr/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Contributi</w:t>
            </w:r>
            <w:r>
              <w:rPr>
                <w:rFonts w:eastAsia="Times New Roman"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previdenziali</w:t>
            </w:r>
          </w:p>
        </w:tc>
      </w:tr>
      <w:tr>
        <w:trPr>
          <w:trHeight w:val="167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5" w:before="2" w:after="0"/>
              <w:rPr/>
            </w:pPr>
            <w:r>
              <w:rPr>
                <w:rFonts w:eastAsia="Times New Roman" w:ascii="Arial" w:hAnsi="Arial"/>
                <w:b/>
                <w:w w:val="105"/>
                <w:sz w:val="14"/>
              </w:rPr>
              <w:t>In</w:t>
            </w:r>
            <w:r>
              <w:rPr>
                <w:rFonts w:eastAsia="Times New Roman"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caso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negativo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indicare: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649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100" w:after="0"/>
              <w:rPr/>
            </w:pPr>
            <w:r>
              <w:rPr>
                <w:w w:val="105"/>
                <w:sz w:val="14"/>
              </w:rPr>
              <w:t>a)</w:t>
            </w:r>
            <w:r>
              <w:rPr>
                <w:spacing w:val="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Paese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membro interessato</w:t>
            </w: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3" w:after="0"/>
              <w:ind w:left="0" w:right="0" w:hanging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tabs>
                <w:tab w:val="clear" w:pos="720"/>
                <w:tab w:val="left" w:pos="963" w:leader="dot"/>
              </w:tabs>
              <w:rPr/>
            </w:pPr>
            <w:r>
              <w:rPr>
                <w:w w:val="105"/>
                <w:sz w:val="14"/>
              </w:rPr>
              <w:t>a)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3" w:after="0"/>
              <w:ind w:left="0" w:right="0" w:hanging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tabs>
                <w:tab w:val="clear" w:pos="720"/>
                <w:tab w:val="left" w:pos="965" w:leader="dot"/>
              </w:tabs>
              <w:ind w:left="89" w:right="0" w:hanging="0"/>
              <w:rPr/>
            </w:pPr>
            <w:r>
              <w:rPr>
                <w:w w:val="105"/>
                <w:sz w:val="14"/>
              </w:rPr>
              <w:t>a)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>
        <w:trPr>
          <w:trHeight w:val="453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82" w:after="0"/>
              <w:rPr/>
            </w:pPr>
            <w:r>
              <w:rPr>
                <w:w w:val="105"/>
                <w:sz w:val="14"/>
              </w:rPr>
              <w:t xml:space="preserve">b) 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quale importo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tratta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1" w:after="0"/>
              <w:ind w:left="0" w:right="0" w:hanging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tabs>
                <w:tab w:val="clear" w:pos="720"/>
                <w:tab w:val="left" w:pos="963" w:leader="dot"/>
              </w:tabs>
              <w:rPr/>
            </w:pPr>
            <w:r>
              <w:rPr>
                <w:w w:val="105"/>
                <w:sz w:val="14"/>
              </w:rPr>
              <w:t>b)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1" w:after="0"/>
              <w:ind w:left="0" w:right="0" w:hanging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tabs>
                <w:tab w:val="clear" w:pos="720"/>
                <w:tab w:val="left" w:pos="966" w:leader="dot"/>
              </w:tabs>
              <w:ind w:left="89" w:right="0" w:hanging="0"/>
              <w:rPr/>
            </w:pPr>
            <w:r>
              <w:rPr>
                <w:w w:val="105"/>
                <w:sz w:val="14"/>
              </w:rPr>
              <w:t>b)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>
        <w:trPr>
          <w:trHeight w:val="386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82" w:after="0"/>
              <w:rPr/>
            </w:pPr>
            <w:r>
              <w:rPr>
                <w:w w:val="105"/>
                <w:sz w:val="14"/>
              </w:rPr>
              <w:t>c)</w:t>
            </w:r>
            <w:r>
              <w:rPr>
                <w:spacing w:val="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stabilita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tale inottemperanza: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</w:tr>
      <w:tr>
        <w:trPr>
          <w:trHeight w:val="37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9" w:after="0"/>
              <w:ind w:left="0" w:right="0" w:hanging="0"/>
              <w:rPr>
                <w:sz w:val="12"/>
              </w:rPr>
            </w:pPr>
            <w:r>
              <w:rPr>
                <w:sz w:val="12"/>
              </w:rPr>
            </w:r>
          </w:p>
          <w:p>
            <w:pPr>
              <w:pStyle w:val="TableParagraph"/>
              <w:rPr/>
            </w:pPr>
            <w:r>
              <w:rPr>
                <w:w w:val="105"/>
                <w:sz w:val="14"/>
              </w:rPr>
              <w:t>1)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Mediante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decisione</w:t>
            </w:r>
            <w:r>
              <w:rPr>
                <w:rFonts w:eastAsia="Times New Roman"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giudiziaria 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amministrativa: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1" w:after="0"/>
              <w:rPr/>
            </w:pPr>
            <w:r>
              <w:rPr>
                <w:w w:val="105"/>
                <w:sz w:val="14"/>
              </w:rPr>
              <w:t>c1) [ ]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1" w:after="0"/>
              <w:ind w:left="89" w:right="0" w:hanging="0"/>
              <w:rPr/>
            </w:pPr>
            <w:r>
              <w:rPr>
                <w:w w:val="105"/>
                <w:sz w:val="14"/>
              </w:rPr>
              <w:t>c1) [ 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289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366" w:leader="none"/>
              </w:tabs>
              <w:spacing w:before="57" w:after="0"/>
              <w:ind w:left="365" w:right="0" w:hanging="278"/>
              <w:rPr/>
            </w:pPr>
            <w:r>
              <w:rPr>
                <w:w w:val="105"/>
                <w:sz w:val="14"/>
              </w:rPr>
              <w:t>Tale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decisione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definitiva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vincolante?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tabs>
                <w:tab w:val="clear" w:pos="720"/>
                <w:tab w:val="left" w:pos="339" w:leader="none"/>
              </w:tabs>
              <w:spacing w:before="75" w:after="0"/>
              <w:rPr/>
            </w:pPr>
            <w:r>
              <w:rPr>
                <w:w w:val="105"/>
                <w:sz w:val="14"/>
              </w:rPr>
              <w:t>-</w:t>
              <w:tab/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tabs>
                <w:tab w:val="clear" w:pos="720"/>
                <w:tab w:val="left" w:pos="341" w:leader="none"/>
              </w:tabs>
              <w:spacing w:before="75" w:after="0"/>
              <w:ind w:left="89" w:right="0" w:hanging="0"/>
              <w:rPr/>
            </w:pPr>
            <w:r>
              <w:rPr>
                <w:w w:val="105"/>
                <w:sz w:val="14"/>
              </w:rPr>
              <w:t>-</w:t>
              <w:tab/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291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val="clear" w:pos="720"/>
                <w:tab w:val="left" w:pos="366" w:leader="none"/>
              </w:tabs>
              <w:spacing w:before="60" w:after="0"/>
              <w:ind w:left="365" w:right="0" w:hanging="278"/>
              <w:rPr/>
            </w:pPr>
            <w:r>
              <w:rPr>
                <w:w w:val="105"/>
                <w:sz w:val="14"/>
              </w:rPr>
              <w:t>Indicare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 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sentenza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condanna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decisione.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7" w:after="0"/>
              <w:rPr/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7" w:after="0"/>
              <w:ind w:left="89" w:right="0" w:hanging="0"/>
              <w:rPr/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</w:tr>
      <w:tr>
        <w:trPr>
          <w:trHeight w:val="239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val="clear" w:pos="720"/>
                <w:tab w:val="left" w:pos="366" w:leader="none"/>
              </w:tabs>
              <w:spacing w:lineRule="exact" w:line="153" w:before="67" w:after="0"/>
              <w:ind w:left="365" w:right="0" w:hanging="278"/>
              <w:rPr/>
            </w:pPr>
            <w:r>
              <w:rPr>
                <w:w w:val="105"/>
                <w:sz w:val="14"/>
              </w:rPr>
              <w:t>Nel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sentenza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condanna,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se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58" w:before="61" w:after="0"/>
              <w:rPr/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58" w:before="61" w:after="0"/>
              <w:ind w:left="89" w:right="0" w:hanging="0"/>
              <w:rPr/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</w:tr>
      <w:tr>
        <w:trPr>
          <w:trHeight w:val="166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4" w:before="2" w:after="0"/>
              <w:ind w:left="364" w:right="0" w:hanging="0"/>
              <w:rPr/>
            </w:pPr>
            <w:r>
              <w:rPr>
                <w:rFonts w:eastAsia="Times New Roman" w:ascii="Arial" w:hAnsi="Arial"/>
                <w:b/>
                <w:w w:val="105"/>
                <w:sz w:val="14"/>
                <w:u w:val="single"/>
              </w:rPr>
              <w:t>direttamente</w:t>
            </w:r>
            <w:r>
              <w:rPr>
                <w:rFonts w:eastAsia="Times New Roman" w:ascii="Arial" w:hAnsi="Arial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nella</w:t>
            </w:r>
            <w:r>
              <w:rPr>
                <w:rFonts w:eastAsia="Times New Roman"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sentenza</w:t>
            </w:r>
            <w:r>
              <w:rPr>
                <w:rFonts w:eastAsia="Times New Roman"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di</w:t>
            </w:r>
            <w:r>
              <w:rPr>
                <w:rFonts w:eastAsia="Times New Roman"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condanna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durata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19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" w:after="0"/>
              <w:ind w:left="364" w:right="0" w:hanging="0"/>
              <w:rPr/>
            </w:pPr>
            <w:r>
              <w:rPr>
                <w:w w:val="105"/>
                <w:sz w:val="14"/>
              </w:rPr>
              <w:t>periodo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d'esclusione: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317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95" w:after="0"/>
              <w:rPr/>
            </w:pPr>
            <w:r>
              <w:rPr>
                <w:w w:val="105"/>
                <w:sz w:val="14"/>
              </w:rPr>
              <w:t xml:space="preserve">2) </w:t>
            </w:r>
            <w:r>
              <w:rPr>
                <w:spacing w:val="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altro</w:t>
            </w:r>
            <w:r>
              <w:rPr>
                <w:rFonts w:eastAsia="Times New Roman"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modo</w:t>
            </w:r>
            <w:r>
              <w:rPr>
                <w:w w:val="105"/>
                <w:sz w:val="14"/>
              </w:rPr>
              <w:t>?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Specificare: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tabs>
                <w:tab w:val="clear" w:pos="720"/>
                <w:tab w:val="left" w:pos="1144" w:leader="dot"/>
              </w:tabs>
              <w:spacing w:before="32" w:after="0"/>
              <w:rPr/>
            </w:pPr>
            <w:r>
              <w:rPr>
                <w:w w:val="105"/>
                <w:sz w:val="14"/>
              </w:rPr>
              <w:t>c2)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tabs>
                <w:tab w:val="clear" w:pos="720"/>
                <w:tab w:val="left" w:pos="1146" w:leader="dot"/>
              </w:tabs>
              <w:spacing w:before="32" w:after="0"/>
              <w:ind w:left="89" w:right="0" w:hanging="0"/>
              <w:rPr/>
            </w:pPr>
            <w:r>
              <w:rPr>
                <w:w w:val="105"/>
                <w:sz w:val="14"/>
              </w:rPr>
              <w:t>c2)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>
        <w:trPr>
          <w:trHeight w:val="39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tLeast" w:line="170" w:before="35" w:after="0"/>
              <w:ind w:left="364" w:right="92" w:hanging="276"/>
              <w:rPr/>
            </w:pPr>
            <w:r>
              <w:rPr>
                <w:w w:val="105"/>
                <w:sz w:val="14"/>
              </w:rPr>
              <w:t>d)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L'operatore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ottemperato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</w:t>
            </w:r>
            <w:r>
              <w:rPr>
                <w:spacing w:val="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ottempererà</w:t>
            </w:r>
            <w:r>
              <w:rPr>
                <w:spacing w:val="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</w:t>
            </w:r>
            <w:r>
              <w:rPr>
                <w:spacing w:val="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suoi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obblighi,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pagando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impegnandosi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modo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vincolante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pagare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7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rPr/>
            </w:pPr>
            <w:r>
              <w:rPr>
                <w:w w:val="105"/>
                <w:sz w:val="14"/>
              </w:rPr>
              <w:t>d)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7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89" w:right="0" w:hanging="0"/>
              <w:rPr/>
            </w:pPr>
            <w:r>
              <w:rPr>
                <w:w w:val="105"/>
                <w:sz w:val="14"/>
              </w:rPr>
              <w:t>d)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167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2" w:before="6" w:after="0"/>
              <w:ind w:left="0" w:right="95" w:hanging="0"/>
              <w:jc w:val="right"/>
              <w:rPr/>
            </w:pPr>
            <w:r>
              <w:rPr>
                <w:w w:val="105"/>
                <w:sz w:val="14"/>
              </w:rPr>
              <w:t>le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imposte,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tasse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 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contributi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previdenziali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dovuti,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compresi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168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2" w:before="6" w:after="0"/>
              <w:ind w:left="0" w:right="93" w:hanging="0"/>
              <w:jc w:val="right"/>
              <w:rPr/>
            </w:pPr>
            <w:r>
              <w:rPr>
                <w:w w:val="105"/>
                <w:sz w:val="14"/>
              </w:rPr>
              <w:t>eventuali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interessi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multe,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avendo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effettuato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pagamento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166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1" w:before="6" w:after="0"/>
              <w:ind w:left="0" w:right="93" w:hanging="0"/>
              <w:jc w:val="right"/>
              <w:rPr/>
            </w:pPr>
            <w:r>
              <w:rPr>
                <w:w w:val="105"/>
                <w:sz w:val="14"/>
              </w:rPr>
              <w:t>formalizzato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l’impegno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scadenza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termine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166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2" w:before="4" w:after="0"/>
              <w:ind w:left="0" w:right="95" w:hanging="0"/>
              <w:jc w:val="right"/>
              <w:rPr/>
            </w:pPr>
            <w:r>
              <w:rPr>
                <w:w w:val="105"/>
                <w:sz w:val="14"/>
              </w:rPr>
              <w:t>presentazione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della 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domanda 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(articolo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94,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comma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6, 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4" w:before="2" w:after="0"/>
              <w:rPr/>
            </w:pPr>
            <w:r>
              <w:rPr>
                <w:rFonts w:eastAsia="Times New Roman" w:ascii="Arial" w:hAnsi="Arial"/>
                <w:b/>
                <w:w w:val="105"/>
                <w:sz w:val="14"/>
              </w:rPr>
              <w:t>In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caso</w:t>
            </w:r>
            <w:r>
              <w:rPr>
                <w:rFonts w:eastAsia="Times New Roman"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4" w:before="2" w:after="0"/>
              <w:ind w:left="89" w:right="0" w:hanging="0"/>
              <w:rPr/>
            </w:pPr>
            <w:r>
              <w:rPr>
                <w:rFonts w:eastAsia="Times New Roman" w:ascii="Arial" w:hAnsi="Arial"/>
                <w:b/>
                <w:w w:val="105"/>
                <w:sz w:val="14"/>
              </w:rPr>
              <w:t>In</w:t>
            </w:r>
            <w:r>
              <w:rPr>
                <w:rFonts w:eastAsia="Times New Roman"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caso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</w:p>
        </w:tc>
      </w:tr>
      <w:tr>
        <w:trPr>
          <w:trHeight w:val="168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2" w:before="6" w:after="0"/>
              <w:ind w:left="0" w:right="95" w:hanging="0"/>
              <w:jc w:val="right"/>
              <w:rPr/>
            </w:pPr>
            <w:r>
              <w:rPr>
                <w:w w:val="105"/>
                <w:sz w:val="14"/>
              </w:rPr>
              <w:t>Codice)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oppure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compensato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debito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tributario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crediti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2" w:before="6" w:after="0"/>
              <w:rPr/>
            </w:pPr>
            <w:r>
              <w:rPr>
                <w:w w:val="110"/>
                <w:sz w:val="14"/>
              </w:rPr>
              <w:t>informazioni</w:t>
            </w:r>
            <w:r>
              <w:rPr>
                <w:spacing w:val="4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dettagliate:</w:t>
            </w:r>
            <w:r>
              <w:rPr>
                <w:spacing w:val="8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2" w:before="6" w:after="0"/>
              <w:ind w:left="89" w:right="0" w:hanging="0"/>
              <w:rPr/>
            </w:pPr>
            <w:r>
              <w:rPr>
                <w:w w:val="110"/>
                <w:sz w:val="14"/>
              </w:rPr>
              <w:t>informazioni</w:t>
            </w:r>
            <w:r>
              <w:rPr>
                <w:spacing w:val="3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dettagliate:</w:t>
            </w:r>
            <w:r>
              <w:rPr>
                <w:spacing w:val="7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[……]</w:t>
            </w:r>
          </w:p>
        </w:tc>
      </w:tr>
      <w:tr>
        <w:trPr>
          <w:trHeight w:val="168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2" w:before="6" w:after="0"/>
              <w:ind w:left="0" w:right="93" w:hanging="0"/>
              <w:jc w:val="right"/>
              <w:rPr/>
            </w:pPr>
            <w:r>
              <w:rPr>
                <w:w w:val="105"/>
                <w:sz w:val="14"/>
              </w:rPr>
              <w:t>certificati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vantati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confronti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pubblica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amministrazione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282" w:hRule="atLeast"/>
        </w:trPr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" w:after="0"/>
              <w:ind w:left="364" w:right="0" w:hanging="0"/>
              <w:rPr/>
            </w:pPr>
            <w:r>
              <w:rPr>
                <w:w w:val="105"/>
                <w:sz w:val="14"/>
              </w:rPr>
              <w:t>(art.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95,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ult.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periodo,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Codice)?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</w:tr>
    </w:tbl>
    <w:p>
      <w:pPr>
        <w:sectPr>
          <w:footerReference w:type="default" r:id="rId8"/>
          <w:type w:val="nextPage"/>
          <w:pgSz w:w="11906" w:h="16838"/>
          <w:pgMar w:left="1100" w:right="420" w:header="0" w:top="1580" w:footer="1906" w:bottom="210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eltesto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3280" cy="99695"/>
                <wp:effectExtent l="0" t="0" r="0" b="0"/>
                <wp:wrapNone/>
                <wp:docPr id="2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4" name="Rectangle 1"/>
                        <wps:cNvSpPr/>
                      </wps:nvSpPr>
                      <wps:spPr>
                        <a:xfrm>
                          <a:off x="0" y="0"/>
                          <a:ext cx="842760" cy="9900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f4fdfd" stroked="f" style="position:absolute;margin-left:116.75pt;margin-top:571.2pt;width:66.3pt;height:7.75pt;mso-position-horizontal-relative:page;mso-position-vertical-relative:page">
                <w10:wrap type="none"/>
                <v:fill o:detectmouseclick="t" type="solid" color2="#0b0202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915" cy="99695"/>
                <wp:effectExtent l="0" t="0" r="0" b="0"/>
                <wp:wrapNone/>
                <wp:docPr id="2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5" name="Rectangle 1"/>
                        <wps:cNvSpPr/>
                      </wps:nvSpPr>
                      <wps:spPr>
                        <a:xfrm>
                          <a:off x="0" y="0"/>
                          <a:ext cx="716400" cy="9900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f4fdfd" stroked="f" style="position:absolute;margin-left:116.75pt;margin-top:586.8pt;width:56.35pt;height:7.75pt;mso-position-horizontal-relative:page;mso-position-vertical-relative:page">
                <w10:wrap type="none"/>
                <v:fill o:detectmouseclick="t" type="solid" color2="#0b0202"/>
                <v:stroke color="#3465a4" joinstyle="round" endcap="flat"/>
              </v:rect>
            </w:pict>
          </mc:Fallback>
        </mc:AlternateContent>
      </w:r>
    </w:p>
    <w:p>
      <w:pPr>
        <w:pStyle w:val="Corpodeltesto"/>
        <w:spacing w:before="9" w:after="0"/>
        <w:rPr>
          <w:sz w:val="25"/>
        </w:rPr>
      </w:pPr>
      <w:r>
        <w:rPr>
          <w:sz w:val="25"/>
        </w:rPr>
      </w:r>
    </w:p>
    <w:tbl>
      <w:tblPr>
        <w:tblW w:w="9044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2"/>
        <w:gridCol w:w="4522"/>
      </w:tblGrid>
      <w:tr>
        <w:trPr>
          <w:trHeight w:val="854" w:hRule="atLeast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5" w:after="0"/>
              <w:ind w:left="88" w:right="138" w:hanging="0"/>
              <w:rPr/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 documentazione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pagamento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imposte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contributi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previdenziali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35" w:before="127" w:after="0"/>
              <w:ind w:left="88" w:right="307" w:firstLine="40"/>
              <w:rPr/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documentazione)(</w:t>
            </w:r>
            <w:r>
              <w:rPr>
                <w:color w:val="00000A"/>
                <w:w w:val="105"/>
                <w:position w:val="5"/>
                <w:sz w:val="10"/>
              </w:rPr>
              <w:t>20</w:t>
            </w:r>
            <w:r>
              <w:rPr>
                <w:color w:val="00000A"/>
                <w:w w:val="105"/>
                <w:sz w:val="14"/>
              </w:rPr>
              <w:t>):</w:t>
            </w:r>
          </w:p>
          <w:p>
            <w:pPr>
              <w:pStyle w:val="TableParagraph"/>
              <w:spacing w:before="128" w:after="0"/>
              <w:rPr>
                <w:color w:val="00000A"/>
                <w:w w:val="160"/>
                <w:sz w:val="14"/>
              </w:rPr>
            </w:pPr>
            <w:r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>
      <w:pPr>
        <w:pStyle w:val="Titolo4"/>
        <w:spacing w:before="112" w:after="0"/>
        <w:ind w:left="887" w:right="1097" w:hanging="0"/>
        <w:rPr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>
      <w:pPr>
        <w:pStyle w:val="Corpodeltesto"/>
        <w:spacing w:before="7" w:after="0"/>
        <w:rPr>
          <w:sz w:val="27"/>
        </w:rPr>
      </w:pPr>
      <w:r>
        <w:rPr>
          <w:sz w:val="27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16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23" name="2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1390" cy="349885"/>
                        </a:xfrm>
                        <a:prstGeom prst="rect"/>
                        <a:solidFill>
                          <a:srgbClr val="BFBFBF"/>
                        </a:solidFill>
                        <a:ln w="6350">
                          <a:solidFill>
                            <a:srgbClr val="00000A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lineRule="auto" w:line="247" w:before="24" w:after="0"/>
                              <w:ind w:left="105" w:right="81" w:hanging="0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BFBFBF" strokecolor="#00000A" strokeweight="0pt" style="position:absolute;rotation:0;width:475.7pt;height:27.55pt;mso-wrap-distance-left:0pt;mso-wrap-distance-right:0pt;mso-wrap-distance-top:0pt;mso-wrap-distance-bottom:0pt;margin-top:17.85pt;mso-position-vertical-relative:text;margin-left:82.1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lineRule="auto" w:line="247" w:before="24" w:after="0"/>
                        <w:ind w:left="105" w:right="81" w:hanging="0"/>
                        <w:rPr/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7" w:after="1"/>
        <w:rPr>
          <w:sz w:val="7"/>
        </w:rPr>
      </w:pPr>
      <w:r>
        <w:rPr>
          <w:sz w:val="7"/>
        </w:rPr>
      </w:r>
    </w:p>
    <w:tbl>
      <w:tblPr>
        <w:tblW w:w="904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4521"/>
      </w:tblGrid>
      <w:tr>
        <w:trPr>
          <w:trHeight w:val="568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47" w:before="123" w:after="0"/>
              <w:ind w:left="88" w:right="164" w:hanging="0"/>
              <w:rPr/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Informazioni</w:t>
            </w:r>
            <w:r>
              <w:rPr>
                <w:rFonts w:eastAsia="Times New Roman"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su</w:t>
            </w:r>
            <w:r>
              <w:rPr>
                <w:rFonts w:eastAsia="Times New Roman"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eastAsia="Times New Roman"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situazioni</w:t>
            </w:r>
            <w:r>
              <w:rPr>
                <w:rFonts w:eastAsia="Times New Roman"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eastAsia="Times New Roman"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insolvenza,</w:t>
            </w:r>
            <w:r>
              <w:rPr>
                <w:rFonts w:eastAsia="Times New Roman"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conflitto</w:t>
            </w:r>
            <w:r>
              <w:rPr>
                <w:rFonts w:eastAsia="Times New Roman"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eastAsia="Times New Roman"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interessi</w:t>
            </w:r>
            <w:r>
              <w:rPr>
                <w:rFonts w:eastAsia="Times New Roman"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eastAsia="Times New Roman"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illeciti</w:t>
            </w:r>
            <w:r>
              <w:rPr>
                <w:rFonts w:eastAsia="Times New Roman" w:ascii="Arial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>
                <w:rFonts w:ascii="Arial" w:hAnsi="Arial" w:eastAsia="Times New Roman"/>
                <w:b/>
                <w:b/>
                <w:color w:val="00000A"/>
                <w:w w:val="105"/>
                <w:sz w:val="14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>
        <w:trPr>
          <w:trHeight w:val="402" w:hRule="atLeast"/>
        </w:trPr>
        <w:tc>
          <w:tcPr>
            <w:tcW w:w="452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3" w:after="0"/>
              <w:ind w:left="88" w:right="94" w:hanging="0"/>
              <w:jc w:val="both"/>
              <w:rPr/>
            </w:pPr>
            <w:r>
              <w:rPr>
                <w:spacing w:val="-1"/>
                <w:w w:val="105"/>
                <w:sz w:val="14"/>
              </w:rPr>
              <w:t>L'operatore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economico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violato,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per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quanto</w:t>
            </w:r>
            <w:r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sua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conoscenza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>
              <w:rPr>
                <w:w w:val="105"/>
                <w:sz w:val="14"/>
              </w:rPr>
              <w:t xml:space="preserve">applicabili in materia di salute e sicurezza sul lavoro,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>
              <w:rPr>
                <w:w w:val="105"/>
                <w:sz w:val="14"/>
              </w:rPr>
              <w:t>(</w:t>
            </w:r>
            <w:r>
              <w:rPr>
                <w:w w:val="105"/>
                <w:sz w:val="14"/>
                <w:vertAlign w:val="superscript"/>
              </w:rPr>
              <w:t>22</w:t>
            </w:r>
            <w:r>
              <w:rPr>
                <w:w w:val="105"/>
                <w:sz w:val="14"/>
              </w:rPr>
              <w:t>) di cui all’articolo 95,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a),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Codice?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581" w:hRule="atLeast"/>
        </w:trPr>
        <w:tc>
          <w:tcPr>
            <w:tcW w:w="4521" w:type="dxa"/>
            <w:vMerge w:val="continue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90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0" w:after="0"/>
              <w:ind w:left="0" w:right="0" w:hanging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spacing w:lineRule="auto" w:line="254" w:before="1" w:after="0"/>
              <w:ind w:left="88" w:right="189" w:hanging="0"/>
              <w:rPr/>
            </w:pPr>
            <w:r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>
              <w:rPr>
                <w:w w:val="105"/>
                <w:sz w:val="13"/>
              </w:rPr>
              <w:t>, l'operatore economico ha adottato 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sufficienti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dimostrare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affidabilità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nonostante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l'esistenza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motivo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esclusione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(autodisciplina</w:t>
            </w:r>
          </w:p>
          <w:p>
            <w:pPr>
              <w:pStyle w:val="TableParagraph"/>
              <w:spacing w:lineRule="exact" w:line="145"/>
              <w:rPr/>
            </w:pP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“Self-Cleaning,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cfr.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comma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</w:t>
            </w:r>
            <w:r>
              <w:rPr>
                <w:w w:val="105"/>
                <w:sz w:val="13"/>
              </w:rPr>
              <w:t>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1" w:after="0"/>
              <w:ind w:left="0" w:right="0" w:hanging="0"/>
              <w:rPr>
                <w:sz w:val="19"/>
              </w:rPr>
            </w:pPr>
            <w:r>
              <w:rPr>
                <w:sz w:val="19"/>
              </w:rPr>
            </w:r>
          </w:p>
          <w:p>
            <w:pPr>
              <w:pStyle w:val="TableParagraph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230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29" w:before="81" w:after="0"/>
              <w:rPr/>
            </w:pPr>
            <w:r>
              <w:rPr>
                <w:rFonts w:eastAsia="Times New Roman" w:ascii="Arial" w:hAnsi="Arial"/>
                <w:b/>
                <w:w w:val="105"/>
                <w:sz w:val="13"/>
              </w:rPr>
              <w:t>In</w:t>
            </w:r>
            <w:r>
              <w:rPr>
                <w:rFonts w:eastAsia="Times New Roman"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caso</w:t>
            </w:r>
            <w:r>
              <w:rPr>
                <w:rFonts w:eastAsia="Times New Roman"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487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spacing w:lineRule="auto" w:line="252" w:before="1" w:after="0"/>
              <w:ind w:left="88" w:right="665" w:hanging="0"/>
              <w:rPr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" w:after="0"/>
              <w:rPr/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>
        <w:trPr>
          <w:trHeight w:val="438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9" w:before="68" w:after="0"/>
              <w:ind w:left="88" w:right="521" w:hanging="0"/>
              <w:rPr/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9" w:after="0"/>
              <w:rPr/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>
        <w:trPr>
          <w:trHeight w:val="723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4" w:before="62" w:after="0"/>
              <w:ind w:left="88" w:right="181" w:hanging="0"/>
              <w:jc w:val="both"/>
              <w:rPr/>
            </w:pPr>
            <w:r>
              <w:rPr>
                <w:w w:val="105"/>
                <w:sz w:val="13"/>
              </w:rPr>
              <w:t>L’operatore economico ha adottato provvedimenti concreti di carattere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illeciti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9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1" w:after="0"/>
              <w:rPr/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 xml:space="preserve">Sì </w:t>
            </w:r>
            <w:r>
              <w:rPr>
                <w:spacing w:val="2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>
        <w:trPr>
          <w:trHeight w:val="441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8" w:after="0"/>
              <w:ind w:left="0" w:right="0" w:hanging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107" w:after="0"/>
              <w:rPr>
                <w:w w:val="160"/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</w:p>
        </w:tc>
      </w:tr>
      <w:tr>
        <w:trPr>
          <w:trHeight w:val="410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30" w:after="0"/>
              <w:rPr/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97" w:after="0"/>
              <w:rPr>
                <w:w w:val="160"/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</w:p>
        </w:tc>
      </w:tr>
      <w:tr>
        <w:trPr>
          <w:trHeight w:val="488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lineRule="atLeast" w:line="150" w:before="1" w:after="0"/>
              <w:ind w:left="88" w:right="135" w:hanging="0"/>
              <w:rPr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7" w:after="0"/>
              <w:ind w:left="0" w:right="0" w:hanging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1" w:after="0"/>
              <w:rPr/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>
        <w:trPr>
          <w:trHeight w:val="698" w:hRule="atLeast"/>
        </w:trPr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08" w:after="0"/>
              <w:rPr/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9" w:after="0"/>
              <w:rPr/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>
        <w:trPr>
          <w:trHeight w:val="547" w:hRule="atLeast"/>
        </w:trPr>
        <w:tc>
          <w:tcPr>
            <w:tcW w:w="4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4" w:before="124" w:after="0"/>
              <w:ind w:left="88" w:right="95" w:hanging="0"/>
              <w:jc w:val="both"/>
              <w:rPr/>
            </w:pPr>
            <w:r>
              <w:rPr>
                <w:w w:val="105"/>
                <w:sz w:val="13"/>
              </w:rPr>
              <w:t>L'operatore economico si trova in una delle seguenti situazioni oppure è</w:t>
            </w:r>
            <w:r>
              <w:rPr>
                <w:spacing w:val="-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sottoposto a un procedimento per l’accertamento di una delle seguenti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situazioni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 comma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d),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Codice: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val="clear" w:pos="720"/>
                <w:tab w:val="left" w:pos="598" w:leader="none"/>
              </w:tabs>
              <w:spacing w:before="116" w:after="0"/>
              <w:rPr/>
            </w:pPr>
            <w:r>
              <w:rPr>
                <w:w w:val="105"/>
                <w:sz w:val="13"/>
              </w:rPr>
              <w:t>liquidazione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giudiziale</w:t>
            </w:r>
          </w:p>
          <w:p>
            <w:pPr>
              <w:pStyle w:val="TableParagraph"/>
              <w:spacing w:before="9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val="clear" w:pos="720"/>
                <w:tab w:val="left" w:pos="598" w:leader="none"/>
              </w:tabs>
              <w:rPr/>
            </w:pPr>
            <w:r>
              <w:rPr>
                <w:w w:val="105"/>
                <w:sz w:val="13"/>
              </w:rPr>
              <w:t>liquidazione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coatta</w:t>
            </w:r>
          </w:p>
          <w:p>
            <w:pPr>
              <w:pStyle w:val="TableParagraph"/>
              <w:spacing w:before="6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val="clear" w:pos="720"/>
                <w:tab w:val="left" w:pos="598" w:leader="none"/>
              </w:tabs>
              <w:rPr/>
            </w:pPr>
            <w:r>
              <w:rPr>
                <w:w w:val="105"/>
                <w:sz w:val="13"/>
                <w:highlight w:val="cyan"/>
              </w:rPr>
              <w:t>concordato</w:t>
            </w:r>
            <w:r>
              <w:rPr>
                <w:spacing w:val="-9"/>
                <w:w w:val="105"/>
                <w:sz w:val="13"/>
                <w:highlight w:val="cyan"/>
              </w:rPr>
              <w:t xml:space="preserve"> </w:t>
            </w:r>
            <w:r>
              <w:rPr>
                <w:w w:val="105"/>
                <w:sz w:val="13"/>
                <w:highlight w:val="cyan"/>
              </w:rPr>
              <w:t>preventivo</w:t>
            </w:r>
          </w:p>
          <w:p>
            <w:pPr>
              <w:pStyle w:val="TableParagraph"/>
              <w:spacing w:before="9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val="clear" w:pos="720"/>
                <w:tab w:val="left" w:pos="598" w:leader="none"/>
              </w:tabs>
              <w:spacing w:lineRule="auto" w:line="252"/>
              <w:ind w:left="597" w:right="95" w:hanging="351"/>
              <w:rPr/>
            </w:pPr>
            <w:r>
              <w:rPr>
                <w:w w:val="105"/>
                <w:sz w:val="13"/>
                <w:highlight w:val="cyan"/>
              </w:rPr>
              <w:t>nei</w:t>
            </w:r>
            <w:r>
              <w:rPr>
                <w:spacing w:val="13"/>
                <w:w w:val="105"/>
                <w:sz w:val="13"/>
                <w:highlight w:val="cyan"/>
              </w:rPr>
              <w:t xml:space="preserve"> </w:t>
            </w:r>
            <w:r>
              <w:rPr>
                <w:w w:val="105"/>
                <w:sz w:val="13"/>
                <w:highlight w:val="cyan"/>
              </w:rPr>
              <w:t>cui</w:t>
            </w:r>
            <w:r>
              <w:rPr>
                <w:spacing w:val="14"/>
                <w:w w:val="105"/>
                <w:sz w:val="13"/>
                <w:highlight w:val="cyan"/>
              </w:rPr>
              <w:t xml:space="preserve"> </w:t>
            </w:r>
            <w:r>
              <w:rPr>
                <w:w w:val="105"/>
                <w:sz w:val="13"/>
                <w:highlight w:val="cyan"/>
              </w:rPr>
              <w:t>confronti</w:t>
            </w:r>
            <w:r>
              <w:rPr>
                <w:spacing w:val="12"/>
                <w:w w:val="105"/>
                <w:sz w:val="13"/>
                <w:highlight w:val="cyan"/>
              </w:rPr>
              <w:t xml:space="preserve"> </w:t>
            </w:r>
            <w:r>
              <w:rPr>
                <w:w w:val="105"/>
                <w:sz w:val="13"/>
                <w:highlight w:val="cyan"/>
              </w:rPr>
              <w:t>sia</w:t>
            </w:r>
            <w:r>
              <w:rPr>
                <w:spacing w:val="13"/>
                <w:w w:val="105"/>
                <w:sz w:val="13"/>
                <w:highlight w:val="cyan"/>
              </w:rPr>
              <w:t xml:space="preserve"> </w:t>
            </w:r>
            <w:r>
              <w:rPr>
                <w:w w:val="105"/>
                <w:sz w:val="13"/>
                <w:highlight w:val="cyan"/>
              </w:rPr>
              <w:t>in</w:t>
            </w:r>
            <w:r>
              <w:rPr>
                <w:spacing w:val="10"/>
                <w:w w:val="105"/>
                <w:sz w:val="13"/>
                <w:highlight w:val="cyan"/>
              </w:rPr>
              <w:t xml:space="preserve"> </w:t>
            </w:r>
            <w:r>
              <w:rPr>
                <w:w w:val="105"/>
                <w:sz w:val="13"/>
                <w:highlight w:val="cyan"/>
              </w:rPr>
              <w:t>corso</w:t>
            </w:r>
            <w:r>
              <w:rPr>
                <w:spacing w:val="12"/>
                <w:w w:val="105"/>
                <w:sz w:val="13"/>
                <w:highlight w:val="cyan"/>
              </w:rPr>
              <w:t xml:space="preserve"> </w:t>
            </w:r>
            <w:r>
              <w:rPr>
                <w:w w:val="105"/>
                <w:sz w:val="13"/>
                <w:highlight w:val="cyan"/>
              </w:rPr>
              <w:t>un</w:t>
            </w:r>
            <w:r>
              <w:rPr>
                <w:spacing w:val="10"/>
                <w:w w:val="105"/>
                <w:sz w:val="13"/>
                <w:highlight w:val="cyan"/>
              </w:rPr>
              <w:t xml:space="preserve"> </w:t>
            </w:r>
            <w:r>
              <w:rPr>
                <w:w w:val="105"/>
                <w:sz w:val="13"/>
                <w:highlight w:val="cyan"/>
              </w:rPr>
              <w:t>procedimento</w:t>
            </w:r>
            <w:r>
              <w:rPr>
                <w:spacing w:val="11"/>
                <w:w w:val="105"/>
                <w:sz w:val="13"/>
                <w:highlight w:val="cyan"/>
              </w:rPr>
              <w:t xml:space="preserve"> </w:t>
            </w:r>
            <w:r>
              <w:rPr>
                <w:w w:val="105"/>
                <w:sz w:val="13"/>
                <w:highlight w:val="cyan"/>
              </w:rPr>
              <w:t>per</w:t>
            </w:r>
            <w:r>
              <w:rPr>
                <w:spacing w:val="12"/>
                <w:w w:val="105"/>
                <w:sz w:val="13"/>
                <w:highlight w:val="cyan"/>
              </w:rPr>
              <w:t xml:space="preserve"> </w:t>
            </w:r>
            <w:r>
              <w:rPr>
                <w:w w:val="105"/>
                <w:sz w:val="13"/>
                <w:highlight w:val="cyan"/>
              </w:rPr>
              <w:t>l’accesso</w:t>
            </w:r>
            <w:r>
              <w:rPr>
                <w:spacing w:val="12"/>
                <w:w w:val="105"/>
                <w:sz w:val="13"/>
                <w:highlight w:val="cyan"/>
              </w:rPr>
              <w:t xml:space="preserve"> </w:t>
            </w:r>
            <w:r>
              <w:rPr>
                <w:w w:val="105"/>
                <w:sz w:val="13"/>
                <w:highlight w:val="cyan"/>
              </w:rPr>
              <w:t>a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  <w:highlight w:val="cyan"/>
              </w:rPr>
              <w:t>una di</w:t>
            </w:r>
            <w:r>
              <w:rPr>
                <w:spacing w:val="3"/>
                <w:w w:val="105"/>
                <w:sz w:val="13"/>
                <w:highlight w:val="cyan"/>
              </w:rPr>
              <w:t xml:space="preserve"> </w:t>
            </w:r>
            <w:r>
              <w:rPr>
                <w:w w:val="105"/>
                <w:sz w:val="13"/>
                <w:highlight w:val="cyan"/>
              </w:rPr>
              <w:t>tali</w:t>
            </w:r>
            <w:r>
              <w:rPr>
                <w:spacing w:val="1"/>
                <w:w w:val="105"/>
                <w:sz w:val="13"/>
                <w:highlight w:val="cyan"/>
              </w:rPr>
              <w:t xml:space="preserve"> </w:t>
            </w:r>
            <w:r>
              <w:rPr>
                <w:w w:val="105"/>
                <w:sz w:val="13"/>
                <w:highlight w:val="cyan"/>
              </w:rPr>
              <w:t>procedure</w:t>
            </w:r>
          </w:p>
          <w:p>
            <w:pPr>
              <w:pStyle w:val="TableParagraph"/>
              <w:spacing w:before="7" w:after="0"/>
              <w:ind w:left="0" w:right="0" w:hanging="0"/>
              <w:rPr>
                <w:sz w:val="13"/>
              </w:rPr>
            </w:pPr>
            <w:r>
              <w:rPr>
                <w:sz w:val="13"/>
              </w:rPr>
            </w:r>
          </w:p>
          <w:p>
            <w:pPr>
              <w:pStyle w:val="TableParagraph"/>
              <w:jc w:val="both"/>
              <w:rPr/>
            </w:pPr>
            <w:r>
              <w:rPr>
                <w:rFonts w:eastAsia="Times New Roman" w:ascii="Arial" w:hAnsi="Arial"/>
                <w:b/>
                <w:w w:val="105"/>
                <w:sz w:val="13"/>
              </w:rPr>
              <w:t>In</w:t>
            </w:r>
            <w:r>
              <w:rPr>
                <w:rFonts w:eastAsia="Times New Roman"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caso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affermativo:</w:t>
            </w:r>
          </w:p>
          <w:p>
            <w:pPr>
              <w:pStyle w:val="TableParagraph"/>
              <w:spacing w:before="4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jc w:val="both"/>
              <w:rPr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sarà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grado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eseguire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contratto?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9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>
        <w:trPr>
          <w:trHeight w:val="381" w:hRule="atLeast"/>
        </w:trPr>
        <w:tc>
          <w:tcPr>
            <w:tcW w:w="45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7" w:after="0"/>
              <w:ind w:left="0" w:right="0" w:hanging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lineRule="exact" w:line="127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 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>
        <w:trPr>
          <w:trHeight w:val="147" w:hRule="atLeast"/>
        </w:trPr>
        <w:tc>
          <w:tcPr>
            <w:tcW w:w="45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26" w:before="1" w:after="0"/>
              <w:ind w:left="803" w:right="0" w:hanging="0"/>
              <w:rPr/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>
        <w:trPr>
          <w:trHeight w:val="145" w:hRule="atLeast"/>
        </w:trPr>
        <w:tc>
          <w:tcPr>
            <w:tcW w:w="45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26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 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 gli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 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>
        <w:trPr>
          <w:trHeight w:val="145" w:hRule="atLeast"/>
        </w:trPr>
        <w:tc>
          <w:tcPr>
            <w:tcW w:w="45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26"/>
              <w:ind w:left="803" w:right="0" w:hanging="0"/>
              <w:rPr/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>
        <w:trPr>
          <w:trHeight w:val="146" w:hRule="atLeast"/>
        </w:trPr>
        <w:tc>
          <w:tcPr>
            <w:tcW w:w="45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26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 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>
        <w:trPr>
          <w:trHeight w:val="147" w:hRule="atLeast"/>
        </w:trPr>
        <w:tc>
          <w:tcPr>
            <w:tcW w:w="45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27"/>
              <w:ind w:left="803" w:right="0" w:hanging="0"/>
              <w:rPr/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>
        <w:trPr>
          <w:trHeight w:val="147" w:hRule="atLeast"/>
        </w:trPr>
        <w:tc>
          <w:tcPr>
            <w:tcW w:w="45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26" w:before="1" w:after="0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 provvedimenti</w:t>
            </w:r>
          </w:p>
        </w:tc>
      </w:tr>
      <w:tr>
        <w:trPr>
          <w:trHeight w:val="304" w:hRule="atLeast"/>
        </w:trPr>
        <w:tc>
          <w:tcPr>
            <w:tcW w:w="45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803" w:right="0" w:hanging="0"/>
              <w:rPr/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>
        <w:trPr>
          <w:trHeight w:val="460" w:hRule="atLeast"/>
        </w:trPr>
        <w:tc>
          <w:tcPr>
            <w:tcW w:w="45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</w:tbl>
    <w:p>
      <w:pPr>
        <w:pStyle w:val="Corpodeltesto"/>
        <w:rPr>
          <w:sz w:val="23"/>
        </w:rPr>
      </w:pPr>
      <w:r>
        <w:rPr>
          <w:sz w:val="23"/>
        </w:rPr>
        <mc:AlternateContent>
          <mc:Choice Requires="wps">
            <w:drawing>
              <wp:anchor behindDoc="1" distT="0" distB="0" distL="0" distR="0" simplePos="0" locked="0" layoutInCell="1" allowOverlap="1" relativeHeight="17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80540" cy="8255"/>
                <wp:effectExtent l="0" t="0" r="0" b="0"/>
                <wp:wrapTopAndBottom/>
                <wp:docPr id="2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6" name="Rectangle 1"/>
                        <wps:cNvSpPr/>
                      </wps:nvSpPr>
                      <wps:spPr>
                        <a:xfrm>
                          <a:off x="0" y="0"/>
                          <a:ext cx="1779840" cy="756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0000a" stroked="f" style="position:absolute;margin-left:87.6pt;margin-top:15pt;width:140.1pt;height:0.55pt;mso-position-horizontal-relative:page">
                <w10:wrap type="none"/>
                <v:fill o:detectmouseclick="t" type="solid" color2="#fffff5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exact" w:line="137" w:before="63" w:after="0"/>
        <w:ind w:left="652" w:right="0" w:hanging="0"/>
        <w:rPr/>
      </w:pP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eastAsia="Times New Roman"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>
      <w:pPr>
        <w:pStyle w:val="Corpodeltesto"/>
        <w:spacing w:lineRule="exact" w:line="136"/>
        <w:ind w:left="652" w:right="0" w:hanging="0"/>
        <w:rPr/>
      </w:pP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eastAsia="Times New Roman"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>
      <w:pPr>
        <w:sectPr>
          <w:footerReference w:type="default" r:id="rId9"/>
          <w:type w:val="nextPage"/>
          <w:pgSz w:w="11906" w:h="16838"/>
          <w:pgMar w:left="1100" w:right="420" w:header="0" w:top="1580" w:footer="1906" w:bottom="2100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lineRule="auto" w:line="264"/>
        <w:ind w:left="927" w:right="1039" w:hanging="276"/>
        <w:rPr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9" w:after="0"/>
        <w:rPr>
          <w:sz w:val="25"/>
        </w:rPr>
      </w:pPr>
      <w:r>
        <w:rPr>
          <w:sz w:val="25"/>
        </w:rPr>
      </w:r>
    </w:p>
    <w:tbl>
      <w:tblPr>
        <w:tblW w:w="904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4521"/>
      </w:tblGrid>
      <w:tr>
        <w:trPr>
          <w:trHeight w:val="1247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2" w:after="0"/>
              <w:ind w:left="88" w:right="95" w:hanging="0"/>
              <w:jc w:val="both"/>
              <w:rPr/>
            </w:pPr>
            <w:r>
              <w:rPr>
                <w:w w:val="105"/>
                <w:sz w:val="13"/>
              </w:rPr>
              <w:t>(</w:t>
            </w:r>
            <w:r>
              <w:rPr>
                <w:rFonts w:ascii="Arial" w:hAnsi="Arial"/>
                <w:b/>
                <w:w w:val="105"/>
                <w:sz w:val="13"/>
              </w:rPr>
              <w:t>N.B.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punto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dev’essere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curatore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autorizzato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all’esercizio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provvisorio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che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è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stato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autorizzato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giudice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delegato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partecipare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procedure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affidamento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contratti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gli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estremi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provvedimento</w:t>
            </w:r>
            <w:r>
              <w:rPr>
                <w:w w:val="105"/>
                <w:sz w:val="13"/>
              </w:rPr>
              <w:t>).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tabs>
                <w:tab w:val="clear" w:pos="720"/>
                <w:tab w:val="left" w:pos="743" w:leader="dot"/>
              </w:tabs>
              <w:spacing w:lineRule="auto" w:line="259" w:before="7" w:after="0"/>
              <w:ind w:left="88" w:right="945" w:hanging="0"/>
              <w:rPr/>
            </w:pP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</w:tc>
      </w:tr>
      <w:tr>
        <w:trPr>
          <w:trHeight w:val="287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4" w:before="123" w:after="0"/>
              <w:rPr/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colpevole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gravi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2" w:before="125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310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3" w:after="0"/>
              <w:rPr/>
            </w:pPr>
            <w:r>
              <w:rPr>
                <w:rFonts w:ascii="Arial" w:hAnsi="Arial"/>
                <w:b/>
                <w:w w:val="105"/>
                <w:sz w:val="14"/>
              </w:rPr>
              <w:t>professionali</w:t>
            </w:r>
            <w:r>
              <w:rPr>
                <w:w w:val="105"/>
                <w:sz w:val="14"/>
              </w:rPr>
              <w:t>(</w:t>
            </w:r>
            <w:r>
              <w:rPr>
                <w:w w:val="105"/>
                <w:sz w:val="14"/>
                <w:vertAlign w:val="superscript"/>
              </w:rPr>
              <w:t>23</w:t>
            </w:r>
            <w:r>
              <w:rPr>
                <w:w w:val="105"/>
                <w:sz w:val="14"/>
              </w:rPr>
              <w:t>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cui all’art.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98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310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0" w:after="0"/>
              <w:ind w:left="0" w:right="0" w:hanging="0"/>
              <w:rPr>
                <w:sz w:val="12"/>
              </w:rPr>
            </w:pPr>
            <w:r>
              <w:rPr>
                <w:sz w:val="12"/>
              </w:rPr>
            </w:r>
          </w:p>
          <w:p>
            <w:pPr>
              <w:pStyle w:val="TableParagraph"/>
              <w:spacing w:lineRule="exact" w:line="144"/>
              <w:rPr/>
            </w:pPr>
            <w:r>
              <w:rPr>
                <w:rFonts w:eastAsia="Times New Roman" w:ascii="Arial" w:hAnsi="Arial"/>
                <w:b/>
                <w:w w:val="105"/>
                <w:sz w:val="14"/>
              </w:rPr>
              <w:t>In</w:t>
            </w:r>
            <w:r>
              <w:rPr>
                <w:rFonts w:eastAsia="Times New Roman" w:ascii="Arial" w:hAns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caso</w:t>
            </w:r>
            <w:r>
              <w:rPr>
                <w:rFonts w:eastAsia="Times New Roman"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affermativo,</w:t>
            </w:r>
            <w:r>
              <w:rPr>
                <w:rFonts w:eastAsia="Times New Roman"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informazioni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specificando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22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" w:after="0"/>
              <w:rPr/>
            </w:pPr>
            <w:r>
              <w:rPr>
                <w:w w:val="105"/>
                <w:sz w:val="14"/>
              </w:rPr>
              <w:t>la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tipologia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illecito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seguenti: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383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  <w:tab w:val="left" w:pos="250" w:leader="none"/>
              </w:tabs>
              <w:spacing w:lineRule="atLeast" w:line="150" w:before="54" w:after="0"/>
              <w:ind w:left="249" w:right="95" w:hanging="137"/>
              <w:rPr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subito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l’irrogazione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esecutiva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dall’Autorità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garante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concorrenza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mercato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" w:after="0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368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5" w:after="0"/>
              <w:ind w:left="249" w:right="0" w:hanging="0"/>
              <w:rPr/>
            </w:pPr>
            <w:r>
              <w:rPr>
                <w:w w:val="105"/>
                <w:sz w:val="13"/>
              </w:rPr>
              <w:t>altra</w:t>
            </w:r>
            <w:r>
              <w:rPr>
                <w:spacing w:val="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settore,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rilevante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relazione</w:t>
            </w:r>
            <w:r>
              <w:rPr>
                <w:spacing w:val="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all’oggetto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specifico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dell’appalto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82" w:after="0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>
        <w:trPr>
          <w:trHeight w:val="226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val="clear" w:pos="720"/>
                <w:tab w:val="left" w:pos="250" w:leader="none"/>
              </w:tabs>
              <w:spacing w:lineRule="exact" w:line="142" w:before="64" w:after="0"/>
              <w:ind w:left="249" w:right="0" w:hanging="138"/>
              <w:rPr/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economico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ha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tentato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influenzare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indebitamente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311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4" w:after="0"/>
              <w:ind w:left="249" w:right="0" w:hanging="0"/>
              <w:rPr/>
            </w:pPr>
            <w:r>
              <w:rPr>
                <w:w w:val="105"/>
                <w:sz w:val="13"/>
              </w:rPr>
              <w:t xml:space="preserve">processo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decisionale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della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stazione  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appaltante  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ottenere</w:t>
            </w:r>
          </w:p>
          <w:p>
            <w:pPr>
              <w:pStyle w:val="TableParagraph"/>
              <w:spacing w:lineRule="exact" w:line="131" w:before="9" w:after="0"/>
              <w:ind w:left="249" w:right="0" w:hanging="0"/>
              <w:rPr/>
            </w:pPr>
            <w:r>
              <w:rPr>
                <w:w w:val="105"/>
                <w:sz w:val="13"/>
              </w:rPr>
              <w:t>informazioni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riservate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proprio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vantaggio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oppure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fornito,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anche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5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31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ind w:left="249" w:right="0" w:hanging="0"/>
              <w:rPr/>
            </w:pPr>
            <w:r>
              <w:rPr>
                <w:w w:val="105"/>
                <w:sz w:val="13"/>
              </w:rPr>
              <w:t xml:space="preserve">per 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negligenza,  informazioni 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false 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fuorvianti  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suscettibili 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  <w:p>
            <w:pPr>
              <w:pStyle w:val="TableParagraph"/>
              <w:spacing w:lineRule="exact" w:line="131" w:before="11" w:after="0"/>
              <w:ind w:left="249" w:right="0" w:hanging="0"/>
              <w:rPr/>
            </w:pPr>
            <w:r>
              <w:rPr>
                <w:sz w:val="13"/>
              </w:rPr>
              <w:t>influenzare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decisioni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sull'esclusione,</w:t>
            </w:r>
            <w:r>
              <w:rPr>
                <w:spacing w:val="2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selezione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l'aggiudicazione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29" w:after="0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>
        <w:trPr>
          <w:trHeight w:val="212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ind w:left="249" w:right="0" w:hanging="0"/>
              <w:rPr/>
            </w:pPr>
            <w:r>
              <w:rPr>
                <w:w w:val="105"/>
                <w:sz w:val="13"/>
              </w:rPr>
              <w:t>(art.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 comma 3, lett.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b, 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231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val="clear" w:pos="720"/>
                <w:tab w:val="left" w:pos="250" w:leader="none"/>
              </w:tabs>
              <w:spacing w:lineRule="exact" w:line="147" w:before="64" w:after="0"/>
              <w:ind w:left="249" w:right="0" w:hanging="138"/>
              <w:rPr/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economico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ha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dimostrato </w:t>
            </w:r>
            <w:r>
              <w:rPr>
                <w:spacing w:val="3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significative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persistenti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8" w:before="73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307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249" w:right="0" w:hanging="0"/>
              <w:rPr/>
            </w:pPr>
            <w:r>
              <w:rPr>
                <w:w w:val="105"/>
                <w:sz w:val="13"/>
              </w:rPr>
              <w:t>carenze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nell'esecuzione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precedente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appalto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  <w:p>
            <w:pPr>
              <w:pStyle w:val="TableParagraph"/>
              <w:spacing w:lineRule="exact" w:line="131" w:before="9" w:after="0"/>
              <w:ind w:left="249" w:right="0" w:hanging="0"/>
              <w:rPr/>
            </w:pPr>
            <w:r>
              <w:rPr>
                <w:w w:val="105"/>
                <w:sz w:val="13"/>
              </w:rPr>
              <w:t>concessione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causato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risoluzione 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inadempimento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>
        <w:trPr>
          <w:trHeight w:val="157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2" w:before="5" w:after="0"/>
              <w:ind w:left="0" w:right="97" w:hanging="0"/>
              <w:jc w:val="right"/>
              <w:rPr/>
            </w:pPr>
            <w:r>
              <w:rPr>
                <w:w w:val="105"/>
                <w:sz w:val="13"/>
              </w:rPr>
              <w:t>oppure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condanna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al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risarcimento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del 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danno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altre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158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2" w:before="6" w:after="0"/>
              <w:ind w:left="0" w:right="98" w:hanging="0"/>
              <w:jc w:val="right"/>
              <w:rPr/>
            </w:pPr>
            <w:r>
              <w:rPr>
                <w:w w:val="105"/>
                <w:sz w:val="13"/>
              </w:rPr>
              <w:t>comparabili, derivanti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 inadempienze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particolarmente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157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1" w:before="6" w:after="0"/>
              <w:ind w:left="0" w:right="97" w:hanging="0"/>
              <w:jc w:val="right"/>
              <w:rPr/>
            </w:pPr>
            <w:r>
              <w:rPr>
                <w:w w:val="105"/>
                <w:sz w:val="13"/>
              </w:rPr>
              <w:t>ripetizione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persistente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carenza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17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ind w:left="249" w:right="0" w:hanging="0"/>
              <w:rPr/>
            </w:pPr>
            <w:r>
              <w:rPr>
                <w:w w:val="105"/>
                <w:sz w:val="13"/>
              </w:rPr>
              <w:t>comma 3,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265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val="clear" w:pos="720"/>
                <w:tab w:val="left" w:pos="250" w:leader="none"/>
              </w:tabs>
              <w:spacing w:lineRule="exact" w:line="142" w:before="102" w:after="0"/>
              <w:ind w:left="249" w:right="0" w:hanging="138"/>
              <w:rPr/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inadempimento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25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368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4" w:after="0"/>
              <w:ind w:left="249" w:right="319" w:hanging="0"/>
              <w:rPr/>
            </w:pPr>
            <w:r>
              <w:rPr>
                <w:w w:val="105"/>
                <w:sz w:val="13"/>
              </w:rPr>
              <w:t>confronti di uno o più subappaltatori (art. 98, comma 3, lett. d, del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43" w:after="0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>
        <w:trPr>
          <w:trHeight w:val="226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val="clear" w:pos="720"/>
                <w:tab w:val="left" w:pos="250" w:leader="none"/>
              </w:tabs>
              <w:spacing w:lineRule="exact" w:line="142" w:before="64" w:after="0"/>
              <w:ind w:left="249" w:right="0" w:hanging="138"/>
              <w:rPr/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intestazione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fiduciaria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30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4" w:after="0"/>
              <w:ind w:left="249" w:right="0" w:hanging="0"/>
              <w:rPr/>
            </w:pPr>
            <w:r>
              <w:rPr>
                <w:w w:val="105"/>
                <w:sz w:val="13"/>
              </w:rPr>
              <w:t>cui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17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 19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 1990,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55, (art. 98, comma</w:t>
            </w:r>
          </w:p>
          <w:p>
            <w:pPr>
              <w:pStyle w:val="TableParagraph"/>
              <w:spacing w:lineRule="exact" w:line="124" w:before="9" w:after="0"/>
              <w:ind w:left="249" w:right="0" w:hanging="0"/>
              <w:rPr/>
            </w:pPr>
            <w:r>
              <w:rPr>
                <w:w w:val="105"/>
                <w:sz w:val="13"/>
              </w:rPr>
              <w:t>3,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9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278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4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spacing w:lineRule="exact" w:line="130"/>
              <w:ind w:left="249" w:right="0" w:hanging="0"/>
              <w:rPr/>
            </w:pP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stata rimossa?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>
        <w:trPr>
          <w:trHeight w:val="213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4" w:after="0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>
        <w:trPr>
          <w:trHeight w:val="215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2" w:before="64" w:after="0"/>
              <w:rPr/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>
        <w:trPr>
          <w:trHeight w:val="157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1" w:before="6" w:after="0"/>
              <w:rPr/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>
        <w:trPr>
          <w:trHeight w:val="21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rPr/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>
        <w:trPr>
          <w:trHeight w:val="33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4" w:after="0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>
        <w:trPr>
          <w:trHeight w:val="44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val="clear" w:pos="720"/>
                <w:tab w:val="left" w:pos="250" w:leader="none"/>
              </w:tabs>
              <w:spacing w:lineRule="atLeast" w:line="150" w:before="115" w:after="0"/>
              <w:ind w:left="249" w:right="98" w:hanging="137"/>
              <w:rPr/>
            </w:pPr>
            <w:r>
              <w:rPr>
                <w:w w:val="105"/>
                <w:sz w:val="13"/>
              </w:rPr>
              <w:t>omessa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denuncia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all'autorità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giudiziaria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dell'operatore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offesa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puniti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dagli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lineRule="exact" w:line="150" w:before="94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497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9" w:before="5" w:after="0"/>
              <w:ind w:left="249" w:right="0" w:hanging="0"/>
              <w:rPr/>
            </w:pPr>
            <w:r>
              <w:rPr>
                <w:w w:val="105"/>
                <w:sz w:val="13"/>
              </w:rPr>
              <w:t>317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 629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aggravati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416-bis.1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16" w:after="0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>
        <w:trPr>
          <w:trHeight w:val="362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" w:after="0"/>
              <w:ind w:left="0" w:right="0" w:hanging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spacing w:lineRule="exact" w:line="132"/>
              <w:ind w:left="0" w:right="196" w:hanging="0"/>
              <w:jc w:val="right"/>
              <w:rPr/>
            </w:pPr>
            <w:r>
              <w:rPr>
                <w:w w:val="105"/>
                <w:sz w:val="13"/>
              </w:rPr>
              <w:t>Ricorrono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 dall'articolo 4,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primo comma, 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7" w:after="0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>
        <w:trPr>
          <w:trHeight w:val="249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" w:after="0"/>
              <w:ind w:left="249" w:right="0" w:hanging="0"/>
              <w:rPr/>
            </w:pPr>
            <w:r>
              <w:rPr>
                <w:w w:val="105"/>
                <w:sz w:val="13"/>
              </w:rPr>
              <w:t>novembre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1981,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689?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2" w:before="97" w:after="0"/>
              <w:rPr/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>
        <w:trPr>
          <w:trHeight w:val="157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1" w:before="6" w:after="0"/>
              <w:rPr/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>
        <w:trPr>
          <w:trHeight w:val="21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rPr/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>
        <w:trPr>
          <w:trHeight w:val="359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4" w:after="0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>
        <w:trPr>
          <w:trHeight w:val="469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4" w:after="0"/>
              <w:ind w:left="0" w:right="0" w:hanging="0"/>
              <w:rPr>
                <w:sz w:val="12"/>
              </w:rPr>
            </w:pPr>
            <w:r>
              <w:rPr>
                <w:sz w:val="12"/>
              </w:rPr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250" w:leader="none"/>
              </w:tabs>
              <w:spacing w:lineRule="atLeast" w:line="150" w:before="1" w:after="0"/>
              <w:ind w:left="249" w:right="95" w:hanging="137"/>
              <w:rPr/>
            </w:pPr>
            <w:r>
              <w:rPr>
                <w:w w:val="105"/>
                <w:sz w:val="13"/>
              </w:rPr>
              <w:t>contestata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commissione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dell’operatore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economico,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ovvero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 comma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taluno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" w:after="0"/>
              <w:ind w:left="0" w:right="0" w:hanging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33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56"/>
              <w:ind w:left="249" w:right="0" w:hanging="0"/>
              <w:rPr/>
            </w:pPr>
            <w:r>
              <w:rPr>
                <w:w w:val="105"/>
                <w:sz w:val="13"/>
              </w:rPr>
              <w:t>consumati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tentati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 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g,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77" w:after="0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>
        <w:trPr>
          <w:trHeight w:val="261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val="clear" w:pos="720"/>
                <w:tab w:val="left" w:pos="250" w:leader="none"/>
              </w:tabs>
              <w:spacing w:lineRule="exact" w:line="142" w:before="99" w:after="0"/>
              <w:ind w:left="249" w:right="0" w:hanging="138"/>
              <w:rPr/>
            </w:pPr>
            <w:r>
              <w:rPr>
                <w:w w:val="105"/>
                <w:sz w:val="13"/>
              </w:rPr>
              <w:t xml:space="preserve">contestata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accertata 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commissione, 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 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parte 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dell’operatore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28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328" w:hRule="atLeast"/>
        </w:trPr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4" w:after="0"/>
              <w:ind w:left="0" w:right="98" w:hanging="0"/>
              <w:jc w:val="right"/>
              <w:rPr/>
            </w:pPr>
            <w:r>
              <w:rPr>
                <w:w w:val="105"/>
                <w:sz w:val="13"/>
              </w:rPr>
              <w:t>economico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oppure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3" w:after="0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</w:tbl>
    <w:p>
      <w:pPr>
        <w:pStyle w:val="Corpodeltesto"/>
        <w:spacing w:before="5" w:after="0"/>
        <w:rPr>
          <w:sz w:val="23"/>
        </w:rPr>
      </w:pPr>
      <w:r>
        <w:rPr>
          <w:sz w:val="23"/>
        </w:rPr>
        <mc:AlternateContent>
          <mc:Choice Requires="wps">
            <w:drawing>
              <wp:anchor behindDoc="1" distT="0" distB="0" distL="0" distR="0" simplePos="0" locked="0" layoutInCell="1" allowOverlap="1" relativeHeight="18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80540" cy="8255"/>
                <wp:effectExtent l="0" t="0" r="0" b="0"/>
                <wp:wrapTopAndBottom/>
                <wp:docPr id="2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7" name="Rectangle 1"/>
                        <wps:cNvSpPr/>
                      </wps:nvSpPr>
                      <wps:spPr>
                        <a:xfrm>
                          <a:off x="0" y="0"/>
                          <a:ext cx="1779840" cy="756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0000a" stroked="f" style="position:absolute;margin-left:87.6pt;margin-top:15.25pt;width:140.1pt;height:0.55pt;mso-position-horizontal-relative:page">
                <w10:wrap type="none"/>
                <v:fill o:detectmouseclick="t" type="solid" color2="#fffff5"/>
                <v:stroke color="#3465a4" joinstyle="round" endcap="flat"/>
              </v:rect>
            </w:pict>
          </mc:Fallback>
        </mc:AlternateContent>
      </w:r>
    </w:p>
    <w:p>
      <w:pPr>
        <w:sectPr>
          <w:footerReference w:type="default" r:id="rId10"/>
          <w:type w:val="nextPage"/>
          <w:pgSz w:w="11906" w:h="16838"/>
          <w:pgMar w:left="1100" w:right="420" w:header="0" w:top="1580" w:footer="1906" w:bottom="2100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before="65" w:after="0"/>
        <w:ind w:left="652" w:right="0" w:hanging="0"/>
        <w:rPr/>
      </w:pP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eastAsia="Times New Roman"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>
      <w:pPr>
        <w:pStyle w:val="Corpodeltesto"/>
        <w:rPr>
          <w:sz w:val="20"/>
        </w:rPr>
      </w:pPr>
      <w:r>
        <w:rPr>
          <w:sz w:val="20"/>
        </w:rPr>
        <w:pict>
          <v:shape id="shape_0" fillcolor="#f4fdfd" stroked="f" style="position:absolute;margin-left:89.9pt;margin-top:135.6pt;width:218.95pt;height:179.85pt;mso-position-horizontal-relative:page;mso-position-vertical-relative:page">
            <w10:wrap type="none"/>
            <v:fill o:detectmouseclick="t" type="solid" color2="#0b0202"/>
            <v:stroke color="#3465a4" joinstyle="round" endcap="flat"/>
          </v:shape>
        </w:pict>
      </w:r>
    </w:p>
    <w:p>
      <w:pPr>
        <w:pStyle w:val="Corpodeltesto"/>
        <w:spacing w:before="9" w:after="0"/>
        <w:rPr>
          <w:sz w:val="25"/>
        </w:rPr>
      </w:pPr>
      <w:r>
        <w:rPr>
          <w:sz w:val="25"/>
        </w:rPr>
      </w:r>
    </w:p>
    <w:tbl>
      <w:tblPr>
        <w:tblW w:w="904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4521"/>
      </w:tblGrid>
      <w:tr>
        <w:trPr>
          <w:trHeight w:val="159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2" w:before="7" w:after="0"/>
              <w:ind w:left="249" w:right="0" w:hanging="0"/>
              <w:rPr/>
            </w:pPr>
            <w:r>
              <w:rPr>
                <w:w w:val="105"/>
                <w:sz w:val="13"/>
              </w:rPr>
              <w:t>taluno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consumati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h,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285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" w:after="0"/>
              <w:ind w:left="249" w:right="0" w:hanging="0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301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3" w:after="0"/>
              <w:ind w:left="0" w:right="0" w:hanging="0"/>
              <w:rPr>
                <w:sz w:val="13"/>
              </w:rPr>
            </w:pPr>
            <w:r>
              <w:rPr>
                <w:sz w:val="13"/>
              </w:rPr>
            </w:r>
          </w:p>
          <w:p>
            <w:pPr>
              <w:pStyle w:val="TableParagraph"/>
              <w:spacing w:lineRule="exact" w:line="131"/>
              <w:rPr/>
            </w:pPr>
            <w:r>
              <w:rPr>
                <w:w w:val="105"/>
                <w:sz w:val="13"/>
              </w:rPr>
              <w:t>□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1)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abusivo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esercizio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professione,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348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7" w:before="134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355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rPr/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18" w:after="0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>
        <w:trPr>
          <w:trHeight w:val="230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1" w:before="79" w:after="0"/>
              <w:rPr/>
            </w:pPr>
            <w:r>
              <w:rPr>
                <w:w w:val="105"/>
                <w:sz w:val="13"/>
              </w:rPr>
              <w:t>□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semplice,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fraudolenta,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omessa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dichiarazione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313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56"/>
              <w:rPr/>
            </w:pP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comprendere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nell’inventario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fallimentare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ricorso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abusivo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credito,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216,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217,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218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220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01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332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" w:after="0"/>
              <w:rPr/>
            </w:pPr>
            <w:r>
              <w:rPr>
                <w:w w:val="105"/>
                <w:sz w:val="13"/>
              </w:rPr>
              <w:t>1942,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 267;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71" w:after="0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>
        <w:trPr>
          <w:trHeight w:val="25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1" w:before="103" w:after="0"/>
              <w:rPr/>
            </w:pPr>
            <w:r>
              <w:rPr>
                <w:w w:val="105"/>
                <w:sz w:val="13"/>
              </w:rPr>
              <w:t>□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tributari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 2000,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 74,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311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56"/>
              <w:rPr/>
            </w:pPr>
            <w:r>
              <w:rPr>
                <w:w w:val="105"/>
                <w:sz w:val="13"/>
              </w:rPr>
              <w:t>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delitti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societari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 articoli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2621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civile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delitti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l’industria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commercio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513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517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3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310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rPr/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27" w:after="0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>
        <w:trPr>
          <w:trHeight w:val="277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spacing w:lineRule="exact" w:line="131"/>
              <w:rPr/>
            </w:pPr>
            <w:r>
              <w:rPr>
                <w:w w:val="105"/>
                <w:sz w:val="13"/>
              </w:rPr>
              <w:t>□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urbanistici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44,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16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9" w:before="5" w:after="0"/>
              <w:rPr/>
            </w:pPr>
            <w:r>
              <w:rPr>
                <w:w w:val="105"/>
                <w:sz w:val="13"/>
              </w:rPr>
              <w:t>testo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unico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disposizioni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regolamentari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4" w:before="10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303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4"/>
              <w:rPr/>
            </w:pPr>
            <w:r>
              <w:rPr>
                <w:w w:val="105"/>
                <w:sz w:val="13"/>
              </w:rPr>
              <w:t>edilizia,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Presidente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Repubblica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giugno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2001,</w:t>
            </w:r>
          </w:p>
          <w:p>
            <w:pPr>
              <w:pStyle w:val="TableParagraph"/>
              <w:spacing w:lineRule="exact" w:line="131" w:before="9" w:after="0"/>
              <w:rPr/>
            </w:pP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380,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agli affidamenti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aventi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54" w:before="129" w:after="0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>
        <w:trPr>
          <w:trHeight w:val="271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rPr/>
            </w:pP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architettura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ingegneria;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357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4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rPr/>
            </w:pPr>
            <w:r>
              <w:rPr>
                <w:w w:val="105"/>
                <w:sz w:val="13"/>
              </w:rPr>
              <w:t>□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giugno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2001,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231.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2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611" w:hRule="atLeast"/>
        </w:trPr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0" w:after="0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>
        <w:trPr>
          <w:trHeight w:val="760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3" w:after="0"/>
              <w:ind w:left="88" w:right="92" w:hanging="0"/>
              <w:jc w:val="both"/>
              <w:rPr/>
            </w:pPr>
            <w:r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>
              <w:rPr>
                <w:w w:val="105"/>
                <w:sz w:val="14"/>
              </w:rPr>
              <w:t>, l'operatore economico ha adottato misure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autodisciplina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“Self-Cleaning,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(cfr.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comma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Codice)</w:t>
            </w:r>
            <w:r>
              <w:rPr>
                <w:w w:val="105"/>
                <w:sz w:val="14"/>
              </w:rPr>
              <w:t>?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1933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3" w:after="0"/>
              <w:ind w:left="0" w:right="0" w:hanging="0"/>
              <w:rPr>
                <w:sz w:val="12"/>
              </w:rPr>
            </w:pPr>
            <w:r>
              <w:rPr>
                <w:sz w:val="12"/>
              </w:rPr>
            </w:r>
          </w:p>
          <w:p>
            <w:pPr>
              <w:pStyle w:val="TableParagraph"/>
              <w:spacing w:before="1" w:after="0"/>
              <w:rPr/>
            </w:pPr>
            <w:r>
              <w:rPr>
                <w:rFonts w:eastAsia="Times New Roman" w:ascii="Arial" w:hAnsi="Arial"/>
                <w:b/>
                <w:w w:val="105"/>
                <w:sz w:val="13"/>
              </w:rPr>
              <w:t>In</w:t>
            </w:r>
            <w:r>
              <w:rPr>
                <w:rFonts w:eastAsia="Times New Roman"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caso</w:t>
            </w:r>
            <w:r>
              <w:rPr>
                <w:rFonts w:eastAsia="Times New Roman"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 tali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  <w:p>
            <w:pPr>
              <w:pStyle w:val="TableParagraph"/>
              <w:spacing w:before="1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spacing w:lineRule="auto" w:line="252"/>
              <w:ind w:left="88" w:right="665" w:hanging="0"/>
              <w:rPr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  <w:p>
            <w:pPr>
              <w:pStyle w:val="TableParagraph"/>
              <w:spacing w:lineRule="auto" w:line="252" w:before="118" w:after="0"/>
              <w:ind w:left="88" w:right="521" w:hanging="0"/>
              <w:rPr/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  <w:p>
            <w:pPr>
              <w:pStyle w:val="TableParagraph"/>
              <w:spacing w:lineRule="auto" w:line="252" w:before="118" w:after="0"/>
              <w:ind w:left="88" w:right="181" w:hanging="0"/>
              <w:jc w:val="both"/>
              <w:rPr/>
            </w:pPr>
            <w:r>
              <w:rPr>
                <w:w w:val="105"/>
                <w:sz w:val="13"/>
              </w:rPr>
              <w:t>L’operatore economico ha adottato provvedimenti concreti di carattere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illeciti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5" w:after="0"/>
              <w:ind w:left="0" w:right="0" w:hanging="0"/>
              <w:rPr>
                <w:sz w:val="19"/>
              </w:rPr>
            </w:pPr>
            <w:r>
              <w:rPr>
                <w:sz w:val="19"/>
              </w:rPr>
            </w:r>
          </w:p>
          <w:p>
            <w:pPr>
              <w:pStyle w:val="TableParagraph"/>
              <w:spacing w:before="1" w:after="0"/>
              <w:rPr/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83" w:after="0"/>
              <w:rPr/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83" w:after="0"/>
              <w:rPr/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 xml:space="preserve">Sì </w:t>
            </w:r>
            <w:r>
              <w:rPr>
                <w:spacing w:val="30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>
        <w:trPr>
          <w:trHeight w:val="901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8" w:after="0"/>
              <w:ind w:left="0" w:right="0" w:hanging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  <w:p>
            <w:pPr>
              <w:pStyle w:val="TableParagraph"/>
              <w:spacing w:before="4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rPr/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9" w:after="0"/>
              <w:ind w:left="0" w:right="0" w:hanging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lineRule="atLeast" w:line="270" w:before="1" w:after="0"/>
              <w:ind w:left="88" w:right="2763" w:hanging="0"/>
              <w:rPr/>
            </w:pPr>
            <w:r>
              <w:rPr>
                <w:w w:val="160"/>
                <w:sz w:val="13"/>
              </w:rPr>
              <w:t>[………………………..…]</w:t>
            </w:r>
            <w:r>
              <w:rPr>
                <w:spacing w:val="1"/>
                <w:w w:val="160"/>
                <w:sz w:val="13"/>
              </w:rPr>
              <w:t xml:space="preserve"> </w:t>
            </w:r>
            <w:r>
              <w:rPr>
                <w:w w:val="160"/>
                <w:sz w:val="13"/>
              </w:rPr>
              <w:t>[………………………..…]</w:t>
            </w:r>
          </w:p>
        </w:tc>
      </w:tr>
      <w:tr>
        <w:trPr>
          <w:trHeight w:val="1269" w:hRule="atLeast"/>
        </w:trPr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2" w:after="0"/>
              <w:ind w:left="88" w:right="135" w:hanging="0"/>
              <w:rPr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  <w:p>
            <w:pPr>
              <w:pStyle w:val="TableParagraph"/>
              <w:spacing w:before="118" w:after="0"/>
              <w:rPr/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122" w:after="0"/>
              <w:rPr/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  <w:p>
            <w:pPr>
              <w:pStyle w:val="TableParagraph"/>
              <w:spacing w:before="2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rPr/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>
        <w:trPr>
          <w:trHeight w:val="453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68" w:before="98" w:after="0"/>
              <w:rPr/>
            </w:pP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legato</w:t>
            </w:r>
            <w:r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partecipazione</w:t>
            </w:r>
            <w:r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>
        <w:trPr>
          <w:trHeight w:val="309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4" w:after="0"/>
              <w:rPr/>
            </w:pPr>
            <w:r>
              <w:rPr>
                <w:color w:val="00000A"/>
                <w:spacing w:val="-1"/>
                <w:w w:val="105"/>
                <w:sz w:val="14"/>
              </w:rPr>
              <w:t>appalto</w:t>
            </w:r>
            <w:r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(articolo</w:t>
            </w:r>
            <w:r>
              <w:rPr>
                <w:spacing w:val="49"/>
                <w:w w:val="105"/>
                <w:sz w:val="14"/>
              </w:rPr>
              <w:t xml:space="preserve"> </w:t>
            </w:r>
            <w:r>
              <w:rPr>
                <w:spacing w:val="50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95,</w:t>
            </w:r>
            <w:r>
              <w:rPr>
                <w:spacing w:val="48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comma</w:t>
            </w:r>
            <w:r>
              <w:rPr>
                <w:spacing w:val="47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1,</w:t>
            </w:r>
            <w:r>
              <w:rPr>
                <w:spacing w:val="49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lett.</w:t>
            </w:r>
            <w:r>
              <w:rPr>
                <w:spacing w:val="48"/>
                <w:w w:val="105"/>
                <w:sz w:val="14"/>
              </w:rPr>
              <w:t xml:space="preserve">  </w:t>
            </w:r>
            <w:r>
              <w:rPr>
                <w:spacing w:val="-2"/>
                <w:w w:val="105"/>
                <w:sz w:val="14"/>
              </w:rPr>
              <w:t>b,</w:t>
            </w:r>
            <w:r>
              <w:rPr>
                <w:spacing w:val="49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del</w:t>
            </w:r>
            <w:r>
              <w:rPr>
                <w:spacing w:val="47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310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0" w:after="0"/>
              <w:ind w:left="0" w:right="0" w:hanging="0"/>
              <w:rPr>
                <w:sz w:val="12"/>
              </w:rPr>
            </w:pPr>
            <w:r>
              <w:rPr>
                <w:sz w:val="12"/>
              </w:rPr>
            </w:r>
          </w:p>
          <w:p>
            <w:pPr>
              <w:pStyle w:val="TableParagraph"/>
              <w:spacing w:lineRule="exact" w:line="144"/>
              <w:rPr/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fornire informazioni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dettagliate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" w:after="0"/>
              <w:ind w:left="0" w:right="0" w:hanging="0"/>
              <w:rPr>
                <w:sz w:val="13"/>
              </w:rPr>
            </w:pPr>
            <w:r>
              <w:rPr>
                <w:sz w:val="13"/>
              </w:rPr>
            </w:r>
          </w:p>
          <w:p>
            <w:pPr>
              <w:pStyle w:val="TableParagraph"/>
              <w:spacing w:lineRule="exact" w:line="142"/>
              <w:rPr>
                <w:color w:val="00000A"/>
                <w:w w:val="150"/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[………….]</w:t>
            </w:r>
          </w:p>
        </w:tc>
      </w:tr>
      <w:tr>
        <w:trPr>
          <w:trHeight w:val="281" w:hRule="atLeast"/>
        </w:trPr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" w:after="0"/>
              <w:rPr/>
            </w:pP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cui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risolto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conflitto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</w:tbl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" w:after="0"/>
        <w:rPr>
          <w:sz w:val="14"/>
        </w:rPr>
      </w:pPr>
      <w:r>
        <w:rPr>
          <w:sz w:val="14"/>
        </w:rPr>
        <mc:AlternateContent>
          <mc:Choice Requires="wps">
            <w:drawing>
              <wp:anchor behindDoc="1" distT="0" distB="0" distL="0" distR="0" simplePos="0" locked="0" layoutInCell="1" allowOverlap="1" relativeHeight="19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80540" cy="8255"/>
                <wp:effectExtent l="0" t="0" r="0" b="0"/>
                <wp:wrapTopAndBottom/>
                <wp:docPr id="2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8" name="Rectangle 1"/>
                        <wps:cNvSpPr/>
                      </wps:nvSpPr>
                      <wps:spPr>
                        <a:xfrm>
                          <a:off x="0" y="0"/>
                          <a:ext cx="1779840" cy="756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0000a" stroked="f" style="position:absolute;margin-left:87.6pt;margin-top:9.95pt;width:140.1pt;height:0.55pt;mso-position-horizontal-relative:page">
                <w10:wrap type="none"/>
                <v:fill o:detectmouseclick="t" type="solid" color2="#fffff5"/>
                <v:stroke color="#3465a4" joinstyle="round" endcap="flat"/>
              </v:rect>
            </w:pict>
          </mc:Fallback>
        </mc:AlternateContent>
      </w:r>
    </w:p>
    <w:p>
      <w:pPr>
        <w:sectPr>
          <w:footerReference w:type="default" r:id="rId11"/>
          <w:type w:val="nextPage"/>
          <w:pgSz w:w="11906" w:h="16838"/>
          <w:pgMar w:left="1100" w:right="420" w:header="0" w:top="1580" w:footer="1906" w:bottom="2100" w:gutter="0"/>
          <w:pgNumType w:start="1" w:fmt="decimal"/>
          <w:formProt w:val="false"/>
          <w:textDirection w:val="lrTb"/>
          <w:docGrid w:type="default" w:linePitch="100" w:charSpace="4096"/>
        </w:sectPr>
        <w:pStyle w:val="Normal"/>
        <w:spacing w:before="65" w:after="0"/>
        <w:ind w:left="652" w:right="0" w:hanging="0"/>
        <w:rPr/>
      </w:pP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eastAsia="Times New Roman"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Come</w:t>
      </w:r>
      <w:r>
        <w:rPr>
          <w:rFonts w:eastAsia="Times New Roman"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indicato</w:t>
      </w:r>
      <w:r>
        <w:rPr>
          <w:rFonts w:eastAsia="Times New Roman"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nel</w:t>
      </w:r>
      <w:r>
        <w:rPr>
          <w:rFonts w:eastAsia="Times New Roman"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diritto</w:t>
      </w:r>
      <w:r>
        <w:rPr>
          <w:rFonts w:eastAsia="Times New Roman"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nazionale,</w:t>
      </w:r>
      <w:r>
        <w:rPr>
          <w:rFonts w:eastAsia="Times New Roman"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nell'avviso</w:t>
      </w:r>
      <w:r>
        <w:rPr>
          <w:rFonts w:eastAsia="Times New Roman"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o</w:t>
      </w:r>
      <w:r>
        <w:rPr>
          <w:rFonts w:eastAsia="Times New Roman"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bando</w:t>
      </w:r>
      <w:r>
        <w:rPr>
          <w:rFonts w:eastAsia="Times New Roman"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pertinente</w:t>
      </w:r>
      <w:r>
        <w:rPr>
          <w:rFonts w:eastAsia="Times New Roman"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o</w:t>
      </w:r>
      <w:r>
        <w:rPr>
          <w:rFonts w:eastAsia="Times New Roman"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nei</w:t>
      </w:r>
      <w:r>
        <w:rPr>
          <w:rFonts w:eastAsia="Times New Roman"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documenti</w:t>
      </w:r>
      <w:r>
        <w:rPr>
          <w:rFonts w:eastAsia="Times New Roman"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di gara.</w:t>
      </w:r>
    </w:p>
    <w:p>
      <w:pPr>
        <w:pStyle w:val="Corpodeltesto"/>
        <w:rPr>
          <w:rFonts w:ascii="Arial" w:hAnsi="Arial"/>
          <w:b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eltesto"/>
        <w:spacing w:before="0" w:after="1"/>
        <w:rPr>
          <w:rFonts w:ascii="Arial" w:hAnsi="Arial"/>
          <w:b/>
          <w:b/>
          <w:sz w:val="25"/>
        </w:rPr>
      </w:pPr>
      <w:r>
        <w:rPr>
          <w:rFonts w:ascii="Arial" w:hAnsi="Arial"/>
          <w:b/>
          <w:sz w:val="25"/>
        </w:rPr>
      </w:r>
    </w:p>
    <w:tbl>
      <w:tblPr>
        <w:tblW w:w="904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4521"/>
      </w:tblGrid>
      <w:tr>
        <w:trPr>
          <w:trHeight w:val="1742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3" w:after="0"/>
              <w:ind w:left="88" w:right="268" w:hanging="0"/>
              <w:rPr/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un'impresa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lui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collegata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>
              <w:rPr>
                <w:color w:val="00000A"/>
                <w:w w:val="105"/>
                <w:sz w:val="14"/>
              </w:rPr>
              <w:t>alla stazione appaltante o all’ente concedente o ha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altrimenti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>
              <w:rPr>
                <w:w w:val="105"/>
                <w:sz w:val="14"/>
              </w:rPr>
              <w:t>della procedura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d'aggiudicazione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(articolo 95,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 lett. c, del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Codice)?</w:t>
            </w:r>
          </w:p>
          <w:p>
            <w:pPr>
              <w:pStyle w:val="TableParagraph"/>
              <w:spacing w:lineRule="auto" w:line="252" w:before="116" w:after="0"/>
              <w:ind w:left="88" w:right="89" w:hanging="0"/>
              <w:rPr/>
            </w:pPr>
            <w:r>
              <w:rPr>
                <w:rFonts w:eastAsia="Times New Roman" w:ascii="Arial" w:hAnsi="Arial"/>
                <w:b/>
                <w:w w:val="105"/>
                <w:sz w:val="14"/>
              </w:rPr>
              <w:t>In</w:t>
            </w:r>
            <w:r>
              <w:rPr>
                <w:rFonts w:eastAsia="Times New Roman" w:ascii="Arial" w:hAnsi="Arial"/>
                <w:b/>
                <w:spacing w:val="1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caso</w:t>
            </w:r>
            <w:r>
              <w:rPr>
                <w:rFonts w:eastAsia="Times New Roman" w:ascii="Arial" w:hAnsi="Arial"/>
                <w:b/>
                <w:spacing w:val="12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informazioni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sulle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misure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adottate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prevenire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possibili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distorsioni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concorrenza: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>
            <w:pPr>
              <w:pStyle w:val="TableParagraph"/>
              <w:ind w:left="0" w:right="0" w:hanging="0"/>
              <w:rPr>
                <w:rFonts w:ascii="Arial" w:hAnsi="Arial"/>
                <w:b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rFonts w:ascii="Arial" w:hAnsi="Arial"/>
                <w:b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</w:r>
          </w:p>
          <w:p>
            <w:pPr>
              <w:pStyle w:val="TableParagraph"/>
              <w:spacing w:before="7" w:after="0"/>
              <w:ind w:left="0" w:right="0" w:hanging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TableParagraph"/>
              <w:ind w:left="129" w:right="0" w:hanging="0"/>
              <w:rPr>
                <w:color w:val="00000A"/>
                <w:w w:val="170"/>
                <w:sz w:val="14"/>
              </w:rPr>
            </w:pPr>
            <w:r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>
        <w:trPr>
          <w:trHeight w:val="347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7" w:after="0"/>
              <w:rPr/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può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confermare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</w:tr>
      <w:tr>
        <w:trPr>
          <w:trHeight w:val="577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4" w:before="61" w:after="0"/>
              <w:ind w:left="388" w:right="97" w:hanging="276"/>
              <w:jc w:val="both"/>
              <w:rPr/>
            </w:pPr>
            <w:r>
              <w:rPr>
                <w:w w:val="105"/>
                <w:sz w:val="13"/>
              </w:rPr>
              <w:t>a)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non</w:t>
            </w:r>
            <w:r>
              <w:rPr>
                <w:rFonts w:eastAsia="Times New Roman"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essersi</w:t>
            </w:r>
            <w:r>
              <w:rPr>
                <w:rFonts w:eastAsia="Times New Roman"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reso</w:t>
            </w:r>
            <w:r>
              <w:rPr>
                <w:rFonts w:eastAsia="Times New Roman"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gravemente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colpevole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false</w:t>
            </w:r>
            <w:r>
              <w:rPr>
                <w:rFonts w:eastAsia="Times New Roman"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dichiarazioni</w:t>
            </w:r>
            <w:r>
              <w:rPr>
                <w:rFonts w:eastAsia="Times New Roman"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fornire le informazioni richieste per verificare l'assenza di motivi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esclusione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3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283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72" w:after="0"/>
              <w:ind w:left="112" w:right="0" w:hanging="0"/>
              <w:rPr/>
            </w:pPr>
            <w:r>
              <w:rPr>
                <w:spacing w:val="-1"/>
                <w:w w:val="105"/>
                <w:sz w:val="13"/>
              </w:rPr>
              <w:t>b)</w:t>
            </w:r>
            <w:r>
              <w:rPr>
                <w:spacing w:val="41"/>
                <w:w w:val="105"/>
                <w:sz w:val="13"/>
              </w:rPr>
              <w:t xml:space="preserve"> 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non</w:t>
            </w:r>
            <w:r>
              <w:rPr>
                <w:rFonts w:eastAsia="Times New Roman"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avere</w:t>
            </w:r>
            <w:r>
              <w:rPr>
                <w:rFonts w:eastAsia="Times New Roman"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occultato</w:t>
            </w:r>
            <w:r>
              <w:rPr>
                <w:rFonts w:eastAsia="Times New Roman"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5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74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62" w:after="0"/>
              <w:ind w:left="388" w:right="94" w:hanging="276"/>
              <w:jc w:val="both"/>
              <w:rPr/>
            </w:pPr>
            <w:r>
              <w:rPr>
                <w:w w:val="105"/>
                <w:sz w:val="13"/>
              </w:rPr>
              <w:t>c)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non</w:t>
            </w:r>
            <w:r>
              <w:rPr>
                <w:rFonts w:eastAsia="Times New Roman"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essere</w:t>
            </w:r>
            <w:r>
              <w:rPr>
                <w:rFonts w:eastAsia="Times New Roman"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>iscritto</w:t>
            </w:r>
            <w:r>
              <w:rPr>
                <w:rFonts w:eastAsia="Times New Roman"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casellario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informatico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dall'ANAC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nelle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procedure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gara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negli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affidamenti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subappalti?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 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Arial" w:hAnsi="Arial"/>
                <w:b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</w:r>
          </w:p>
          <w:p>
            <w:pPr>
              <w:pStyle w:val="TableParagraph"/>
              <w:spacing w:before="9" w:after="0"/>
              <w:ind w:left="0" w:right="0" w:hanging="0"/>
              <w:rPr>
                <w:rFonts w:ascii="Arial" w:hAnsi="Arial"/>
                <w:b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</w:r>
          </w:p>
          <w:p>
            <w:pPr>
              <w:pStyle w:val="TableParagraph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>
        <w:trPr>
          <w:trHeight w:val="96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62" w:after="0"/>
              <w:ind w:left="388" w:right="97" w:hanging="276"/>
              <w:jc w:val="both"/>
              <w:rPr/>
            </w:pPr>
            <w:r>
              <w:rPr>
                <w:w w:val="105"/>
                <w:sz w:val="13"/>
              </w:rPr>
              <w:t>d)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3"/>
              </w:rPr>
              <w:t xml:space="preserve">non essere iscritto </w:t>
            </w:r>
            <w:r>
              <w:rPr>
                <w:w w:val="105"/>
                <w:sz w:val="13"/>
              </w:rPr>
              <w:t>nel casellario informatico tenuto dall'ANAC per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ai fini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rilascio dell'attestazione di qualificazione? (art. 94, comma 5,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 f,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" w:after="0"/>
              <w:ind w:left="0" w:right="0" w:hanging="0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  <w:p>
            <w:pPr>
              <w:pStyle w:val="TableParagraph"/>
              <w:jc w:val="both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>
            <w:pPr>
              <w:pStyle w:val="TableParagraph"/>
              <w:ind w:left="0" w:right="0" w:hanging="0"/>
              <w:rPr>
                <w:rFonts w:ascii="Arial" w:hAnsi="Arial"/>
                <w:b/>
                <w:b/>
                <w:sz w:val="11"/>
              </w:rPr>
            </w:pPr>
            <w:r>
              <w:rPr>
                <w:rFonts w:ascii="Arial" w:hAnsi="Arial"/>
                <w:b/>
                <w:sz w:val="11"/>
              </w:rPr>
            </w:r>
          </w:p>
          <w:p>
            <w:pPr>
              <w:pStyle w:val="TableParagraph"/>
              <w:spacing w:lineRule="auto" w:line="254"/>
              <w:ind w:left="88" w:right="95" w:hanging="0"/>
              <w:jc w:val="both"/>
              <w:rPr/>
            </w:pPr>
            <w:r>
              <w:rPr>
                <w:w w:val="105"/>
                <w:sz w:val="13"/>
              </w:rPr>
              <w:t>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 indirizzo web, autorità o organismo di emanazione, riferimento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>
        <w:trPr>
          <w:trHeight w:val="272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4" w:after="0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>
        <w:trPr>
          <w:trHeight w:val="860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9" w:before="115" w:after="0"/>
              <w:ind w:left="388" w:right="77" w:hanging="276"/>
              <w:rPr/>
            </w:pPr>
            <w:r>
              <w:rPr>
                <w:spacing w:val="-1"/>
                <w:w w:val="105"/>
                <w:sz w:val="13"/>
              </w:rPr>
              <w:t>e)</w:t>
            </w:r>
            <w:r>
              <w:rPr>
                <w:spacing w:val="34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reso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false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comunicazioni  sociali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cui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 articoli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2621 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2622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del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codice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civile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(art.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2" w:after="0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>
            <w:pPr>
              <w:pStyle w:val="TableParagraph"/>
              <w:ind w:left="0" w:right="0" w:hanging="0"/>
              <w:rPr>
                <w:rFonts w:ascii="Arial" w:hAnsi="Arial"/>
                <w:b/>
                <w:b/>
                <w:sz w:val="11"/>
              </w:rPr>
            </w:pPr>
            <w:r>
              <w:rPr>
                <w:rFonts w:ascii="Arial" w:hAnsi="Arial"/>
                <w:b/>
                <w:sz w:val="11"/>
              </w:rPr>
            </w:r>
          </w:p>
          <w:p>
            <w:pPr>
              <w:pStyle w:val="TableParagraph"/>
              <w:spacing w:lineRule="auto" w:line="254"/>
              <w:ind w:left="88" w:right="49" w:hanging="0"/>
              <w:rPr/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</w:p>
        </w:tc>
      </w:tr>
      <w:tr>
        <w:trPr>
          <w:trHeight w:val="987" w:hRule="atLeast"/>
        </w:trPr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4" w:after="0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</w:tbl>
    <w:p>
      <w:pPr>
        <w:pStyle w:val="Corpodeltesto"/>
        <w:rPr>
          <w:rFonts w:ascii="Arial" w:hAnsi="Arial"/>
          <w:b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eltesto"/>
        <w:spacing w:before="8" w:after="0"/>
        <w:rPr>
          <w:rFonts w:ascii="Arial" w:hAnsi="Arial"/>
          <w:b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Titolo4"/>
        <w:spacing w:lineRule="auto" w:line="259"/>
        <w:ind w:left="2987" w:right="1039" w:hanging="2151"/>
        <w:jc w:val="left"/>
        <w:rPr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>
      <w:pPr>
        <w:pStyle w:val="Corpodeltesto"/>
        <w:spacing w:before="8" w:after="0"/>
        <w:rPr>
          <w:sz w:val="29"/>
        </w:rPr>
      </w:pPr>
      <w:r>
        <w:rPr>
          <w:sz w:val="29"/>
        </w:rPr>
      </w:r>
    </w:p>
    <w:tbl>
      <w:tblPr>
        <w:tblW w:w="904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4521"/>
      </w:tblGrid>
      <w:tr>
        <w:trPr>
          <w:trHeight w:val="971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ind w:left="88" w:right="103" w:hanging="0"/>
              <w:rPr/>
            </w:pPr>
            <w:r>
              <w:rPr>
                <w:w w:val="105"/>
                <w:sz w:val="14"/>
              </w:rPr>
              <w:t>M</w:t>
            </w:r>
            <w:r>
              <w:rPr>
                <w:w w:val="105"/>
                <w:sz w:val="11"/>
              </w:rPr>
              <w:t>OTIVI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ESCLUSIONE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PREVISTI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ESCLUSIVAMENTE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DALLA LEGISLAZIONE</w:t>
            </w:r>
          </w:p>
          <w:p>
            <w:pPr>
              <w:pStyle w:val="TableParagraph"/>
              <w:spacing w:lineRule="auto" w:line="252" w:before="7" w:after="0"/>
              <w:ind w:left="88" w:right="211" w:hanging="0"/>
              <w:rPr/>
            </w:pPr>
            <w:r>
              <w:rPr>
                <w:w w:val="105"/>
                <w:sz w:val="11"/>
              </w:rPr>
              <w:t xml:space="preserve">NAZIONALE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(</w:t>
            </w:r>
            <w:r>
              <w:rPr>
                <w:w w:val="105"/>
                <w:sz w:val="14"/>
              </w:rPr>
              <w:t>art. 94, comma 1, lett. c) ed h), comma 2, comma 5,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a)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b), 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art. 53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16-ter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Lgs.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165/2001)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3" w:after="0"/>
              <w:rPr>
                <w:rFonts w:ascii="Arial" w:hAnsi="Arial" w:eastAsia="Times New Roman"/>
                <w:b/>
                <w:b/>
                <w:color w:val="00000A"/>
                <w:w w:val="105"/>
                <w:sz w:val="14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>
        <w:trPr>
          <w:trHeight w:val="1487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4" w:before="124" w:after="0"/>
              <w:ind w:left="88" w:right="95" w:hanging="0"/>
              <w:jc w:val="both"/>
              <w:rPr/>
            </w:pPr>
            <w:r>
              <w:rPr>
                <w:w w:val="105"/>
                <w:sz w:val="13"/>
              </w:rPr>
              <w:t>Sussistono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 carico dei soggetti indicati al comma 3 dell’art. 94  cause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decadenza, di sospensione o di divieto previste dall'articolo 67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settembre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2011,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tentativo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infiltrazione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mafiosa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decreto, fermo restando quanto previsto dagli articoli 88, comma 4-bis,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 92, commi 2 e 3, del decreto legislativo 6 settembre 2011, n. 159, con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rispettivamente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comunicazioni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antimafia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 antimafia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2,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rPr/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 [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>
            <w:pPr>
              <w:pStyle w:val="TableParagraph"/>
              <w:spacing w:before="2" w:after="0"/>
              <w:ind w:left="0" w:right="0" w:hanging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spacing w:lineRule="auto" w:line="252"/>
              <w:ind w:left="88" w:right="345" w:hanging="0"/>
              <w:rPr/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documentazione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pertinente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disponibile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elettronicamente,</w:t>
            </w:r>
            <w:r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della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documentazione):</w:t>
            </w:r>
          </w:p>
          <w:p>
            <w:pPr>
              <w:pStyle w:val="TableParagraph"/>
              <w:spacing w:before="118" w:after="0"/>
              <w:rPr/>
            </w:pPr>
            <w:r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>
              <w:rPr>
                <w:color w:val="00000A"/>
                <w:w w:val="135"/>
                <w:sz w:val="13"/>
              </w:rPr>
              <w:t>(</w:t>
            </w:r>
            <w:r>
              <w:rPr>
                <w:color w:val="00000A"/>
                <w:w w:val="135"/>
                <w:sz w:val="13"/>
                <w:vertAlign w:val="superscript"/>
              </w:rPr>
              <w:t>25</w:t>
            </w:r>
            <w:r>
              <w:rPr>
                <w:color w:val="00000A"/>
                <w:w w:val="135"/>
                <w:sz w:val="13"/>
              </w:rPr>
              <w:t>)</w:t>
            </w:r>
          </w:p>
        </w:tc>
      </w:tr>
      <w:tr>
        <w:trPr>
          <w:trHeight w:val="858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4" w:after="0"/>
              <w:rPr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situazioni?</w:t>
            </w:r>
          </w:p>
          <w:p>
            <w:pPr>
              <w:pStyle w:val="TableParagraph"/>
              <w:spacing w:lineRule="atLeast" w:line="150" w:before="117" w:after="0"/>
              <w:ind w:left="364" w:right="97" w:hanging="276"/>
              <w:jc w:val="both"/>
              <w:rPr/>
            </w:pPr>
            <w:r>
              <w:rPr>
                <w:w w:val="105"/>
                <w:sz w:val="13"/>
              </w:rPr>
              <w:t xml:space="preserve">1.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interdittiva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 lettera c) del decreto legislativo 8 giugno 2001, n. 231 o ad altra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comporta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contrarre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pubblica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93" w:after="0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</w:tbl>
    <w:p>
      <w:pPr>
        <w:pStyle w:val="Corpodeltesto"/>
        <w:spacing w:before="3" w:after="0"/>
        <w:rPr>
          <w:sz w:val="17"/>
        </w:rPr>
      </w:pPr>
      <w:r>
        <w:rPr>
          <w:sz w:val="17"/>
        </w:rPr>
        <mc:AlternateContent>
          <mc:Choice Requires="wps">
            <w:drawing>
              <wp:anchor behindDoc="1" distT="0" distB="0" distL="0" distR="0" simplePos="0" locked="0" layoutInCell="1" allowOverlap="1" relativeHeight="20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80540" cy="8255"/>
                <wp:effectExtent l="0" t="0" r="0" b="0"/>
                <wp:wrapTopAndBottom/>
                <wp:docPr id="3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9" name="Rectangle 1"/>
                        <wps:cNvSpPr/>
                      </wps:nvSpPr>
                      <wps:spPr>
                        <a:xfrm>
                          <a:off x="0" y="0"/>
                          <a:ext cx="1779840" cy="756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0000a" stroked="f" style="position:absolute;margin-left:87.6pt;margin-top:11.75pt;width:140.1pt;height:0.55pt;mso-position-horizontal-relative:page">
                <w10:wrap type="none"/>
                <v:fill o:detectmouseclick="t" type="solid" color2="#fffff5"/>
                <v:stroke color="#3465a4" joinstyle="round" endcap="flat"/>
              </v:rect>
            </w:pict>
          </mc:Fallback>
        </mc:AlternateContent>
      </w:r>
    </w:p>
    <w:p>
      <w:pPr>
        <w:pStyle w:val="Corpodeltesto"/>
        <w:spacing w:before="2" w:after="0"/>
        <w:rPr>
          <w:sz w:val="17"/>
        </w:rPr>
      </w:pPr>
      <w:r>
        <w:rPr>
          <w:sz w:val="17"/>
        </w:rPr>
      </w:r>
    </w:p>
    <w:p>
      <w:pPr>
        <w:sectPr>
          <w:footerReference w:type="default" r:id="rId12"/>
          <w:type w:val="nextPage"/>
          <w:pgSz w:w="11906" w:h="16838"/>
          <w:pgMar w:left="1100" w:right="420" w:header="0" w:top="1580" w:footer="1906" w:bottom="210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" w:after="0"/>
        <w:ind w:left="652" w:right="0" w:hanging="0"/>
        <w:rPr/>
      </w:pPr>
      <w:r>
        <w:rPr>
          <w:rFonts w:eastAsia="Times New Roman" w:ascii="Times New Roman" w:hAnsi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eastAsia="Times New Roman" w:ascii="Times New Roman" w:hAnsi="Times New Roman"/>
          <w:color w:val="00000A"/>
          <w:w w:val="105"/>
          <w:sz w:val="13"/>
        </w:rPr>
        <w:t>)</w:t>
      </w:r>
      <w:r>
        <w:rPr>
          <w:rFonts w:eastAsia="Times New Roman" w:ascii="Times New Roman" w:hAnsi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9" w:after="0"/>
        <w:rPr>
          <w:sz w:val="25"/>
        </w:rPr>
      </w:pPr>
      <w:r>
        <w:rPr>
          <w:sz w:val="25"/>
        </w:rPr>
      </w:r>
    </w:p>
    <w:tbl>
      <w:tblPr>
        <w:tblW w:w="904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4521"/>
      </w:tblGrid>
      <w:tr>
        <w:trPr>
          <w:trHeight w:val="159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2" w:before="7" w:after="0"/>
              <w:ind w:left="0" w:right="99" w:hanging="0"/>
              <w:jc w:val="right"/>
              <w:rPr/>
            </w:pPr>
            <w:r>
              <w:rPr>
                <w:w w:val="105"/>
                <w:sz w:val="13"/>
              </w:rPr>
              <w:t xml:space="preserve">amministrazione,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compresi 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provvedimenti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interdittivi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2" w:before="7" w:after="0"/>
              <w:rPr/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>
        <w:trPr>
          <w:trHeight w:val="157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1" w:before="6" w:after="0"/>
              <w:ind w:left="0" w:right="99" w:hanging="0"/>
              <w:jc w:val="right"/>
              <w:rPr/>
            </w:pPr>
            <w:r>
              <w:rPr>
                <w:spacing w:val="-1"/>
                <w:w w:val="105"/>
                <w:sz w:val="13"/>
              </w:rPr>
              <w:t>all'articolo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14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aprile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2008,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81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1" w:before="6" w:after="0"/>
              <w:rPr/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 riferimento</w:t>
            </w:r>
          </w:p>
        </w:tc>
      </w:tr>
      <w:tr>
        <w:trPr>
          <w:trHeight w:val="21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ind w:left="364" w:right="0" w:hanging="0"/>
              <w:rPr/>
            </w:pPr>
            <w:r>
              <w:rPr>
                <w:w w:val="105"/>
                <w:sz w:val="13"/>
              </w:rPr>
              <w:t>comma 5,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a),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Codice);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rPr/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>
        <w:trPr>
          <w:trHeight w:val="470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4" w:after="0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>
        <w:trPr>
          <w:trHeight w:val="766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lineRule="auto" w:line="252" w:before="102" w:after="0"/>
              <w:ind w:left="388" w:right="0" w:hanging="276"/>
              <w:rPr/>
            </w:pPr>
            <w:r>
              <w:rPr>
                <w:spacing w:val="-1"/>
                <w:w w:val="105"/>
                <w:sz w:val="13"/>
              </w:rPr>
              <w:t>2.</w:t>
            </w:r>
            <w:r>
              <w:rPr>
                <w:spacing w:val="45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regola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norme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disciplinano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diritto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lavoro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legge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12 marzo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1999,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</w:t>
            </w:r>
          </w:p>
          <w:p>
            <w:pPr>
              <w:pStyle w:val="TableParagraph"/>
              <w:spacing w:before="2" w:after="0"/>
              <w:ind w:left="364" w:right="0" w:hanging="0"/>
              <w:rPr/>
            </w:pPr>
            <w:r>
              <w:rPr>
                <w:w w:val="105"/>
                <w:sz w:val="13"/>
              </w:rPr>
              <w:t>(Articolo 94, 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Codice);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before="9" w:after="0"/>
              <w:ind w:left="0" w:right="0" w:hanging="0"/>
              <w:rPr>
                <w:sz w:val="12"/>
              </w:rPr>
            </w:pPr>
            <w:r>
              <w:rPr>
                <w:sz w:val="12"/>
              </w:rPr>
            </w:r>
          </w:p>
          <w:p>
            <w:pPr>
              <w:pStyle w:val="TableParagraph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 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No  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 Non 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 alla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 legge 68/1999</w:t>
            </w:r>
          </w:p>
          <w:p>
            <w:pPr>
              <w:pStyle w:val="TableParagraph"/>
              <w:spacing w:lineRule="atLeast" w:line="150"/>
              <w:ind w:left="88" w:right="49" w:hanging="0"/>
              <w:rPr/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>
        <w:trPr>
          <w:trHeight w:val="21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rPr/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>
        <w:trPr>
          <w:trHeight w:val="273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4" w:after="0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>
        <w:trPr>
          <w:trHeight w:val="21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1" w:before="64" w:after="0"/>
              <w:rPr/>
            </w:pPr>
            <w:r>
              <w:rPr>
                <w:w w:val="105"/>
                <w:sz w:val="13"/>
              </w:rPr>
              <w:t>Nel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68/1999</w:t>
            </w:r>
          </w:p>
        </w:tc>
      </w:tr>
      <w:tr>
        <w:trPr>
          <w:trHeight w:val="214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rPr/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motivazioni:</w:t>
            </w:r>
          </w:p>
        </w:tc>
      </w:tr>
      <w:tr>
        <w:trPr>
          <w:trHeight w:val="467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tabs>
                <w:tab w:val="clear" w:pos="720"/>
                <w:tab w:val="left" w:pos="3884" w:leader="dot"/>
              </w:tabs>
              <w:spacing w:before="64" w:after="0"/>
              <w:rPr/>
            </w:pPr>
            <w:r>
              <w:rPr>
                <w:w w:val="110"/>
                <w:sz w:val="13"/>
              </w:rPr>
              <w:t>(numero</w:t>
            </w:r>
            <w:r>
              <w:rPr>
                <w:spacing w:val="25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dipendenti</w:t>
            </w:r>
            <w:r>
              <w:rPr>
                <w:spacing w:val="27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e/o</w:t>
            </w:r>
            <w:r>
              <w:rPr>
                <w:spacing w:val="29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altro</w:t>
            </w:r>
            <w:r>
              <w:rPr>
                <w:spacing w:val="25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)</w:t>
            </w:r>
            <w:r>
              <w:rPr>
                <w:spacing w:val="31"/>
                <w:w w:val="110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[………..…][……….…][</w:t>
            </w:r>
            <w:r>
              <w:rPr>
                <w:rFonts w:ascii="Times New Roman" w:hAnsi="Times New Roman"/>
                <w:w w:val="125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</w:tc>
      </w:tr>
      <w:tr>
        <w:trPr>
          <w:trHeight w:val="565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lineRule="atLeast" w:line="150" w:before="86" w:after="0"/>
              <w:ind w:left="153" w:right="0" w:hanging="65"/>
              <w:rPr/>
            </w:pPr>
            <w:r>
              <w:rPr>
                <w:w w:val="105"/>
                <w:sz w:val="13"/>
              </w:rPr>
              <w:t>3.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partecipante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medesima procedura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affidamento,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tale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far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ritenere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offerte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ind w:left="0" w:right="0" w:hanging="0"/>
              <w:rPr>
                <w:sz w:val="13"/>
              </w:rPr>
            </w:pPr>
            <w:r>
              <w:rPr>
                <w:sz w:val="13"/>
              </w:rPr>
            </w:r>
          </w:p>
          <w:p>
            <w:pPr>
              <w:pStyle w:val="TableParagraph"/>
              <w:rPr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>
        <w:trPr>
          <w:trHeight w:val="160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6" w:before="5" w:after="0"/>
              <w:ind w:left="0" w:right="98" w:hanging="0"/>
              <w:jc w:val="right"/>
              <w:rPr/>
            </w:pPr>
            <w:r>
              <w:rPr>
                <w:w w:val="105"/>
                <w:sz w:val="13"/>
              </w:rPr>
              <w:t>operatori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siano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imputabili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unico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centro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decisionale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26" w:before="14" w:after="0"/>
              <w:rPr/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>
        <w:trPr>
          <w:trHeight w:val="155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36"/>
              <w:ind w:left="0" w:right="100" w:hanging="0"/>
              <w:jc w:val="right"/>
              <w:rPr/>
            </w:pPr>
            <w:r>
              <w:rPr>
                <w:w w:val="105"/>
                <w:sz w:val="13"/>
              </w:rPr>
              <w:t>cagione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accordi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loro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intercorsi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95,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26" w:before="10" w:after="0"/>
              <w:rPr/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>
        <w:trPr>
          <w:trHeight w:val="219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153" w:right="0" w:hanging="0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0" w:after="0"/>
              <w:rPr/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>
        <w:trPr>
          <w:trHeight w:val="713" w:hRule="atLeast"/>
        </w:trPr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</w: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4" w:after="0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>
        <w:trPr>
          <w:trHeight w:val="1643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4" w:before="124" w:after="0"/>
              <w:ind w:left="292" w:right="95" w:hanging="204"/>
              <w:jc w:val="both"/>
              <w:rPr/>
            </w:pPr>
            <w:r>
              <w:rPr>
                <w:w w:val="105"/>
                <w:sz w:val="13"/>
              </w:rPr>
              <w:t>4. L’operatore economico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trova nella condizione prevista dall’art. 53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16-ter del D.Lgs. 165/2001 (pantouflage o revolving door) in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quanto ha concluso contratti di lavoro subordinato o autonomo 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comunque, ha attribuito incarichi ad ex dipendenti della stazione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appaltante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concedente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cessato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loro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rapporto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lavoro da meno di tre anni e che negli ultimi tre anni di servizio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 esercitato poteri autoritativi o negoziali per conto della stessa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stazione appaltante o ente concedente nei confronti del medesimo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 economico?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</w:tbl>
    <w:p>
      <w:pPr>
        <w:pStyle w:val="Normal"/>
        <w:spacing w:before="122" w:after="0"/>
        <w:ind w:left="887" w:right="1096" w:hanging="0"/>
        <w:jc w:val="center"/>
        <w:rPr/>
      </w:pPr>
      <w:r>
        <w:rPr>
          <w:rFonts w:eastAsia="Times New Roman" w:ascii="Times New Roman" w:hAnsi="Times New Roman"/>
          <w:color w:val="00000A"/>
          <w:spacing w:val="-1"/>
          <w:w w:val="105"/>
          <w:sz w:val="17"/>
        </w:rPr>
        <w:t>Parte</w:t>
      </w:r>
      <w:r>
        <w:rPr>
          <w:rFonts w:eastAsia="Times New Roman" w:ascii="Times New Roman" w:hAnsi="Times New Roman"/>
          <w:color w:val="00000A"/>
          <w:spacing w:val="-6"/>
          <w:w w:val="105"/>
          <w:sz w:val="17"/>
        </w:rPr>
        <w:t xml:space="preserve"> </w:t>
      </w:r>
      <w:r>
        <w:rPr>
          <w:rFonts w:eastAsia="Times New Roman" w:ascii="Times New Roman" w:hAnsi="Times New Roman"/>
          <w:color w:val="00000A"/>
          <w:spacing w:val="-1"/>
          <w:w w:val="105"/>
          <w:sz w:val="17"/>
        </w:rPr>
        <w:t>IV:</w:t>
      </w:r>
      <w:r>
        <w:rPr>
          <w:rFonts w:eastAsia="Times New Roman" w:ascii="Times New Roman" w:hAnsi="Times New Roman"/>
          <w:color w:val="00000A"/>
          <w:spacing w:val="-5"/>
          <w:w w:val="105"/>
          <w:sz w:val="17"/>
        </w:rPr>
        <w:t xml:space="preserve"> </w:t>
      </w:r>
      <w:r>
        <w:rPr>
          <w:rFonts w:eastAsia="Times New Roman" w:ascii="Times New Roman" w:hAnsi="Times New Roman"/>
          <w:color w:val="00000A"/>
          <w:spacing w:val="-1"/>
          <w:w w:val="105"/>
          <w:sz w:val="17"/>
        </w:rPr>
        <w:t>Criteri</w:t>
      </w:r>
      <w:r>
        <w:rPr>
          <w:rFonts w:eastAsia="Times New Roman" w:ascii="Times New Roman" w:hAnsi="Times New Roman"/>
          <w:color w:val="00000A"/>
          <w:spacing w:val="-8"/>
          <w:w w:val="105"/>
          <w:sz w:val="17"/>
        </w:rPr>
        <w:t xml:space="preserve"> </w:t>
      </w:r>
      <w:r>
        <w:rPr>
          <w:rFonts w:eastAsia="Times New Roman" w:ascii="Times New Roman" w:hAnsi="Times New Roman"/>
          <w:color w:val="00000A"/>
          <w:spacing w:val="-1"/>
          <w:w w:val="105"/>
          <w:sz w:val="17"/>
        </w:rPr>
        <w:t>di</w:t>
      </w:r>
      <w:r>
        <w:rPr>
          <w:rFonts w:eastAsia="Times New Roman" w:ascii="Times New Roman" w:hAnsi="Times New Roman"/>
          <w:color w:val="00000A"/>
          <w:spacing w:val="-4"/>
          <w:w w:val="105"/>
          <w:sz w:val="17"/>
        </w:rPr>
        <w:t xml:space="preserve"> </w:t>
      </w:r>
      <w:r>
        <w:rPr>
          <w:rFonts w:eastAsia="Times New Roman" w:ascii="Times New Roman" w:hAnsi="Times New Roman"/>
          <w:color w:val="00000A"/>
          <w:spacing w:val="-1"/>
          <w:w w:val="105"/>
          <w:sz w:val="17"/>
        </w:rPr>
        <w:t>selezione</w:t>
      </w:r>
    </w:p>
    <w:p>
      <w:pPr>
        <w:pStyle w:val="Normal"/>
        <w:spacing w:before="126" w:after="0"/>
        <w:ind w:left="887" w:right="1097" w:hanging="0"/>
        <w:jc w:val="center"/>
        <w:rPr/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>
      <w:pPr>
        <w:pStyle w:val="Corpodeltesto"/>
        <w:spacing w:before="5" w:after="0"/>
        <w:rPr>
          <w:sz w:val="17"/>
        </w:rPr>
      </w:pPr>
      <w:r>
        <w:rPr>
          <w:sz w:val="17"/>
        </w:rPr>
      </w:r>
    </w:p>
    <w:p>
      <w:pPr>
        <w:pStyle w:val="Normal"/>
        <w:ind w:left="652" w:right="0" w:hanging="0"/>
        <w:rPr/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>
      <w:pPr>
        <w:pStyle w:val="Corpodeltesto"/>
        <w:spacing w:before="1" w:after="0"/>
        <w:rPr>
          <w:sz w:val="16"/>
        </w:rPr>
      </w:pPr>
      <w:r>
        <w:rPr>
          <w:sz w:val="16"/>
        </w:rPr>
      </w:r>
    </w:p>
    <w:p>
      <w:pPr>
        <w:pStyle w:val="Normal"/>
        <w:ind w:left="652" w:right="0" w:hanging="0"/>
        <w:rPr/>
      </w:pPr>
      <w:r>
        <w:rPr>
          <w:rFonts w:ascii="Symbol" w:hAnsi="Symbol"/>
          <w:color w:val="00000A"/>
          <w:w w:val="105"/>
          <w:sz w:val="27"/>
        </w:rPr>
        <w:t></w:t>
      </w:r>
      <w:r>
        <w:rPr>
          <w:color w:val="00000A"/>
          <w:w w:val="105"/>
          <w:sz w:val="15"/>
        </w:rPr>
        <w:t>: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INDICAZIONE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GLOBALE</w:t>
      </w:r>
      <w:r>
        <w:rPr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PER</w:t>
      </w:r>
      <w:r>
        <w:rPr>
          <w:color w:val="00000A"/>
          <w:spacing w:val="-10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TUTTI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I</w:t>
      </w:r>
      <w:r>
        <w:rPr>
          <w:color w:val="00000A"/>
          <w:spacing w:val="-3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CRITERI</w:t>
      </w:r>
      <w:r>
        <w:rPr>
          <w:color w:val="00000A"/>
          <w:spacing w:val="-5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DI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SELEZIONE</w:t>
      </w:r>
      <w:r>
        <mc:AlternateContent>
          <mc:Choice Requires="wps">
            <w:drawing>
              <wp:anchor behindDoc="1" distT="0" distB="0" distL="0" distR="0" simplePos="0" locked="0" layoutInCell="1" allowOverlap="1" relativeHeight="22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33" name="2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1390" cy="358140"/>
                        </a:xfrm>
                        <a:prstGeom prst="rect"/>
                        <a:solidFill>
                          <a:srgbClr val="BFBFBF"/>
                        </a:solidFill>
                        <a:ln w="6350">
                          <a:solidFill>
                            <a:srgbClr val="00000A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lineRule="auto" w:line="252" w:before="24" w:after="0"/>
                              <w:ind w:left="105" w:right="81" w:hanging="0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BFBFBF" strokecolor="#00000A" strokeweight="0pt" style="position:absolute;rotation:0;width:475.7pt;height:28.2pt;mso-wrap-distance-left:0pt;mso-wrap-distance-right:0pt;mso-wrap-distance-top:0pt;mso-wrap-distance-bottom:0pt;margin-top:22.7pt;mso-position-vertical-relative:text;margin-left:82.1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lineRule="auto" w:line="252" w:before="24" w:after="0"/>
                        <w:ind w:left="105" w:right="81" w:hanging="0"/>
                        <w:rPr/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6" w:after="0"/>
        <w:rPr>
          <w:sz w:val="7"/>
        </w:rPr>
      </w:pPr>
      <w:r>
        <w:rPr>
          <w:sz w:val="7"/>
        </w:rPr>
      </w:r>
    </w:p>
    <w:tbl>
      <w:tblPr>
        <w:tblW w:w="9079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483"/>
        <w:gridCol w:w="4596"/>
      </w:tblGrid>
      <w:tr>
        <w:trPr>
          <w:trHeight w:val="401" w:hRule="atLeast"/>
        </w:trPr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3" w:after="0"/>
              <w:rPr/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Rispetto</w:t>
            </w:r>
            <w:r>
              <w:rPr>
                <w:rFonts w:eastAsia="Times New Roman"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eastAsia="Times New Roman"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tutti</w:t>
            </w:r>
            <w:r>
              <w:rPr>
                <w:rFonts w:eastAsia="Times New Roman"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i</w:t>
            </w:r>
            <w:r>
              <w:rPr>
                <w:rFonts w:eastAsia="Times New Roman"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criteri</w:t>
            </w:r>
            <w:r>
              <w:rPr>
                <w:rFonts w:eastAsia="Times New Roman"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eastAsia="Times New Roman"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selezione</w:t>
            </w:r>
            <w:r>
              <w:rPr>
                <w:rFonts w:eastAsia="Times New Roman"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3" w:after="0"/>
              <w:ind w:left="91" w:right="0" w:hanging="0"/>
              <w:rPr>
                <w:rFonts w:ascii="Arial" w:hAnsi="Arial" w:eastAsia="Times New Roman"/>
                <w:b/>
                <w:b/>
                <w:color w:val="00000A"/>
                <w:w w:val="105"/>
                <w:sz w:val="14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Risposta</w:t>
            </w:r>
          </w:p>
        </w:tc>
      </w:tr>
      <w:tr>
        <w:trPr>
          <w:trHeight w:val="401" w:hRule="atLeast"/>
        </w:trPr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6" w:after="0"/>
              <w:rPr/>
            </w:pP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selezione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6" w:after="0"/>
              <w:ind w:left="91" w:right="0" w:hanging="0"/>
              <w:rPr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</w:tbl>
    <w:p>
      <w:pPr>
        <w:pStyle w:val="Corpodeltesto"/>
        <w:rPr>
          <w:sz w:val="28"/>
        </w:rPr>
      </w:pPr>
      <w:r>
        <w:rPr>
          <w:sz w:val="28"/>
        </w:rPr>
      </w:r>
    </w:p>
    <w:p>
      <w:pPr>
        <w:pStyle w:val="Normal"/>
        <w:spacing w:before="101" w:after="0"/>
        <w:ind w:left="652" w:right="0" w:hanging="0"/>
        <w:rPr/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>
      <w:pPr>
        <w:pStyle w:val="Corpodeltesto"/>
        <w:spacing w:before="9" w:after="0"/>
        <w:rPr>
          <w:sz w:val="27"/>
        </w:rPr>
      </w:pPr>
      <w:r>
        <w:rPr>
          <w:sz w:val="27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23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34" name="2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4055" cy="243840"/>
                        </a:xfrm>
                        <a:prstGeom prst="rect"/>
                        <a:solidFill>
                          <a:srgbClr val="BFBFBF"/>
                        </a:solidFill>
                        <a:ln w="4445">
                          <a:solidFill>
                            <a:srgbClr val="00000A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lineRule="auto" w:line="247" w:before="26" w:after="0"/>
                              <w:ind w:left="106" w:right="0" w:hanging="0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BFBFBF" strokecolor="#00000A" strokeweight="0pt" style="position:absolute;rotation:0;width:454.65pt;height:19.2pt;mso-wrap-distance-left:0pt;mso-wrap-distance-right:0pt;mso-wrap-distance-top:0pt;mso-wrap-distance-bottom:0pt;margin-top:17.9pt;mso-position-vertical-relative:text;margin-left:82.1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lineRule="auto" w:line="247" w:before="26" w:after="0"/>
                        <w:ind w:left="106" w:right="0" w:hanging="0"/>
                        <w:rPr/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7" w:after="0"/>
        <w:rPr>
          <w:sz w:val="7"/>
        </w:rPr>
      </w:pPr>
      <w:r>
        <w:rPr>
          <w:sz w:val="7"/>
        </w:rPr>
      </w:r>
    </w:p>
    <w:tbl>
      <w:tblPr>
        <w:tblW w:w="904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4521"/>
      </w:tblGrid>
      <w:tr>
        <w:trPr>
          <w:trHeight w:val="402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>
                <w:rFonts w:ascii="Arial" w:hAnsi="Arial"/>
                <w:b/>
                <w:b/>
                <w:color w:val="00000A"/>
                <w:w w:val="105"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>
                <w:rFonts w:ascii="Arial" w:hAnsi="Arial" w:eastAsia="Times New Roman"/>
                <w:b/>
                <w:b/>
                <w:color w:val="00000A"/>
                <w:w w:val="105"/>
                <w:sz w:val="14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>
      <w:pPr>
        <w:sectPr>
          <w:footerReference w:type="default" r:id="rId13"/>
          <w:type w:val="nextPage"/>
          <w:pgSz w:w="11906" w:h="16838"/>
          <w:pgMar w:left="1100" w:right="420" w:header="0" w:top="1580" w:footer="1906" w:bottom="210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9" w:after="0"/>
        <w:rPr>
          <w:sz w:val="25"/>
        </w:rPr>
      </w:pPr>
      <w:r>
        <w:rPr>
          <w:sz w:val="25"/>
        </w:rPr>
      </w:r>
    </w:p>
    <w:tbl>
      <w:tblPr>
        <w:tblW w:w="904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4521"/>
      </w:tblGrid>
      <w:tr>
        <w:trPr>
          <w:trHeight w:val="1355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42" w:before="123" w:after="0"/>
              <w:ind w:left="364" w:right="93" w:hanging="276"/>
              <w:jc w:val="both"/>
              <w:rPr/>
            </w:pPr>
            <w:r>
              <w:rPr>
                <w:rFonts w:ascii="Arial" w:hAnsi="Arial"/>
                <w:b/>
                <w:w w:val="105"/>
                <w:sz w:val="14"/>
              </w:rPr>
              <w:t>1)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26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un’attività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anche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coincidente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l’oggetto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dell’appalto</w:t>
            </w:r>
          </w:p>
          <w:p>
            <w:pPr>
              <w:pStyle w:val="TableParagraph"/>
              <w:spacing w:before="1" w:after="0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lineRule="auto" w:line="252"/>
              <w:ind w:left="364" w:right="1146" w:hanging="0"/>
              <w:rPr/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>
                <w:color w:val="00000A"/>
                <w:w w:val="155"/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[………….…]</w:t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6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lineRule="auto" w:line="252"/>
              <w:ind w:left="88" w:right="345" w:hanging="0"/>
              <w:rPr/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>
            <w:pPr>
              <w:pStyle w:val="TableParagraph"/>
              <w:spacing w:before="118" w:after="0"/>
              <w:rPr>
                <w:color w:val="00000A"/>
                <w:w w:val="150"/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>
        <w:trPr>
          <w:trHeight w:val="1981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3" w:after="0"/>
              <w:rPr/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 xml:space="preserve">2) </w:t>
            </w:r>
            <w:r>
              <w:rPr>
                <w:rFonts w:eastAsia="Times New Roman" w:ascii="Arial" w:hAnsi="Arial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Per</w:t>
            </w:r>
            <w:r>
              <w:rPr>
                <w:rFonts w:eastAsia="Times New Roman"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gli</w:t>
            </w:r>
            <w:r>
              <w:rPr>
                <w:rFonts w:eastAsia="Times New Roman"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appalti</w:t>
            </w:r>
            <w:r>
              <w:rPr>
                <w:rFonts w:eastAsia="Times New Roman"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eastAsia="Times New Roman"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servizi, forniture</w:t>
            </w:r>
            <w:r>
              <w:rPr>
                <w:rFonts w:eastAsia="Times New Roman"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eastAsia="Times New Roman"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lavori:</w:t>
            </w:r>
          </w:p>
          <w:p>
            <w:pPr>
              <w:pStyle w:val="TableParagraph"/>
              <w:spacing w:before="7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</w:r>
          </w:p>
          <w:p>
            <w:pPr>
              <w:pStyle w:val="TableParagraph"/>
              <w:spacing w:lineRule="auto" w:line="252"/>
              <w:ind w:left="364" w:right="168" w:hanging="0"/>
              <w:rPr/>
            </w:pP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una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particolare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una particolare </w:t>
            </w:r>
            <w:r>
              <w:rPr>
                <w:w w:val="105"/>
                <w:sz w:val="14"/>
              </w:rPr>
              <w:t xml:space="preserve">organizzazione (elenchi, albi, ecc.) per </w:t>
            </w:r>
            <w:r>
              <w:rPr>
                <w:color w:val="00000A"/>
                <w:w w:val="105"/>
                <w:sz w:val="14"/>
              </w:rPr>
              <w:t>poter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dell'operatore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economico?</w:t>
            </w:r>
          </w:p>
          <w:p>
            <w:pPr>
              <w:pStyle w:val="TableParagraph"/>
              <w:spacing w:before="7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lineRule="auto" w:line="252"/>
              <w:ind w:left="88" w:right="269" w:hanging="0"/>
              <w:rPr/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1" w:after="0"/>
              <w:ind w:left="0" w:right="0" w:hanging="0"/>
              <w:rPr>
                <w:sz w:val="19"/>
              </w:rPr>
            </w:pPr>
            <w:r>
              <w:rPr>
                <w:sz w:val="19"/>
              </w:rPr>
            </w:r>
          </w:p>
          <w:p>
            <w:pPr>
              <w:pStyle w:val="TableParagraph"/>
              <w:rPr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>
            <w:pPr>
              <w:pStyle w:val="TableParagraph"/>
              <w:spacing w:before="8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</w:r>
          </w:p>
          <w:p>
            <w:pPr>
              <w:pStyle w:val="TableParagraph"/>
              <w:spacing w:lineRule="auto" w:line="252"/>
              <w:ind w:left="88" w:right="575" w:hanging="0"/>
              <w:rPr/>
            </w:pPr>
            <w:r>
              <w:rPr>
                <w:color w:val="00000A"/>
                <w:w w:val="105"/>
                <w:sz w:val="14"/>
              </w:rPr>
              <w:t>In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caso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affermativo,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specificare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…]</w:t>
            </w:r>
            <w:r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>
            <w:pPr>
              <w:pStyle w:val="TableParagraph"/>
              <w:spacing w:lineRule="auto" w:line="252" w:before="2" w:after="0"/>
              <w:ind w:left="88" w:right="345" w:hanging="0"/>
              <w:rPr/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>
            <w:pPr>
              <w:pStyle w:val="TableParagraph"/>
              <w:spacing w:before="113" w:after="0"/>
              <w:rPr>
                <w:color w:val="00000A"/>
                <w:w w:val="155"/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" w:after="0"/>
        <w:rPr>
          <w:sz w:val="15"/>
        </w:rPr>
      </w:pPr>
      <w:r>
        <w:rPr>
          <w:sz w:val="15"/>
        </w:rPr>
        <mc:AlternateContent>
          <mc:Choice Requires="wps">
            <w:drawing>
              <wp:anchor behindDoc="1" distT="0" distB="0" distL="0" distR="0" simplePos="0" locked="0" layoutInCell="1" allowOverlap="1" relativeHeight="25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80540" cy="8255"/>
                <wp:effectExtent l="0" t="0" r="0" b="0"/>
                <wp:wrapTopAndBottom/>
                <wp:docPr id="3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0" name="Rectangle 1"/>
                        <wps:cNvSpPr/>
                      </wps:nvSpPr>
                      <wps:spPr>
                        <a:xfrm>
                          <a:off x="0" y="0"/>
                          <a:ext cx="1779840" cy="756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0000a" stroked="f" style="position:absolute;margin-left:87.6pt;margin-top:10.5pt;width:140.1pt;height:0.55pt;mso-position-horizontal-relative:page">
                <w10:wrap type="none"/>
                <v:fill o:detectmouseclick="t" type="solid" color2="#fffff5"/>
                <v:stroke color="#3465a4" joinstyle="round" endcap="flat"/>
              </v:rect>
            </w:pict>
          </mc:Fallback>
        </mc:AlternateContent>
      </w:r>
    </w:p>
    <w:p>
      <w:pPr>
        <w:sectPr>
          <w:footerReference w:type="default" r:id="rId14"/>
          <w:type w:val="nextPage"/>
          <w:pgSz w:w="11906" w:h="16838"/>
          <w:pgMar w:left="1100" w:right="420" w:header="0" w:top="1580" w:footer="1906" w:bottom="210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52" w:before="67" w:after="0"/>
        <w:ind w:left="927" w:right="857" w:hanging="276"/>
        <w:rPr/>
      </w:pP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eastAsia="Times New Roman"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gli operatori</w:t>
      </w:r>
      <w:r>
        <w:rPr>
          <w:rFonts w:eastAsia="Times New Roman"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economici</w:t>
      </w:r>
      <w:r>
        <w:rPr>
          <w:rFonts w:eastAsia="Times New Roman"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di</w:t>
      </w:r>
      <w:r>
        <w:rPr>
          <w:rFonts w:eastAsia="Times New Roman"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taluni</w:t>
      </w:r>
      <w:r>
        <w:rPr>
          <w:rFonts w:eastAsia="Times New Roman"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Stati membri</w:t>
      </w:r>
      <w:r>
        <w:rPr>
          <w:rFonts w:eastAsia="Times New Roman"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potrebbero</w:t>
      </w:r>
      <w:r>
        <w:rPr>
          <w:rFonts w:eastAsia="Times New Roman"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dover</w:t>
      </w:r>
      <w:r>
        <w:rPr>
          <w:rFonts w:eastAsia="Times New Roman"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soddisfare</w:t>
      </w:r>
      <w:r>
        <w:rPr>
          <w:rFonts w:eastAsia="Times New Roman"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altri</w:t>
      </w:r>
      <w:r>
        <w:rPr>
          <w:rFonts w:eastAsia="Times New Roman"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requisiti</w:t>
      </w:r>
      <w:r>
        <w:rPr>
          <w:rFonts w:eastAsia="Times New Roman"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previsti</w:t>
      </w:r>
      <w:r>
        <w:rPr>
          <w:rFonts w:eastAsia="Times New Roman"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nello</w:t>
      </w:r>
      <w:r>
        <w:rPr>
          <w:rFonts w:eastAsia="Times New Roman"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1"/>
        </w:rPr>
        <w:t>stesso allegato.</w:t>
      </w:r>
    </w:p>
    <w:p>
      <w:pPr>
        <w:pStyle w:val="Corpodeltesto"/>
        <w:rPr>
          <w:rFonts w:ascii="Arial" w:hAnsi="Arial"/>
          <w:b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eltesto"/>
        <w:rPr>
          <w:rFonts w:ascii="Arial" w:hAnsi="Arial"/>
          <w:b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eltesto"/>
        <w:spacing w:before="2" w:after="0"/>
        <w:rPr>
          <w:rFonts w:ascii="Arial" w:hAnsi="Arial"/>
          <w:b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Normal"/>
        <w:ind w:left="887" w:right="1095" w:hanging="0"/>
        <w:jc w:val="center"/>
        <w:rPr/>
      </w:pPr>
      <w:r>
        <w:rPr>
          <w:color w:val="00000A"/>
          <w:spacing w:val="-1"/>
          <w:w w:val="105"/>
          <w:sz w:val="14"/>
        </w:rPr>
        <w:t>B</w:t>
      </w:r>
      <w:r>
        <w:rPr>
          <w:color w:val="00000A"/>
          <w:spacing w:val="-1"/>
          <w:w w:val="105"/>
          <w:sz w:val="14"/>
        </w:rPr>
        <w:t>:</w:t>
      </w:r>
      <w:r>
        <w:rPr>
          <w:color w:val="00000A"/>
          <w:spacing w:val="-4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CAPACITÀ</w:t>
      </w:r>
      <w:r>
        <w:rPr>
          <w:color w:val="00000A"/>
          <w:spacing w:val="-4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ECONOMICA</w:t>
      </w:r>
      <w:r>
        <w:rPr>
          <w:color w:val="00000A"/>
          <w:spacing w:val="-9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E</w:t>
      </w:r>
      <w:r>
        <w:rPr>
          <w:color w:val="00000A"/>
          <w:spacing w:val="-5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FINANZIARIA</w:t>
      </w:r>
      <w:r>
        <w:rPr>
          <w:color w:val="00000A"/>
          <w:spacing w:val="-10"/>
          <w:w w:val="105"/>
          <w:sz w:val="14"/>
        </w:rPr>
        <w:t xml:space="preserve"> </w:t>
      </w:r>
      <w:r>
        <w:rPr>
          <w:w w:val="105"/>
          <w:sz w:val="14"/>
        </w:rPr>
        <w:t>(</w:t>
      </w:r>
      <w:r>
        <w:rPr>
          <w:w w:val="105"/>
          <w:sz w:val="15"/>
        </w:rPr>
        <w:t>Articolo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3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b)</w:t>
      </w:r>
      <w:r>
        <w:rPr>
          <w:w w:val="105"/>
          <w:sz w:val="15"/>
        </w:rPr>
        <w:t>,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2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  <w:r>
        <mc:AlternateContent>
          <mc:Choice Requires="wps">
            <w:drawing>
              <wp:anchor behindDoc="1" distT="0" distB="0" distL="0" distR="0" simplePos="0" locked="0" layoutInCell="1" allowOverlap="1" relativeHeight="27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38" name="2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4055" cy="242570"/>
                        </a:xfrm>
                        <a:prstGeom prst="rect"/>
                        <a:solidFill>
                          <a:srgbClr val="BFBFBF"/>
                        </a:solidFill>
                        <a:ln w="4445">
                          <a:solidFill>
                            <a:srgbClr val="00000A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lineRule="auto" w:line="247" w:before="26" w:after="0"/>
                              <w:ind w:left="106" w:right="0" w:hanging="0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BFBFBF" strokecolor="#00000A" strokeweight="0pt" style="position:absolute;rotation:0;width:454.65pt;height:19.1pt;mso-wrap-distance-left:0pt;mso-wrap-distance-right:0pt;mso-wrap-distance-top:0pt;mso-wrap-distance-bottom:0pt;margin-top:14.85pt;mso-position-vertical-relative:text;margin-left:82.1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lineRule="auto" w:line="247" w:before="26" w:after="0"/>
                        <w:ind w:left="106" w:right="0" w:hanging="0"/>
                        <w:rPr/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10" w:after="0"/>
        <w:rPr>
          <w:sz w:val="7"/>
        </w:rPr>
      </w:pPr>
      <w:r>
        <w:rPr>
          <w:sz w:val="7"/>
        </w:rPr>
      </w:r>
    </w:p>
    <w:tbl>
      <w:tblPr>
        <w:tblW w:w="904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4521"/>
      </w:tblGrid>
      <w:tr>
        <w:trPr>
          <w:trHeight w:val="400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3" w:after="0"/>
              <w:rPr/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3" w:after="0"/>
              <w:rPr/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Risposta</w:t>
            </w:r>
            <w:r>
              <w:rPr>
                <w:rFonts w:eastAsia="Times New Roman" w:ascii="Arial" w:hAnsi="Arial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>
        <w:trPr>
          <w:trHeight w:val="5318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3" w:after="0"/>
              <w:ind w:left="292" w:right="194" w:hanging="204"/>
              <w:jc w:val="both"/>
              <w:rPr/>
            </w:pPr>
            <w:r>
              <w:rPr>
                <w:color w:val="00000A"/>
                <w:w w:val="105"/>
                <w:sz w:val="14"/>
              </w:rPr>
              <w:t xml:space="preserve">1a) Il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>
              <w:rPr>
                <w:color w:val="00000A"/>
                <w:w w:val="105"/>
                <w:sz w:val="14"/>
              </w:rPr>
              <w:t>maturato nel triennio precedente a quello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100,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11,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Codice):</w:t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4" w:after="0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rPr>
                <w:rFonts w:ascii="Arial" w:hAnsi="Arial" w:eastAsia="Times New Roman"/>
                <w:b/>
                <w:b/>
                <w:color w:val="00000A"/>
                <w:w w:val="105"/>
                <w:sz w:val="14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e</w:t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lineRule="auto" w:line="247" w:before="98" w:after="0"/>
              <w:ind w:left="88" w:right="94" w:hanging="0"/>
              <w:rPr/>
            </w:pPr>
            <w:r>
              <w:rPr>
                <w:rFonts w:eastAsia="Times New Roman" w:ascii="Arial" w:hAnsi="Arial"/>
                <w:b/>
                <w:color w:val="00000A"/>
                <w:spacing w:val="-1"/>
                <w:w w:val="105"/>
                <w:sz w:val="14"/>
              </w:rPr>
              <w:t>(per</w:t>
            </w:r>
            <w:r>
              <w:rPr>
                <w:rFonts w:eastAsia="Times New Roman"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spacing w:val="-1"/>
                <w:w w:val="105"/>
                <w:sz w:val="14"/>
              </w:rPr>
              <w:t>gli</w:t>
            </w:r>
            <w:r>
              <w:rPr>
                <w:rFonts w:eastAsia="Times New Roman"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spacing w:val="-1"/>
                <w:w w:val="105"/>
                <w:sz w:val="14"/>
              </w:rPr>
              <w:t>appalti</w:t>
            </w:r>
            <w:r>
              <w:rPr>
                <w:rFonts w:eastAsia="Times New Roman"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eastAsia="Times New Roman"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spacing w:val="-1"/>
                <w:w w:val="105"/>
                <w:sz w:val="14"/>
              </w:rPr>
              <w:t>lavori</w:t>
            </w:r>
            <w:r>
              <w:rPr>
                <w:rFonts w:eastAsia="Times New Roman"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eastAsia="Times New Roman"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importo</w:t>
            </w:r>
            <w:r>
              <w:rPr>
                <w:rFonts w:eastAsia="Times New Roman" w:ascii="Arial" w:hAnsi="Arial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pari</w:t>
            </w:r>
            <w:r>
              <w:rPr>
                <w:rFonts w:eastAsia="Times New Roman"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eastAsia="Times New Roman"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superiore</w:t>
            </w:r>
            <w:r>
              <w:rPr>
                <w:rFonts w:eastAsia="Times New Roman"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ai</w:t>
            </w:r>
            <w:r>
              <w:rPr>
                <w:rFonts w:eastAsia="Times New Roman"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20</w:t>
            </w:r>
            <w:r>
              <w:rPr>
                <w:rFonts w:eastAsia="Times New Roman"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milioni</w:t>
            </w:r>
            <w:r>
              <w:rPr>
                <w:rFonts w:eastAsia="Times New Roman"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eastAsia="Times New Roman" w:ascii="Arial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Euro):</w:t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294" w:leader="none"/>
              </w:tabs>
              <w:spacing w:lineRule="auto" w:line="252" w:before="93" w:after="0"/>
              <w:ind w:left="292" w:right="93" w:hanging="204"/>
              <w:jc w:val="both"/>
              <w:rPr/>
            </w:pPr>
            <w:r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inequivoco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l’esposizione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finanziaria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dell’operatore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momento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in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cui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partecipa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una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gara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lett.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a, del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93" w:after="0"/>
              <w:rPr/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eastAsia="Times New Roman"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alternativa</w:t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294" w:leader="none"/>
              </w:tabs>
              <w:spacing w:lineRule="auto" w:line="252" w:before="99" w:after="0"/>
              <w:ind w:left="292" w:right="91" w:hanging="204"/>
              <w:jc w:val="both"/>
              <w:rPr/>
            </w:pPr>
            <w:r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deve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aver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realizzato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nei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migliori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cinque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dei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dieci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antecedenti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/>
            </w:pPr>
            <w:r>
              <w:rPr>
                <w:color w:val="00000A"/>
                <w:spacing w:val="-1"/>
                <w:w w:val="115"/>
                <w:sz w:val="14"/>
              </w:rPr>
              <w:t>Fatturato</w:t>
            </w:r>
            <w:r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globale</w:t>
            </w:r>
            <w:r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>
              <w:rPr>
                <w:color w:val="00000A"/>
                <w:w w:val="125"/>
                <w:sz w:val="14"/>
              </w:rPr>
              <w:t>[……]</w:t>
            </w:r>
            <w:r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[…]</w:t>
            </w:r>
            <w:r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valuta</w:t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2" w:after="0"/>
              <w:ind w:left="0" w:right="0" w:hanging="0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TableParagraph"/>
              <w:rPr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>
            <w:pPr>
              <w:pStyle w:val="TableParagraph"/>
              <w:spacing w:before="125" w:after="0"/>
              <w:rPr/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parametri</w:t>
            </w:r>
          </w:p>
          <w:p>
            <w:pPr>
              <w:pStyle w:val="TableParagraph"/>
              <w:spacing w:before="127" w:after="0"/>
              <w:ind w:left="129" w:right="0" w:hanging="0"/>
              <w:rPr/>
            </w:pPr>
            <w:r>
              <w:rPr>
                <w:color w:val="00000A"/>
                <w:w w:val="135"/>
                <w:sz w:val="14"/>
              </w:rPr>
              <w:t>•</w:t>
            </w:r>
            <w:r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 xml:space="preserve">[……….…] </w:t>
            </w:r>
            <w:r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>•</w:t>
            </w:r>
            <w:r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>[……….…]</w:t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11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</w:r>
          </w:p>
          <w:p>
            <w:pPr>
              <w:pStyle w:val="TableParagraph"/>
              <w:rPr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>
            <w:pPr>
              <w:pStyle w:val="TableParagraph"/>
              <w:tabs>
                <w:tab w:val="clear" w:pos="720"/>
                <w:tab w:val="left" w:pos="753" w:leader="dot"/>
              </w:tabs>
              <w:spacing w:lineRule="auto" w:line="427" w:before="125" w:after="0"/>
              <w:ind w:left="88" w:right="2763" w:hanging="0"/>
              <w:rPr/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volume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affari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color w:val="00000A"/>
                <w:w w:val="105"/>
                <w:sz w:val="14"/>
              </w:rPr>
              <w:tab/>
            </w:r>
            <w:r>
              <w:rPr>
                <w:color w:val="00000A"/>
                <w:w w:val="105"/>
                <w:sz w:val="14"/>
              </w:rPr>
              <w:t>] valuta</w:t>
            </w:r>
          </w:p>
        </w:tc>
      </w:tr>
      <w:tr>
        <w:trPr>
          <w:trHeight w:val="738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4" w:before="125" w:after="0"/>
              <w:ind w:left="88" w:right="92" w:hanging="0"/>
              <w:jc w:val="both"/>
              <w:rPr/>
            </w:pPr>
            <w:r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avvio delle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attività dell'operatore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>
                <w:color w:val="00000A"/>
                <w:w w:val="145"/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[……]</w:t>
            </w:r>
          </w:p>
        </w:tc>
      </w:tr>
      <w:tr>
        <w:trPr>
          <w:trHeight w:val="1641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3" w:after="0"/>
              <w:ind w:left="292" w:right="203" w:hanging="204"/>
              <w:rPr/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quanto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riguarda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eastAsia="Times New Roman"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altri</w:t>
            </w:r>
            <w:r>
              <w:rPr>
                <w:rFonts w:eastAsia="Times New Roman"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requisiti</w:t>
            </w:r>
            <w:r>
              <w:rPr>
                <w:rFonts w:eastAsia="Times New Roman"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economici</w:t>
            </w:r>
            <w:r>
              <w:rPr>
                <w:rFonts w:eastAsia="Times New Roman"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eastAsia="Times New Roman"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 xml:space="preserve">finanziari </w:t>
            </w:r>
            <w:r>
              <w:rPr>
                <w:color w:val="00000A"/>
                <w:w w:val="105"/>
                <w:sz w:val="14"/>
              </w:rPr>
              <w:t>specificati nell'avviso o bando pertinente o nei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dichiara che:</w:t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lineRule="auto" w:line="252" w:before="101" w:after="0"/>
              <w:ind w:left="88" w:right="485" w:hanging="0"/>
              <w:rPr/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 bando pertinente o nei documenti di gara è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>
                <w:color w:val="00000A"/>
                <w:w w:val="145"/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[……]</w:t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6" w:after="0"/>
              <w:ind w:left="0" w:right="0" w:hanging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spacing w:lineRule="auto" w:line="252"/>
              <w:ind w:left="88" w:right="345" w:hanging="0"/>
              <w:rPr/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>
            <w:pPr>
              <w:pStyle w:val="TableParagraph"/>
              <w:spacing w:before="118" w:after="0"/>
              <w:rPr>
                <w:color w:val="00000A"/>
                <w:w w:val="145"/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>
      <w:pPr>
        <w:pStyle w:val="Corpodeltesto"/>
        <w:spacing w:before="1" w:after="0"/>
        <w:rPr>
          <w:sz w:val="22"/>
        </w:rPr>
      </w:pPr>
      <w:r>
        <w:rPr>
          <w:sz w:val="22"/>
        </w:rPr>
      </w:r>
    </w:p>
    <w:p>
      <w:pPr>
        <w:pStyle w:val="Titolo3"/>
        <w:rPr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>
      <w:pPr>
        <w:pStyle w:val="Corpodeltesto"/>
        <w:spacing w:before="11" w:after="0"/>
        <w:rPr>
          <w:sz w:val="22"/>
        </w:rPr>
      </w:pPr>
      <w:r>
        <w:rPr>
          <w:sz w:val="22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28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39" name="2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4055" cy="245110"/>
                        </a:xfrm>
                        <a:prstGeom prst="rect"/>
                        <a:solidFill>
                          <a:srgbClr val="BFBFBF"/>
                        </a:solidFill>
                        <a:ln w="4445">
                          <a:solidFill>
                            <a:srgbClr val="00000A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lineRule="auto" w:line="247" w:before="27" w:after="0"/>
                              <w:ind w:left="106" w:right="0" w:hanging="0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BFBFBF" strokecolor="#00000A" strokeweight="0pt" style="position:absolute;rotation:0;width:454.65pt;height:19.3pt;mso-wrap-distance-left:0pt;mso-wrap-distance-right:0pt;mso-wrap-distance-top:0pt;mso-wrap-distance-bottom:0pt;margin-top:15.15pt;mso-position-vertical-relative:text;margin-left:82.1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lineRule="auto" w:line="247" w:before="27" w:after="0"/>
                        <w:ind w:left="106" w:right="0" w:hanging="0"/>
                        <w:rPr/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10" w:after="0"/>
        <w:rPr>
          <w:sz w:val="7"/>
        </w:rPr>
      </w:pPr>
      <w:r>
        <w:rPr>
          <w:sz w:val="7"/>
        </w:rPr>
      </w:r>
    </w:p>
    <w:tbl>
      <w:tblPr>
        <w:tblW w:w="904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4521"/>
      </w:tblGrid>
      <w:tr>
        <w:trPr>
          <w:trHeight w:val="400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3" w:after="0"/>
              <w:rPr/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3" w:after="0"/>
              <w:rPr/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Risposta</w:t>
            </w:r>
            <w:r>
              <w:rPr>
                <w:rFonts w:eastAsia="Times New Roman" w:ascii="Arial" w:hAnsi="Arial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>
        <w:trPr>
          <w:trHeight w:val="789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40" w:before="123" w:after="0"/>
              <w:ind w:left="429" w:right="92" w:hanging="341"/>
              <w:rPr/>
            </w:pPr>
            <w:r>
              <w:rPr>
                <w:w w:val="105"/>
                <w:sz w:val="14"/>
              </w:rPr>
              <w:t xml:space="preserve">1a) Unicamente per gli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 xml:space="preserve">appalti pubblici di lavori, </w:t>
            </w:r>
            <w:r>
              <w:rPr>
                <w:color w:val="00000A"/>
                <w:w w:val="105"/>
                <w:sz w:val="14"/>
              </w:rPr>
              <w:t>durante il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periodo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riferimento(</w:t>
            </w:r>
            <w:r>
              <w:rPr>
                <w:color w:val="00000A"/>
                <w:w w:val="105"/>
                <w:position w:val="5"/>
                <w:sz w:val="10"/>
              </w:rPr>
              <w:t>27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ha</w:t>
            </w:r>
            <w:r>
              <w:rPr>
                <w:rFonts w:eastAsia="Times New Roman"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eseguito</w:t>
            </w:r>
            <w:r>
              <w:rPr>
                <w:rFonts w:eastAsia="Times New Roman"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i</w:t>
            </w:r>
            <w:r>
              <w:rPr>
                <w:rFonts w:eastAsia="Times New Roman"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seguenti</w:t>
            </w:r>
            <w:r>
              <w:rPr>
                <w:rFonts w:eastAsia="Times New Roman"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lavori</w:t>
            </w:r>
            <w:r>
              <w:rPr>
                <w:rFonts w:eastAsia="Times New Roman" w:ascii="Arial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del tipo specificato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5" w:after="0"/>
              <w:ind w:left="88" w:right="146" w:hanging="0"/>
              <w:rPr/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 nei documenti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gara):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[…]</w:t>
            </w:r>
          </w:p>
          <w:p>
            <w:pPr>
              <w:pStyle w:val="TableParagraph"/>
              <w:rPr/>
            </w:pPr>
            <w:r>
              <w:rPr>
                <w:color w:val="00000A"/>
                <w:w w:val="125"/>
                <w:sz w:val="14"/>
              </w:rPr>
              <w:t>Lavori:</w:t>
            </w:r>
            <w:r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>
      <w:pPr>
        <w:pStyle w:val="Corpodeltesto"/>
        <w:spacing w:before="3" w:after="0"/>
        <w:rPr>
          <w:sz w:val="23"/>
        </w:rPr>
      </w:pPr>
      <w:r>
        <w:rPr>
          <w:sz w:val="23"/>
        </w:rPr>
        <mc:AlternateContent>
          <mc:Choice Requires="wps">
            <w:drawing>
              <wp:anchor behindDoc="1" distT="0" distB="0" distL="0" distR="0" simplePos="0" locked="0" layoutInCell="1" allowOverlap="1" relativeHeight="29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80540" cy="8255"/>
                <wp:effectExtent l="0" t="0" r="0" b="0"/>
                <wp:wrapTopAndBottom/>
                <wp:docPr id="4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1" name="Rectangle 1"/>
                        <wps:cNvSpPr/>
                      </wps:nvSpPr>
                      <wps:spPr>
                        <a:xfrm>
                          <a:off x="0" y="0"/>
                          <a:ext cx="1779840" cy="756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0000a" stroked="f" style="position:absolute;margin-left:87.6pt;margin-top:15.1pt;width:140.1pt;height:0.55pt;mso-position-horizontal-relative:page">
                <w10:wrap type="none"/>
                <v:fill o:detectmouseclick="t" type="solid" color2="#fffff5"/>
                <v:stroke color="#3465a4" joinstyle="round" endcap="flat"/>
              </v:rect>
            </w:pict>
          </mc:Fallback>
        </mc:AlternateContent>
      </w:r>
    </w:p>
    <w:p>
      <w:pPr>
        <w:sectPr>
          <w:footerReference w:type="default" r:id="rId15"/>
          <w:type w:val="nextPage"/>
          <w:pgSz w:w="11906" w:h="16838"/>
          <w:pgMar w:left="1100" w:right="420" w:header="0" w:top="1580" w:footer="1906" w:bottom="2100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before="76" w:after="0"/>
        <w:ind w:left="652" w:right="0" w:hanging="0"/>
        <w:rPr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9" w:after="0"/>
        <w:rPr>
          <w:sz w:val="25"/>
        </w:rPr>
      </w:pPr>
      <w:r>
        <w:rPr>
          <w:sz w:val="25"/>
        </w:rPr>
      </w:r>
    </w:p>
    <w:tbl>
      <w:tblPr>
        <w:tblW w:w="9041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93"/>
        <w:gridCol w:w="1300"/>
        <w:gridCol w:w="910"/>
        <w:gridCol w:w="708"/>
        <w:gridCol w:w="1117"/>
        <w:gridCol w:w="392"/>
      </w:tblGrid>
      <w:tr>
        <w:trPr>
          <w:trHeight w:val="733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</w:r>
          </w:p>
          <w:p>
            <w:pPr>
              <w:pStyle w:val="TableParagraph"/>
              <w:spacing w:lineRule="auto" w:line="254"/>
              <w:ind w:left="88" w:right="354" w:hanging="0"/>
              <w:rPr/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sull'esecuzione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risultato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elettronica,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7" w:after="0"/>
              <w:ind w:left="88" w:right="345" w:hanging="0"/>
              <w:rPr/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>
            <w:pPr>
              <w:pStyle w:val="TableParagraph"/>
              <w:spacing w:before="118" w:after="0"/>
              <w:rPr>
                <w:color w:val="00000A"/>
                <w:w w:val="150"/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>
        <w:trPr>
          <w:trHeight w:val="361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1" w:after="0"/>
              <w:rPr>
                <w:rFonts w:ascii="Arial" w:hAnsi="Arial" w:eastAsia="Times New Roman"/>
                <w:b/>
                <w:b/>
                <w:color w:val="00000A"/>
                <w:w w:val="105"/>
                <w:sz w:val="14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</w:tr>
      <w:tr>
        <w:trPr>
          <w:trHeight w:val="607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47" w:before="139" w:after="0"/>
              <w:ind w:left="88" w:right="94" w:hanging="0"/>
              <w:rPr/>
            </w:pPr>
            <w:r>
              <w:rPr>
                <w:rFonts w:eastAsia="Times New Roman" w:ascii="Arial" w:hAnsi="Arial"/>
                <w:b/>
                <w:color w:val="00000A"/>
                <w:spacing w:val="-1"/>
                <w:w w:val="105"/>
                <w:sz w:val="14"/>
              </w:rPr>
              <w:t>(per</w:t>
            </w:r>
            <w:r>
              <w:rPr>
                <w:rFonts w:eastAsia="Times New Roman"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spacing w:val="-1"/>
                <w:w w:val="105"/>
                <w:sz w:val="14"/>
              </w:rPr>
              <w:t>gli</w:t>
            </w:r>
            <w:r>
              <w:rPr>
                <w:rFonts w:eastAsia="Times New Roman"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spacing w:val="-1"/>
                <w:w w:val="105"/>
                <w:sz w:val="14"/>
              </w:rPr>
              <w:t>appalti</w:t>
            </w:r>
            <w:r>
              <w:rPr>
                <w:rFonts w:eastAsia="Times New Roman"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eastAsia="Times New Roman"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spacing w:val="-1"/>
                <w:w w:val="105"/>
                <w:sz w:val="14"/>
              </w:rPr>
              <w:t>lavori</w:t>
            </w:r>
            <w:r>
              <w:rPr>
                <w:rFonts w:eastAsia="Times New Roman"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eastAsia="Times New Roman"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spacing w:val="-1"/>
                <w:w w:val="105"/>
                <w:sz w:val="14"/>
              </w:rPr>
              <w:t>importo</w:t>
            </w:r>
            <w:r>
              <w:rPr>
                <w:rFonts w:eastAsia="Times New Roman" w:ascii="Arial" w:hAnsi="Arial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pari</w:t>
            </w:r>
            <w:r>
              <w:rPr>
                <w:rFonts w:eastAsia="Times New Roman"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eastAsia="Times New Roman"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superiore</w:t>
            </w:r>
            <w:r>
              <w:rPr>
                <w:rFonts w:eastAsia="Times New Roman"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a</w:t>
            </w:r>
            <w:r>
              <w:rPr>
                <w:rFonts w:eastAsia="Times New Roman"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100</w:t>
            </w:r>
            <w:r>
              <w:rPr>
                <w:rFonts w:eastAsia="Times New Roman"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milioni</w:t>
            </w:r>
            <w:r>
              <w:rPr>
                <w:rFonts w:eastAsia="Times New Roman"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eastAsia="Times New Roman" w:ascii="Arial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</w:tr>
      <w:tr>
        <w:trPr>
          <w:trHeight w:val="1028" w:hRule="atLeast"/>
        </w:trPr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41" w:after="0"/>
              <w:ind w:left="88" w:right="92" w:hanging="0"/>
              <w:jc w:val="both"/>
              <w:rPr/>
            </w:pPr>
            <w:r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entità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tipologia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compresi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categoria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individuata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rispettive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stazioni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appaltanti,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tramite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presentazione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certificato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esecuzione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lavori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lett. b,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" w:after="0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rPr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>
            <w:pPr>
              <w:pStyle w:val="TableParagraph"/>
              <w:tabs>
                <w:tab w:val="clear" w:pos="720"/>
                <w:tab w:val="left" w:pos="753" w:leader="dot"/>
              </w:tabs>
              <w:spacing w:lineRule="atLeast" w:line="280" w:before="6" w:after="0"/>
              <w:ind w:left="88" w:right="3435" w:hanging="0"/>
              <w:rPr/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lavori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color w:val="00000A"/>
                <w:w w:val="105"/>
                <w:sz w:val="14"/>
              </w:rPr>
              <w:tab/>
            </w:r>
            <w:r>
              <w:rPr>
                <w:color w:val="00000A"/>
                <w:w w:val="105"/>
                <w:sz w:val="14"/>
              </w:rPr>
              <w:t>]</w:t>
            </w:r>
          </w:p>
        </w:tc>
      </w:tr>
      <w:tr>
        <w:trPr>
          <w:trHeight w:val="853" w:hRule="atLeast"/>
        </w:trPr>
        <w:tc>
          <w:tcPr>
            <w:tcW w:w="4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47" w:before="123" w:after="0"/>
              <w:ind w:left="503" w:right="300" w:hanging="416"/>
              <w:rPr/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Unicamente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color w:val="00000A"/>
                <w:w w:val="105"/>
                <w:sz w:val="14"/>
              </w:rPr>
              <w:t>appalti</w:t>
            </w:r>
            <w:r>
              <w:rPr>
                <w:rFonts w:eastAsia="Times New Roman" w:ascii="Arial" w:hAnsi="Arial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color w:val="00000A"/>
                <w:w w:val="105"/>
                <w:sz w:val="14"/>
              </w:rPr>
              <w:t>pubblici</w:t>
            </w:r>
            <w:r>
              <w:rPr>
                <w:rFonts w:eastAsia="Times New Roman" w:ascii="Arial" w:hAnsi="Arial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color w:val="00000A"/>
                <w:w w:val="105"/>
                <w:sz w:val="14"/>
              </w:rPr>
              <w:t>di</w:t>
            </w:r>
            <w:r>
              <w:rPr>
                <w:rFonts w:eastAsia="Times New Roman" w:ascii="Arial" w:hAnsi="Arial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color w:val="00000A"/>
                <w:w w:val="105"/>
                <w:sz w:val="14"/>
              </w:rPr>
              <w:t>forniture</w:t>
            </w:r>
            <w:r>
              <w:rPr>
                <w:rFonts w:eastAsia="Times New Roman" w:ascii="Arial" w:hAnsi="Arial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color w:val="00000A"/>
                <w:w w:val="105"/>
                <w:sz w:val="14"/>
              </w:rPr>
              <w:t>e</w:t>
            </w:r>
            <w:r>
              <w:rPr>
                <w:rFonts w:eastAsia="Times New Roman" w:ascii="Arial" w:hAnsi="Arial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color w:val="00000A"/>
                <w:w w:val="105"/>
                <w:sz w:val="14"/>
              </w:rPr>
              <w:t>di</w:t>
            </w:r>
            <w:r>
              <w:rPr>
                <w:rFonts w:eastAsia="Times New Roman" w:ascii="Arial" w:hAnsi="Arial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i/>
                <w:color w:val="00000A"/>
                <w:w w:val="105"/>
                <w:sz w:val="14"/>
              </w:rPr>
              <w:t>servizi</w:t>
            </w:r>
            <w:r>
              <w:rPr>
                <w:color w:val="00000A"/>
                <w:w w:val="105"/>
                <w:sz w:val="14"/>
              </w:rPr>
              <w:t>:</w:t>
            </w:r>
          </w:p>
          <w:p>
            <w:pPr>
              <w:pStyle w:val="TableParagraph"/>
              <w:spacing w:lineRule="auto" w:line="252" w:before="3" w:after="0"/>
              <w:ind w:left="503" w:right="181" w:hanging="0"/>
              <w:rPr/>
            </w:pPr>
            <w:r>
              <w:rPr>
                <w:color w:val="00000A"/>
                <w:w w:val="105"/>
                <w:sz w:val="14"/>
              </w:rPr>
              <w:t>di aver eseguito nel precedente triennio dalla data di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contratti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analoghi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quello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11, 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5" w:after="0"/>
              <w:ind w:left="88" w:right="146" w:hanging="0"/>
              <w:rPr/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 di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gara):</w:t>
            </w:r>
          </w:p>
          <w:p>
            <w:pPr>
              <w:pStyle w:val="TableParagraph"/>
              <w:spacing w:before="118" w:after="0"/>
              <w:rPr>
                <w:color w:val="00000A"/>
                <w:w w:val="150"/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>
        <w:trPr>
          <w:trHeight w:val="400" w:hRule="atLeast"/>
        </w:trPr>
        <w:tc>
          <w:tcPr>
            <w:tcW w:w="45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3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ind w:left="86" w:right="0" w:hanging="0"/>
              <w:rPr>
                <w:color w:val="00000A"/>
                <w:w w:val="105"/>
                <w:sz w:val="14"/>
              </w:rPr>
            </w:pPr>
            <w:r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ind w:left="84" w:right="0" w:hanging="0"/>
              <w:rPr>
                <w:color w:val="00000A"/>
                <w:w w:val="105"/>
                <w:sz w:val="14"/>
              </w:rPr>
            </w:pPr>
            <w:r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ind w:left="84" w:right="0" w:hanging="0"/>
              <w:rPr>
                <w:color w:val="00000A"/>
                <w:w w:val="105"/>
                <w:sz w:val="14"/>
              </w:rPr>
            </w:pPr>
            <w:r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ind w:left="84" w:right="0" w:hanging="0"/>
              <w:rPr>
                <w:color w:val="00000A"/>
                <w:w w:val="105"/>
                <w:sz w:val="14"/>
              </w:rPr>
            </w:pPr>
            <w:r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</w:tr>
      <w:tr>
        <w:trPr>
          <w:trHeight w:val="405" w:hRule="atLeast"/>
        </w:trPr>
        <w:tc>
          <w:tcPr>
            <w:tcW w:w="45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3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392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2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4" w:before="118" w:after="0"/>
              <w:rPr/>
            </w:pPr>
            <w:r>
              <w:rPr>
                <w:w w:val="105"/>
                <w:sz w:val="14"/>
              </w:rPr>
              <w:t>2)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Per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quanto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riguarda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gli 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 xml:space="preserve">eventuali </w:t>
            </w:r>
            <w:r>
              <w:rPr>
                <w:rFonts w:eastAsia="Times New Roman" w:ascii="Arial" w:hAnsi="Arial"/>
                <w:b/>
                <w:spacing w:val="7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 xml:space="preserve">altri </w:t>
            </w:r>
            <w:r>
              <w:rPr>
                <w:rFonts w:eastAsia="Times New Roman" w:ascii="Arial" w:hAnsi="Arial"/>
                <w:b/>
                <w:spacing w:val="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 xml:space="preserve">requisiti </w:t>
            </w:r>
            <w:r>
              <w:rPr>
                <w:rFonts w:eastAsia="Times New Roman" w:ascii="Arial" w:hAnsi="Arial"/>
                <w:b/>
                <w:spacing w:val="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 xml:space="preserve">tecnici </w:t>
            </w:r>
            <w:r>
              <w:rPr>
                <w:rFonts w:eastAsia="Times New Roman" w:ascii="Arial" w:hAnsi="Arial"/>
                <w:b/>
                <w:spacing w:val="11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2" w:before="120" w:after="0"/>
              <w:rPr>
                <w:w w:val="145"/>
                <w:sz w:val="14"/>
              </w:rPr>
            </w:pPr>
            <w:r>
              <w:rPr>
                <w:w w:val="145"/>
                <w:sz w:val="14"/>
              </w:rPr>
              <w:t>[……]</w:t>
            </w:r>
          </w:p>
        </w:tc>
      </w:tr>
      <w:tr>
        <w:trPr>
          <w:trHeight w:val="169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exact" w:line="145" w:before="3" w:after="0"/>
              <w:ind w:left="0" w:right="93" w:hanging="0"/>
              <w:jc w:val="right"/>
              <w:rPr/>
            </w:pPr>
            <w:r>
              <w:rPr>
                <w:rFonts w:eastAsia="Times New Roman" w:ascii="Arial" w:hAnsi="Arial"/>
                <w:b/>
                <w:w w:val="105"/>
                <w:sz w:val="14"/>
              </w:rPr>
              <w:t>professionali</w:t>
            </w:r>
            <w:r>
              <w:rPr>
                <w:rFonts w:eastAsia="Times New Roman" w:ascii="Arial" w:hAnsi="Arial"/>
                <w:b/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specificati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nell'avviso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bando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</w:r>
          </w:p>
        </w:tc>
      </w:tr>
      <w:tr>
        <w:trPr>
          <w:trHeight w:val="309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7" w:after="0"/>
              <w:ind w:left="0" w:right="94" w:hanging="0"/>
              <w:jc w:val="right"/>
              <w:rPr/>
            </w:pPr>
            <w:r>
              <w:rPr>
                <w:w w:val="105"/>
                <w:sz w:val="14"/>
              </w:rPr>
              <w:t xml:space="preserve">documenti 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di  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gara,  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l'operatore  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economico  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dichiara 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</w:tr>
      <w:tr>
        <w:trPr>
          <w:trHeight w:val="646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8" w:after="0"/>
              <w:ind w:left="0" w:right="0" w:hanging="0"/>
              <w:rPr>
                <w:sz w:val="12"/>
              </w:rPr>
            </w:pPr>
            <w:r>
              <w:rPr>
                <w:sz w:val="12"/>
              </w:rPr>
            </w:r>
          </w:p>
          <w:p>
            <w:pPr>
              <w:pStyle w:val="TableParagraph"/>
              <w:spacing w:lineRule="auto" w:line="252"/>
              <w:ind w:left="88" w:right="485" w:hanging="0"/>
              <w:rPr/>
            </w:pPr>
            <w:r>
              <w:rPr>
                <w:w w:val="105"/>
                <w:sz w:val="14"/>
              </w:rPr>
              <w:t>Se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documentazione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eventualmente</w:t>
            </w:r>
            <w:r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specificata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nell'avviso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bando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 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documenti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gara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</w:p>
          <w:p>
            <w:pPr>
              <w:pStyle w:val="TableParagraph"/>
              <w:spacing w:lineRule="exact" w:line="142" w:before="2" w:after="0"/>
              <w:rPr/>
            </w:pPr>
            <w:r>
              <w:rPr>
                <w:w w:val="105"/>
                <w:sz w:val="14"/>
              </w:rPr>
              <w:t>disponibile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elettronicamente,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" w:after="0"/>
              <w:ind w:left="0" w:right="0" w:hanging="0"/>
              <w:rPr>
                <w:sz w:val="17"/>
              </w:rPr>
            </w:pPr>
            <w:r>
              <w:rPr>
                <w:sz w:val="17"/>
              </w:rPr>
            </w:r>
          </w:p>
          <w:p>
            <w:pPr>
              <w:pStyle w:val="TableParagraph"/>
              <w:spacing w:lineRule="auto" w:line="252"/>
              <w:ind w:left="88" w:right="345" w:hanging="0"/>
              <w:rPr/>
            </w:pPr>
            <w:r>
              <w:rPr>
                <w:w w:val="105"/>
                <w:sz w:val="14"/>
              </w:rPr>
              <w:t>(indirizzo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web,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autorità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organismo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emanazione,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riferimento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preciso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documentazione):</w:t>
            </w:r>
          </w:p>
        </w:tc>
      </w:tr>
      <w:tr>
        <w:trPr>
          <w:trHeight w:val="281" w:hRule="atLeast"/>
        </w:trPr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520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" w:after="0"/>
              <w:rPr>
                <w:w w:val="145"/>
                <w:sz w:val="14"/>
              </w:rPr>
            </w:pPr>
            <w:r>
              <w:rPr>
                <w:w w:val="145"/>
                <w:sz w:val="14"/>
              </w:rPr>
              <w:t>[…………..][……….…][………..…]</w:t>
            </w:r>
          </w:p>
        </w:tc>
      </w:tr>
    </w:tbl>
    <w:p>
      <w:pPr>
        <w:pStyle w:val="Corpodeltesto"/>
        <w:spacing w:before="1" w:after="0"/>
        <w:rPr>
          <w:sz w:val="27"/>
        </w:rPr>
      </w:pPr>
      <w:r>
        <w:rPr>
          <w:sz w:val="27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30">
                <wp:simplePos x="0" y="0"/>
                <wp:positionH relativeFrom="column">
                  <wp:posOffset>344170</wp:posOffset>
                </wp:positionH>
                <wp:positionV relativeFrom="paragraph">
                  <wp:posOffset>425450</wp:posOffset>
                </wp:positionV>
                <wp:extent cx="5774055" cy="350520"/>
                <wp:effectExtent l="0" t="0" r="0" b="0"/>
                <wp:wrapTopAndBottom/>
                <wp:docPr id="42" name="2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4055" cy="350520"/>
                        </a:xfrm>
                        <a:prstGeom prst="rect"/>
                        <a:solidFill>
                          <a:srgbClr val="BFBFBF"/>
                        </a:solidFill>
                        <a:ln w="4445">
                          <a:solidFill>
                            <a:srgbClr val="00000A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lineRule="auto" w:line="247" w:before="26" w:after="0"/>
                              <w:ind w:left="106" w:right="101" w:hanging="0"/>
                              <w:jc w:val="both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BFBFBF" strokecolor="#00000A" strokeweight="0pt" style="position:absolute;rotation:0;width:454.65pt;height:27.6pt;mso-wrap-distance-left:0pt;mso-wrap-distance-right:0pt;mso-wrap-distance-top:0pt;mso-wrap-distance-bottom:0pt;margin-top:33.5pt;mso-position-vertical-relative:text;margin-left:27.1pt;mso-position-horizontal-relative:text">
                <v:textbox inset="0in,0in,0in,0in">
                  <w:txbxContent>
                    <w:p>
                      <w:pPr>
                        <w:pStyle w:val="Contenutocornice"/>
                        <w:spacing w:lineRule="auto" w:line="247" w:before="26" w:after="0"/>
                        <w:ind w:left="106" w:right="101" w:hanging="0"/>
                        <w:jc w:val="both"/>
                        <w:rPr/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Titolo4"/>
        <w:rPr/>
      </w:pPr>
      <w:r>
        <w:rPr>
          <w:spacing w:val="-1"/>
          <w:w w:val="105"/>
        </w:rPr>
        <w:t>D: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SISTEMI</w:t>
      </w:r>
      <w:r>
        <w:rPr>
          <w:w w:val="105"/>
        </w:rPr>
        <w:t xml:space="preserve"> </w:t>
      </w:r>
      <w:r>
        <w:rPr>
          <w:spacing w:val="-1"/>
          <w:w w:val="105"/>
        </w:rPr>
        <w:t>DI GARANZIA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DELLA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QUALITÀ</w:t>
      </w:r>
      <w:r>
        <w:rPr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NORME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 xml:space="preserve">DI </w:t>
      </w:r>
      <w:r>
        <w:rPr>
          <w:w w:val="105"/>
        </w:rPr>
        <w:t>GESTIONE</w:t>
      </w:r>
      <w:r>
        <w:rPr>
          <w:spacing w:val="-8"/>
          <w:w w:val="105"/>
        </w:rPr>
        <w:t xml:space="preserve"> </w:t>
      </w:r>
      <w:r>
        <w:rPr>
          <w:w w:val="105"/>
        </w:rPr>
        <w:t>AMBIENTALE</w:t>
      </w:r>
    </w:p>
    <w:p>
      <w:pPr>
        <w:pStyle w:val="Corpodeltesto"/>
        <w:spacing w:before="7" w:after="0"/>
        <w:rPr>
          <w:sz w:val="7"/>
        </w:rPr>
      </w:pPr>
      <w:r>
        <w:rPr>
          <w:sz w:val="7"/>
        </w:rPr>
      </w:r>
    </w:p>
    <w:tbl>
      <w:tblPr>
        <w:tblW w:w="904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4521"/>
      </w:tblGrid>
      <w:tr>
        <w:trPr>
          <w:trHeight w:val="570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47" w:before="125" w:after="0"/>
              <w:ind w:left="88" w:right="788" w:hanging="0"/>
              <w:rPr/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>
                <w:rFonts w:ascii="Arial" w:hAnsi="Arial" w:eastAsia="Times New Roman"/>
                <w:b/>
                <w:b/>
                <w:color w:val="00000A"/>
                <w:w w:val="105"/>
                <w:sz w:val="14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>
        <w:trPr>
          <w:trHeight w:val="849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3" w:after="0"/>
              <w:ind w:left="88" w:right="153" w:hanging="0"/>
              <w:rPr/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determinate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>
              <w:rPr>
                <w:color w:val="00000A"/>
                <w:w w:val="105"/>
                <w:sz w:val="14"/>
              </w:rPr>
              <w:t>, compresa l'accessibilità per le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persone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>
        <w:trPr>
          <w:trHeight w:val="452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62" w:after="0"/>
              <w:ind w:left="88" w:right="179" w:hanging="0"/>
              <w:rPr/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mezzi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prova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programma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garanzia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qualità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15" w:after="0"/>
              <w:rPr/>
            </w:pPr>
            <w:r>
              <w:rPr>
                <w:color w:val="00000A"/>
                <w:w w:val="150"/>
                <w:sz w:val="14"/>
              </w:rPr>
              <w:t>[………..…]</w:t>
            </w:r>
            <w:r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>
              <w:rPr>
                <w:color w:val="00000A"/>
                <w:w w:val="150"/>
                <w:sz w:val="14"/>
              </w:rPr>
              <w:t>[…….……]</w:t>
            </w:r>
          </w:p>
        </w:tc>
      </w:tr>
      <w:tr>
        <w:trPr>
          <w:trHeight w:val="553" w:hRule="atLeast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9" w:before="63" w:after="0"/>
              <w:ind w:left="88" w:right="269" w:hanging="0"/>
              <w:rPr/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5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  <w:p>
            <w:pPr>
              <w:pStyle w:val="TableParagraph"/>
              <w:spacing w:lineRule="auto" w:line="252" w:before="1" w:after="0"/>
              <w:ind w:left="88" w:right="345" w:hanging="0"/>
              <w:rPr/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</w:tc>
      </w:tr>
      <w:tr>
        <w:trPr>
          <w:trHeight w:val="340" w:hRule="atLeast"/>
        </w:trPr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4" w:after="0"/>
              <w:rPr>
                <w:color w:val="00000A"/>
                <w:w w:val="150"/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>
        <w:trPr>
          <w:trHeight w:val="1811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3" w:after="0"/>
              <w:ind w:left="88" w:right="265" w:hanging="0"/>
              <w:rPr/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rispetta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determinati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>
              <w:rPr>
                <w:color w:val="00000A"/>
                <w:w w:val="105"/>
                <w:sz w:val="14"/>
              </w:rPr>
              <w:t>?</w:t>
            </w:r>
          </w:p>
          <w:p>
            <w:pPr>
              <w:pStyle w:val="TableParagraph"/>
              <w:spacing w:lineRule="auto" w:line="252" w:before="112" w:after="0"/>
              <w:ind w:left="88" w:right="179" w:hanging="0"/>
              <w:rPr/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mezzi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di prova relativi ai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</w:p>
          <w:p>
            <w:pPr>
              <w:pStyle w:val="TableParagraph"/>
              <w:spacing w:lineRule="auto" w:line="252" w:before="112" w:after="0"/>
              <w:ind w:left="88" w:right="269" w:hanging="0"/>
              <w:rPr/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ind w:left="0" w:right="0" w:hanging="0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TableParagraph"/>
              <w:spacing w:before="140" w:after="0"/>
              <w:rPr/>
            </w:pPr>
            <w:r>
              <w:rPr>
                <w:color w:val="00000A"/>
                <w:w w:val="155"/>
                <w:sz w:val="14"/>
              </w:rPr>
              <w:t>[………..…]</w:t>
            </w:r>
            <w:r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>
      <w:pPr>
        <w:sectPr>
          <w:footerReference w:type="default" r:id="rId16"/>
          <w:type w:val="nextPage"/>
          <w:pgSz w:w="11906" w:h="16838"/>
          <w:pgMar w:left="1100" w:right="420" w:header="0" w:top="1580" w:footer="1906" w:bottom="210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9" w:after="0"/>
        <w:rPr>
          <w:sz w:val="25"/>
        </w:rPr>
      </w:pPr>
      <w:r>
        <w:rPr>
          <w:sz w:val="25"/>
        </w:rPr>
      </w:r>
    </w:p>
    <w:tbl>
      <w:tblPr>
        <w:tblW w:w="9042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1"/>
        <w:gridCol w:w="4521"/>
      </w:tblGrid>
      <w:tr>
        <w:trPr>
          <w:trHeight w:val="736" w:hRule="atLeast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7" w:after="0"/>
              <w:ind w:left="88" w:right="345" w:hanging="0"/>
              <w:rPr/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>
            <w:pPr>
              <w:pStyle w:val="TableParagraph"/>
              <w:spacing w:before="118" w:after="0"/>
              <w:ind w:left="129" w:right="0" w:hanging="0"/>
              <w:rPr>
                <w:color w:val="00000A"/>
                <w:w w:val="145"/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>
      <w:pPr>
        <w:sectPr>
          <w:footerReference w:type="default" r:id="rId17"/>
          <w:type w:val="nextPage"/>
          <w:pgSz w:w="11906" w:h="16838"/>
          <w:pgMar w:left="1100" w:right="420" w:header="0" w:top="1580" w:footer="1906" w:bottom="210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7" w:after="0"/>
        <w:rPr>
          <w:sz w:val="17"/>
        </w:rPr>
      </w:pPr>
      <w:r>
        <w:rPr>
          <w:sz w:val="17"/>
        </w:rPr>
      </w:r>
    </w:p>
    <w:p>
      <w:pPr>
        <w:pStyle w:val="Normal"/>
        <w:spacing w:before="97" w:after="0"/>
        <w:ind w:left="887" w:right="1097" w:hanging="0"/>
        <w:jc w:val="center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page">
                  <wp:posOffset>-6910705</wp:posOffset>
                </wp:positionH>
                <wp:positionV relativeFrom="paragraph">
                  <wp:posOffset>267335</wp:posOffset>
                </wp:positionV>
                <wp:extent cx="1780540" cy="8255"/>
                <wp:effectExtent l="0" t="0" r="0" b="0"/>
                <wp:wrapTopAndBottom/>
                <wp:docPr id="4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2" name="Rectangle 1"/>
                        <wps:cNvSpPr/>
                      </wps:nvSpPr>
                      <wps:spPr>
                        <a:xfrm>
                          <a:off x="0" y="0"/>
                          <a:ext cx="1779840" cy="756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0000a" stroked="f" style="position:absolute;margin-left:-544.15pt;margin-top:21.05pt;width:140.1pt;height:0.55pt;mso-position-horizontal-relative:page">
                <w10:wrap type="none"/>
                <v:fill o:detectmouseclick="t" type="solid" color2="#fffff5"/>
                <v:stroke color="#3465a4" joinstyle="round" endcap="flat"/>
              </v:rect>
            </w:pict>
          </mc:Fallback>
        </mc:AlternateContent>
      </w:r>
      <w:r>
        <w:rPr>
          <w:rFonts w:eastAsia="Times New Roman" w:ascii="Times New Roman" w:hAnsi="Times New Roman"/>
          <w:b/>
          <w:color w:val="00000A"/>
          <w:sz w:val="18"/>
        </w:rPr>
        <w:t>P</w:t>
      </w:r>
      <w:r>
        <w:rPr>
          <w:rFonts w:eastAsia="Times New Roman" w:ascii="Times New Roman" w:hAnsi="Times New Roman"/>
          <w:b/>
          <w:color w:val="00000A"/>
          <w:sz w:val="18"/>
        </w:rPr>
        <w:t>arte</w:t>
      </w:r>
      <w:r>
        <w:rPr>
          <w:rFonts w:eastAsia="Times New Roman" w:ascii="Times New Roman" w:hAnsi="Times New Roman"/>
          <w:b/>
          <w:color w:val="00000A"/>
          <w:spacing w:val="9"/>
          <w:sz w:val="18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8"/>
        </w:rPr>
        <w:t>V:</w:t>
      </w:r>
      <w:r>
        <w:rPr>
          <w:rFonts w:eastAsia="Times New Roman" w:ascii="Times New Roman" w:hAnsi="Times New Roman"/>
          <w:b/>
          <w:color w:val="00000A"/>
          <w:spacing w:val="12"/>
          <w:sz w:val="18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8"/>
        </w:rPr>
        <w:t>Riduzion</w:t>
      </w:r>
      <w:r>
        <w:rPr>
          <w:rFonts w:eastAsia="Times New Roman" w:ascii="Arial" w:hAnsi="Arial"/>
          <w:b/>
          <w:i w:val="false"/>
          <w:color w:val="00000A"/>
          <w:sz w:val="14"/>
        </w:rPr>
        <w:t>L'operatore economico deve fornire informazioni solo se la stazione appaltante o l</w:t>
      </w:r>
      <w:r>
        <w:rPr>
          <w:rFonts w:ascii="Arial" w:hAnsi="Arial"/>
          <w:b/>
          <w:i w:val="false"/>
          <w:color w:val="00000A"/>
          <w:sz w:val="14"/>
        </w:rPr>
        <w:t>’ente concedente ha specificato i criteri e le</w:t>
      </w:r>
      <w:r>
        <w:rPr>
          <w:rFonts w:ascii="Arial" w:hAnsi="Arial"/>
          <w:b/>
          <w:color w:val="00000A"/>
          <w:spacing w:val="1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regole</w:t>
      </w:r>
      <w:r>
        <w:rPr>
          <w:rFonts w:ascii="Arial" w:hAnsi="Arial"/>
          <w:b/>
          <w:color w:val="00000A"/>
          <w:spacing w:val="-5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obiettivi</w:t>
      </w:r>
      <w:r>
        <w:rPr>
          <w:rFonts w:ascii="Arial" w:hAnsi="Arial"/>
          <w:b/>
          <w:color w:val="00000A"/>
          <w:spacing w:val="-6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e</w:t>
      </w:r>
      <w:r>
        <w:rPr>
          <w:rFonts w:ascii="Arial" w:hAnsi="Arial"/>
          <w:b/>
          <w:color w:val="00000A"/>
          <w:spacing w:val="-4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non</w:t>
      </w:r>
      <w:r>
        <w:rPr>
          <w:rFonts w:ascii="Arial" w:hAnsi="Arial"/>
          <w:b/>
          <w:color w:val="00000A"/>
          <w:spacing w:val="-6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discriminatori</w:t>
      </w:r>
      <w:r>
        <w:rPr>
          <w:rFonts w:ascii="Arial" w:hAnsi="Arial"/>
          <w:b/>
          <w:color w:val="00000A"/>
          <w:spacing w:val="-4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da</w:t>
      </w:r>
      <w:r>
        <w:rPr>
          <w:rFonts w:ascii="Arial" w:hAnsi="Arial"/>
          <w:b/>
          <w:color w:val="00000A"/>
          <w:spacing w:val="-4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applicare</w:t>
      </w:r>
      <w:r>
        <w:rPr>
          <w:rFonts w:ascii="Arial" w:hAnsi="Arial"/>
          <w:b/>
          <w:color w:val="00000A"/>
          <w:spacing w:val="-6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per</w:t>
      </w:r>
      <w:r>
        <w:rPr>
          <w:rFonts w:ascii="Arial" w:hAnsi="Arial"/>
          <w:b/>
          <w:color w:val="00000A"/>
          <w:spacing w:val="-4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limitare</w:t>
      </w:r>
      <w:r>
        <w:rPr>
          <w:rFonts w:ascii="Arial" w:hAnsi="Arial"/>
          <w:b/>
          <w:color w:val="00000A"/>
          <w:spacing w:val="-7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il</w:t>
      </w:r>
      <w:r>
        <w:rPr>
          <w:rFonts w:ascii="Arial" w:hAnsi="Arial"/>
          <w:b/>
          <w:color w:val="00000A"/>
          <w:spacing w:val="-5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numero</w:t>
      </w:r>
      <w:r>
        <w:rPr>
          <w:rFonts w:ascii="Arial" w:hAnsi="Arial"/>
          <w:b/>
          <w:color w:val="00000A"/>
          <w:spacing w:val="-3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di</w:t>
      </w:r>
      <w:r>
        <w:rPr>
          <w:rFonts w:ascii="Arial" w:hAnsi="Arial"/>
          <w:b/>
          <w:color w:val="00000A"/>
          <w:spacing w:val="-4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candidati</w:t>
      </w:r>
      <w:r>
        <w:rPr>
          <w:rFonts w:ascii="Arial" w:hAnsi="Arial"/>
          <w:b/>
          <w:color w:val="00000A"/>
          <w:spacing w:val="-6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che</w:t>
      </w:r>
      <w:r>
        <w:rPr>
          <w:rFonts w:ascii="Arial" w:hAnsi="Arial"/>
          <w:b/>
          <w:color w:val="00000A"/>
          <w:spacing w:val="-5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saranno</w:t>
      </w:r>
      <w:r>
        <w:rPr>
          <w:rFonts w:ascii="Arial" w:hAnsi="Arial"/>
          <w:b/>
          <w:color w:val="00000A"/>
          <w:spacing w:val="-6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invitati</w:t>
      </w:r>
      <w:r>
        <w:rPr>
          <w:rFonts w:ascii="Arial" w:hAnsi="Arial"/>
          <w:b/>
          <w:color w:val="00000A"/>
          <w:spacing w:val="-5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a</w:t>
      </w:r>
      <w:r>
        <w:rPr>
          <w:rFonts w:ascii="Arial" w:hAnsi="Arial"/>
          <w:b/>
          <w:color w:val="00000A"/>
          <w:spacing w:val="-3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presentare</w:t>
      </w:r>
      <w:r>
        <w:rPr>
          <w:rFonts w:ascii="Arial" w:hAnsi="Arial"/>
          <w:b/>
          <w:color w:val="00000A"/>
          <w:spacing w:val="-5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un'offerta</w:t>
      </w:r>
      <w:r>
        <w:rPr>
          <w:rFonts w:ascii="Arial" w:hAnsi="Arial"/>
          <w:b/>
          <w:color w:val="00000A"/>
          <w:spacing w:val="-5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o</w:t>
      </w:r>
      <w:r>
        <w:rPr>
          <w:rFonts w:ascii="Arial" w:hAnsi="Arial"/>
          <w:b/>
          <w:color w:val="00000A"/>
          <w:spacing w:val="-9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a</w:t>
      </w:r>
      <w:r>
        <w:rPr>
          <w:rFonts w:ascii="Arial" w:hAnsi="Arial"/>
          <w:b/>
          <w:color w:val="00000A"/>
          <w:spacing w:val="-38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partecipare</w:t>
      </w:r>
      <w:r>
        <w:rPr>
          <w:rFonts w:ascii="Arial" w:hAnsi="Arial"/>
          <w:b/>
          <w:color w:val="00000A"/>
          <w:spacing w:val="-8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al</w:t>
      </w:r>
      <w:r>
        <w:rPr>
          <w:rFonts w:ascii="Arial" w:hAnsi="Arial"/>
          <w:b/>
          <w:color w:val="00000A"/>
          <w:spacing w:val="-8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dialogo.</w:t>
      </w:r>
      <w:r>
        <w:rPr>
          <w:rFonts w:ascii="Arial" w:hAnsi="Arial"/>
          <w:b/>
          <w:color w:val="00000A"/>
          <w:spacing w:val="-7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Tali</w:t>
      </w:r>
      <w:r>
        <w:rPr>
          <w:rFonts w:ascii="Arial" w:hAnsi="Arial"/>
          <w:b/>
          <w:color w:val="00000A"/>
          <w:spacing w:val="-8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informazioni,</w:t>
      </w:r>
      <w:r>
        <w:rPr>
          <w:rFonts w:ascii="Arial" w:hAnsi="Arial"/>
          <w:b/>
          <w:color w:val="00000A"/>
          <w:spacing w:val="-5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che</w:t>
      </w:r>
      <w:r>
        <w:rPr>
          <w:rFonts w:ascii="Arial" w:hAnsi="Arial"/>
          <w:b/>
          <w:color w:val="00000A"/>
          <w:spacing w:val="-9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possono</w:t>
      </w:r>
      <w:r>
        <w:rPr>
          <w:rFonts w:ascii="Arial" w:hAnsi="Arial"/>
          <w:b/>
          <w:color w:val="00000A"/>
          <w:spacing w:val="-9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essere</w:t>
      </w:r>
      <w:r>
        <w:rPr>
          <w:rFonts w:ascii="Arial" w:hAnsi="Arial"/>
          <w:b/>
          <w:color w:val="00000A"/>
          <w:spacing w:val="-9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accompagnate</w:t>
      </w:r>
      <w:r>
        <w:rPr>
          <w:rFonts w:ascii="Arial" w:hAnsi="Arial"/>
          <w:b/>
          <w:color w:val="00000A"/>
          <w:spacing w:val="-8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da</w:t>
      </w:r>
      <w:r>
        <w:rPr>
          <w:rFonts w:ascii="Arial" w:hAnsi="Arial"/>
          <w:b/>
          <w:color w:val="00000A"/>
          <w:spacing w:val="-8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condizioni</w:t>
      </w:r>
      <w:r>
        <w:rPr>
          <w:rFonts w:ascii="Arial" w:hAnsi="Arial"/>
          <w:b/>
          <w:color w:val="00000A"/>
          <w:spacing w:val="-8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relative</w:t>
      </w:r>
      <w:r>
        <w:rPr>
          <w:rFonts w:ascii="Arial" w:hAnsi="Arial"/>
          <w:b/>
          <w:color w:val="00000A"/>
          <w:spacing w:val="-7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ai</w:t>
      </w:r>
      <w:r>
        <w:rPr>
          <w:rFonts w:ascii="Arial" w:hAnsi="Arial"/>
          <w:b/>
          <w:color w:val="00000A"/>
          <w:spacing w:val="-8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(tipi</w:t>
      </w:r>
      <w:r>
        <w:rPr>
          <w:rFonts w:ascii="Arial" w:hAnsi="Arial"/>
          <w:b/>
          <w:color w:val="00000A"/>
          <w:spacing w:val="-5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di)</w:t>
      </w:r>
      <w:r>
        <w:rPr>
          <w:rFonts w:ascii="Arial" w:hAnsi="Arial"/>
          <w:b/>
          <w:color w:val="00000A"/>
          <w:spacing w:val="-8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certificati</w:t>
      </w:r>
      <w:r>
        <w:rPr>
          <w:rFonts w:ascii="Arial" w:hAnsi="Arial"/>
          <w:b/>
          <w:color w:val="00000A"/>
          <w:spacing w:val="-5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o</w:t>
      </w:r>
      <w:r>
        <w:rPr>
          <w:rFonts w:ascii="Arial" w:hAnsi="Arial"/>
          <w:b/>
          <w:color w:val="00000A"/>
          <w:spacing w:val="-10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alle</w:t>
      </w:r>
      <w:r>
        <w:rPr>
          <w:rFonts w:ascii="Arial" w:hAnsi="Arial"/>
          <w:b/>
          <w:color w:val="00000A"/>
          <w:spacing w:val="-8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forme</w:t>
      </w:r>
      <w:r>
        <w:rPr>
          <w:rFonts w:ascii="Arial" w:hAnsi="Arial"/>
          <w:b/>
          <w:color w:val="00000A"/>
          <w:spacing w:val="-38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di</w:t>
      </w:r>
      <w:r>
        <w:rPr>
          <w:rFonts w:ascii="Arial" w:hAnsi="Arial"/>
          <w:b/>
          <w:color w:val="00000A"/>
          <w:spacing w:val="-2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prove</w:t>
      </w:r>
      <w:r>
        <w:rPr>
          <w:rFonts w:ascii="Arial" w:hAnsi="Arial"/>
          <w:b/>
          <w:color w:val="00000A"/>
          <w:spacing w:val="-4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documentali</w:t>
      </w:r>
      <w:r>
        <w:rPr>
          <w:rFonts w:ascii="Arial" w:hAnsi="Arial"/>
          <w:b/>
          <w:color w:val="00000A"/>
          <w:spacing w:val="-3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da</w:t>
      </w:r>
      <w:r>
        <w:rPr>
          <w:rFonts w:ascii="Arial" w:hAnsi="Arial"/>
          <w:b/>
          <w:color w:val="00000A"/>
          <w:spacing w:val="-6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produrre</w:t>
      </w:r>
      <w:r>
        <w:rPr>
          <w:rFonts w:ascii="Arial" w:hAnsi="Arial"/>
          <w:b/>
          <w:color w:val="00000A"/>
          <w:spacing w:val="-7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eventualmente,</w:t>
      </w:r>
      <w:r>
        <w:rPr>
          <w:rFonts w:ascii="Arial" w:hAnsi="Arial"/>
          <w:b/>
          <w:color w:val="00000A"/>
          <w:spacing w:val="-3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sono</w:t>
      </w:r>
      <w:r>
        <w:rPr>
          <w:rFonts w:ascii="Arial" w:hAnsi="Arial"/>
          <w:b/>
          <w:color w:val="00000A"/>
          <w:spacing w:val="-5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riportate</w:t>
      </w:r>
      <w:r>
        <w:rPr>
          <w:rFonts w:ascii="Arial" w:hAnsi="Arial"/>
          <w:b/>
          <w:color w:val="00000A"/>
          <w:spacing w:val="-4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nell'avviso</w:t>
      </w:r>
      <w:r>
        <w:rPr>
          <w:rFonts w:ascii="Arial" w:hAnsi="Arial"/>
          <w:b/>
          <w:color w:val="00000A"/>
          <w:spacing w:val="-3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o</w:t>
      </w:r>
      <w:r>
        <w:rPr>
          <w:rFonts w:ascii="Arial" w:hAnsi="Arial"/>
          <w:b/>
          <w:color w:val="00000A"/>
          <w:spacing w:val="-7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bando</w:t>
      </w:r>
      <w:r>
        <w:rPr>
          <w:rFonts w:ascii="Arial" w:hAnsi="Arial"/>
          <w:b/>
          <w:color w:val="00000A"/>
          <w:spacing w:val="-4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pertinente</w:t>
      </w:r>
      <w:r>
        <w:rPr>
          <w:rFonts w:ascii="Arial" w:hAnsi="Arial"/>
          <w:b/>
          <w:color w:val="00000A"/>
          <w:spacing w:val="-3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o</w:t>
      </w:r>
      <w:r>
        <w:rPr>
          <w:rFonts w:ascii="Arial" w:hAnsi="Arial"/>
          <w:b/>
          <w:color w:val="00000A"/>
          <w:spacing w:val="-5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nei</w:t>
      </w:r>
      <w:r>
        <w:rPr>
          <w:rFonts w:ascii="Arial" w:hAnsi="Arial"/>
          <w:b/>
          <w:color w:val="00000A"/>
          <w:spacing w:val="-3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documenti</w:t>
      </w:r>
      <w:r>
        <w:rPr>
          <w:rFonts w:ascii="Arial" w:hAnsi="Arial"/>
          <w:b/>
          <w:color w:val="00000A"/>
          <w:spacing w:val="-3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di</w:t>
      </w:r>
      <w:r>
        <w:rPr>
          <w:rFonts w:ascii="Arial" w:hAnsi="Arial"/>
          <w:b/>
          <w:color w:val="00000A"/>
          <w:spacing w:val="-3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gara</w:t>
      </w:r>
      <w:r>
        <w:rPr>
          <w:rFonts w:ascii="Arial" w:hAnsi="Arial"/>
          <w:b/>
          <w:color w:val="00000A"/>
          <w:spacing w:val="-6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ivi</w:t>
      </w:r>
      <w:r>
        <w:rPr>
          <w:rFonts w:ascii="Arial" w:hAnsi="Arial"/>
          <w:b/>
          <w:color w:val="00000A"/>
          <w:spacing w:val="-4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citati.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i w:val="false"/>
          <w:color w:val="00000A"/>
          <w:sz w:val="14"/>
        </w:rPr>
        <w:t>Solo</w:t>
      </w:r>
      <w:r>
        <w:rPr>
          <w:rFonts w:ascii="Arial" w:hAnsi="Arial"/>
          <w:b/>
          <w:color w:val="00000A"/>
          <w:spacing w:val="-3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per</w:t>
      </w:r>
      <w:r>
        <w:rPr>
          <w:rFonts w:ascii="Arial" w:hAnsi="Arial"/>
          <w:b/>
          <w:color w:val="00000A"/>
          <w:spacing w:val="-4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le</w:t>
      </w:r>
      <w:r>
        <w:rPr>
          <w:rFonts w:ascii="Arial" w:hAnsi="Arial"/>
          <w:b/>
          <w:color w:val="00000A"/>
          <w:spacing w:val="-3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procedure</w:t>
      </w:r>
      <w:r>
        <w:rPr>
          <w:rFonts w:ascii="Arial" w:hAnsi="Arial"/>
          <w:b/>
          <w:color w:val="00000A"/>
          <w:spacing w:val="-7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ristrette,</w:t>
      </w:r>
      <w:r>
        <w:rPr>
          <w:rFonts w:ascii="Arial" w:hAnsi="Arial"/>
          <w:b/>
          <w:color w:val="00000A"/>
          <w:spacing w:val="-4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le</w:t>
      </w:r>
      <w:r>
        <w:rPr>
          <w:rFonts w:ascii="Arial" w:hAnsi="Arial"/>
          <w:b/>
          <w:color w:val="00000A"/>
          <w:spacing w:val="-6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procedure</w:t>
      </w:r>
      <w:r>
        <w:rPr>
          <w:rFonts w:ascii="Arial" w:hAnsi="Arial"/>
          <w:b/>
          <w:color w:val="00000A"/>
          <w:spacing w:val="-5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competitive</w:t>
      </w:r>
      <w:r>
        <w:rPr>
          <w:rFonts w:ascii="Arial" w:hAnsi="Arial"/>
          <w:b/>
          <w:color w:val="00000A"/>
          <w:spacing w:val="-5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con</w:t>
      </w:r>
      <w:r>
        <w:rPr>
          <w:rFonts w:ascii="Arial" w:hAnsi="Arial"/>
          <w:b/>
          <w:color w:val="00000A"/>
          <w:spacing w:val="-4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negoziazione,</w:t>
      </w:r>
      <w:r>
        <w:rPr>
          <w:rFonts w:ascii="Arial" w:hAnsi="Arial"/>
          <w:b/>
          <w:color w:val="00000A"/>
          <w:spacing w:val="-4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le</w:t>
      </w:r>
      <w:r>
        <w:rPr>
          <w:rFonts w:ascii="Arial" w:hAnsi="Arial"/>
          <w:b/>
          <w:color w:val="00000A"/>
          <w:spacing w:val="-6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procedure</w:t>
      </w:r>
      <w:r>
        <w:rPr>
          <w:rFonts w:ascii="Arial" w:hAnsi="Arial"/>
          <w:b/>
          <w:color w:val="00000A"/>
          <w:spacing w:val="-2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di</w:t>
      </w:r>
      <w:r>
        <w:rPr>
          <w:rFonts w:ascii="Arial" w:hAnsi="Arial"/>
          <w:b/>
          <w:color w:val="00000A"/>
          <w:spacing w:val="-1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dialogo</w:t>
      </w:r>
      <w:r>
        <w:rPr>
          <w:rFonts w:ascii="Arial" w:hAnsi="Arial"/>
          <w:b/>
          <w:color w:val="00000A"/>
          <w:spacing w:val="-6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competitivo</w:t>
      </w:r>
      <w:r>
        <w:rPr>
          <w:rFonts w:ascii="Arial" w:hAnsi="Arial"/>
          <w:b/>
          <w:color w:val="00000A"/>
          <w:spacing w:val="-6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e</w:t>
      </w:r>
      <w:r>
        <w:rPr>
          <w:rFonts w:ascii="Arial" w:hAnsi="Arial"/>
          <w:b/>
          <w:color w:val="00000A"/>
          <w:spacing w:val="-6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i</w:t>
      </w:r>
      <w:r>
        <w:rPr>
          <w:rFonts w:ascii="Arial" w:hAnsi="Arial"/>
          <w:b/>
          <w:color w:val="00000A"/>
          <w:spacing w:val="-3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partenariati</w:t>
      </w:r>
      <w:r>
        <w:rPr>
          <w:rFonts w:ascii="Arial" w:hAnsi="Arial"/>
          <w:b/>
          <w:color w:val="00000A"/>
          <w:spacing w:val="-2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per</w:t>
      </w:r>
      <w:r>
        <w:rPr>
          <w:rFonts w:ascii="Arial" w:hAnsi="Arial"/>
          <w:b/>
          <w:color w:val="00000A"/>
          <w:spacing w:val="-39"/>
          <w:sz w:val="14"/>
        </w:rPr>
        <w:t xml:space="preserve"> </w:t>
      </w:r>
      <w:r>
        <w:rPr>
          <w:rFonts w:ascii="Arial" w:hAnsi="Arial"/>
          <w:b/>
          <w:color w:val="00000A"/>
          <w:sz w:val="14"/>
        </w:rPr>
        <w:t>l'innovazione:</w:t>
      </w:r>
    </w:p>
    <w:p>
      <w:pPr>
        <w:pStyle w:val="Normal"/>
        <w:spacing w:before="97" w:after="0"/>
        <w:ind w:left="887" w:right="1097" w:hanging="0"/>
        <w:jc w:val="center"/>
        <w:rPr/>
      </w:pPr>
      <w:r>
        <w:rPr>
          <w:rFonts w:eastAsia="Times New Roman" w:ascii="Times New Roman" w:hAnsi="Times New Roman"/>
          <w:b/>
          <w:color w:val="00000A"/>
          <w:sz w:val="18"/>
        </w:rPr>
        <w:t>e</w:t>
      </w:r>
      <w:r>
        <w:rPr>
          <w:rFonts w:eastAsia="Times New Roman" w:ascii="Times New Roman" w:hAnsi="Times New Roman"/>
          <w:b/>
          <w:color w:val="00000A"/>
          <w:spacing w:val="15"/>
          <w:sz w:val="18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8"/>
        </w:rPr>
        <w:t>del</w:t>
      </w:r>
      <w:r>
        <w:rPr>
          <w:rFonts w:eastAsia="Times New Roman" w:ascii="Times New Roman" w:hAnsi="Times New Roman"/>
          <w:b/>
          <w:color w:val="00000A"/>
          <w:spacing w:val="15"/>
          <w:sz w:val="18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8"/>
        </w:rPr>
        <w:t>numero</w:t>
      </w:r>
      <w:r>
        <w:rPr>
          <w:rFonts w:eastAsia="Times New Roman" w:ascii="Times New Roman" w:hAnsi="Times New Roman"/>
          <w:b/>
          <w:color w:val="00000A"/>
          <w:spacing w:val="14"/>
          <w:sz w:val="18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8"/>
        </w:rPr>
        <w:t>di</w:t>
      </w:r>
      <w:r>
        <w:rPr>
          <w:rFonts w:eastAsia="Times New Roman" w:ascii="Times New Roman" w:hAnsi="Times New Roman"/>
          <w:b/>
          <w:color w:val="00000A"/>
          <w:spacing w:val="16"/>
          <w:sz w:val="18"/>
        </w:rPr>
        <w:t xml:space="preserve"> </w:t>
      </w:r>
      <w:r>
        <w:rPr>
          <w:rFonts w:eastAsia="Times New Roman" w:ascii="Times New Roman" w:hAnsi="Times New Roman"/>
          <w:b/>
          <w:color w:val="00000A"/>
          <w:sz w:val="18"/>
        </w:rPr>
        <w:t>candidati</w:t>
      </w:r>
      <w:r>
        <w:rPr>
          <w:rFonts w:eastAsia="Times New Roman" w:ascii="Times New Roman" w:hAnsi="Times New Roman"/>
          <w:b/>
          <w:color w:val="00000A"/>
          <w:spacing w:val="16"/>
          <w:sz w:val="18"/>
        </w:rPr>
        <w:t xml:space="preserve"> </w:t>
      </w:r>
      <w:r>
        <w:rPr>
          <w:rFonts w:eastAsia="Times New Roman" w:ascii="Times New Roman" w:hAnsi="Times New Roman"/>
          <w:b/>
          <w:sz w:val="18"/>
        </w:rPr>
        <w:t>qualificati</w:t>
      </w:r>
      <w:r>
        <w:rPr>
          <w:rFonts w:eastAsia="Times New Roman" w:ascii="Times New Roman" w:hAnsi="Times New Roman"/>
          <w:b/>
          <w:spacing w:val="14"/>
          <w:sz w:val="18"/>
        </w:rPr>
        <w:t xml:space="preserve"> </w:t>
      </w:r>
      <w:r>
        <w:rPr>
          <w:sz w:val="14"/>
        </w:rPr>
        <w:t>(A</w:t>
      </w:r>
      <w:r>
        <w:rPr>
          <w:sz w:val="12"/>
        </w:rPr>
        <w:t>RTICOLO</w:t>
      </w:r>
      <w:r>
        <w:rPr>
          <w:spacing w:val="14"/>
          <w:sz w:val="12"/>
        </w:rPr>
        <w:t xml:space="preserve"> </w:t>
      </w:r>
      <w:r>
        <w:rPr>
          <w:sz w:val="15"/>
        </w:rPr>
        <w:t>70,</w:t>
      </w:r>
      <w:r>
        <w:rPr>
          <w:spacing w:val="8"/>
          <w:sz w:val="15"/>
        </w:rPr>
        <w:t xml:space="preserve"> </w:t>
      </w:r>
      <w:r>
        <w:rPr>
          <w:sz w:val="12"/>
        </w:rPr>
        <w:t>COMMA</w:t>
      </w:r>
      <w:r>
        <w:rPr>
          <w:spacing w:val="4"/>
          <w:sz w:val="12"/>
        </w:rPr>
        <w:t xml:space="preserve"> </w:t>
      </w:r>
      <w:r>
        <w:rPr>
          <w:sz w:val="15"/>
        </w:rPr>
        <w:t>6,</w:t>
      </w:r>
      <w:r>
        <w:rPr>
          <w:spacing w:val="7"/>
          <w:sz w:val="15"/>
        </w:rPr>
        <w:t xml:space="preserve"> </w:t>
      </w:r>
      <w:r>
        <w:rPr>
          <w:sz w:val="12"/>
        </w:rPr>
        <w:t>DEL</w:t>
      </w:r>
      <w:r>
        <w:rPr>
          <w:spacing w:val="8"/>
          <w:sz w:val="12"/>
        </w:rPr>
        <w:t xml:space="preserve"> </w:t>
      </w:r>
      <w:r>
        <w:rPr>
          <w:sz w:val="15"/>
        </w:rPr>
        <w:t>C</w:t>
      </w:r>
      <w:r>
        <w:rPr>
          <w:sz w:val="12"/>
        </w:rPr>
        <w:t>ODICE</w:t>
      </w:r>
      <w:r>
        <w:rPr>
          <w:sz w:val="15"/>
        </w:rPr>
        <w:t>)</w:t>
      </w:r>
    </w:p>
    <w:p>
      <w:pPr>
        <w:pStyle w:val="Normal"/>
        <w:spacing w:before="94" w:after="0"/>
        <w:ind w:left="652" w:right="0" w:hanging="0"/>
        <w:rPr/>
      </w:pPr>
      <w:r>
        <mc:AlternateContent>
          <mc:Choice Requires="wpg">
            <w:drawing>
              <wp:anchor behindDoc="1" distT="0" distB="0" distL="114300" distR="114300" simplePos="0" locked="0" layoutInCell="1" allowOverlap="1" relativeHeight="51">
                <wp:simplePos x="0" y="0"/>
                <wp:positionH relativeFrom="column">
                  <wp:posOffset>-7609205</wp:posOffset>
                </wp:positionH>
                <wp:positionV relativeFrom="paragraph">
                  <wp:posOffset>74295</wp:posOffset>
                </wp:positionV>
                <wp:extent cx="21817330" cy="751840"/>
                <wp:effectExtent l="0" t="0" r="0" b="0"/>
                <wp:wrapTopAndBottom/>
                <wp:docPr id="4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16720" cy="751320"/>
                        </a:xfrm>
                      </wpg:grpSpPr>
                      <wps:wsp>
                        <wps:cNvSpPr/>
                        <wps:nvSpPr>
                          <wps:cNvPr id="23" name="Rectangle 1"/>
                          <wps:cNvSpPr/>
                        </wps:nvSpPr>
                        <wps:spPr>
                          <a:xfrm>
                            <a:off x="7684920" y="5760"/>
                            <a:ext cx="6402600" cy="11952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insoku w:val="true"/>
                                <w:overflowPunct w:val="true"/>
                                <w:autoSpaceDE w:val="true"/>
                                <w:bidi w:val="0"/>
                                <w:spacing w:before="0" w:after="0" w:lineRule="auto" w:line="240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L'operatore economico deve fornire informazioni solo se la stazione appaltante o l’ente concedente ha specificato i criteri </w:t>
                              </w:r>
                            </w:p>
                            <w:p>
                              <w:pPr>
                                <w:kinsoku w:val="true"/>
                                <w:overflowPunct w:val="true"/>
                                <w:autoSpaceDE w:val="true"/>
                                <w:bidi w:val="0"/>
                                <w:spacing w:before="0" w:after="0" w:lineRule="auto" w:line="240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e le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1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regole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5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obiettivi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6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4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non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6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discriminatori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4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da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4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applicare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6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per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4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limitare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7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il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5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numero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3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di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4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candidati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6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che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5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saranno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6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invitati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5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a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3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presentare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5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kinsoku w:val="true"/>
                                <w:overflowPunct w:val="true"/>
                                <w:autoSpaceDE w:val="true"/>
                                <w:bidi w:val="0"/>
                                <w:spacing w:before="0" w:after="0" w:lineRule="auto" w:line="240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un'offerta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5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o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9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a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38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partecipare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8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al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8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dialogo.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7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Tali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8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informazioni,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5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che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9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possono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9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essere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9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accompagnate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8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da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8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condizioni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8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relative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7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ai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8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kinsoku w:val="true"/>
                                <w:overflowPunct w:val="true"/>
                                <w:autoSpaceDE w:val="true"/>
                                <w:bidi w:val="0"/>
                                <w:spacing w:before="0" w:after="0" w:lineRule="auto" w:line="240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(tipi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5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di)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8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certificati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5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o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10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alle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8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forme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38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di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2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prove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4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documentali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3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da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6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produrre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7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eventualmente,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3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sono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5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riportate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4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nell'avviso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3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o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7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bando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4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kinsoku w:val="true"/>
                                <w:overflowPunct w:val="true"/>
                                <w:autoSpaceDE w:val="true"/>
                                <w:bidi w:val="0"/>
                                <w:spacing w:before="0" w:after="0" w:lineRule="auto" w:line="240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pertinente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3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o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5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nei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3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0"/>
                                  <w:rFonts w:ascii="Arial" w:hAnsi="Arial" w:cs="Times New Roman" w:eastAsia="Calibri"/>
                                  <w:color w:val="00000A"/>
                                  <w:lang w:val="it-IT" w:eastAsia="it-IT" w:bidi="ar-SA"/>
                                </w:rPr>
                                <w:t>documenti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3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di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3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gara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6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>ivi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4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/>
                                  <w:color w:val="00000A"/>
                                  <w:lang w:val="it-IT" w:eastAsia="it-IT" w:bidi="ar-SA"/>
                                </w:rPr>
                                <w:t xml:space="preserve">citati.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Solo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3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per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4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le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3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procedure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7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ristrette,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4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le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6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procedure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5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competitive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5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con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4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negoziazione,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4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kinsoku w:val="true"/>
                                <w:overflowPunct w:val="true"/>
                                <w:autoSpaceDE w:val="true"/>
                                <w:bidi w:val="0"/>
                                <w:spacing w:before="0" w:after="0" w:lineRule="auto" w:line="240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le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6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procedure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2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di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1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dialogo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6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competitivo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6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e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6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3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partenariati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2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per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spacing w:val="-39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w w:val="10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vertAlign w:val="baseline"/>
                                  <w:position w:val="0"/>
                                  <w:kern w:val="0"/>
                                  <w:szCs w:val="22"/>
                                  <w:bCs w:val="false"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Arial" w:hAnsi="Arial" w:cs="Times New Roman" w:eastAsia="Times New Roman"/>
                                  <w:color w:val="00000A"/>
                                  <w:lang w:val="it-IT" w:eastAsia="it-IT" w:bidi="ar-SA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lIns="0" rIns="0" tIns="0" bIns="0" anchorCtr="1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7316280" y="187257240"/>
                            <a:ext cx="6143760" cy="1252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066" h="348">
                                <a:moveTo>
                                  <a:pt x="17065" y="0"/>
                                </a:moveTo>
                                <a:lnTo>
                                  <a:pt x="170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"/>
                                </a:lnTo>
                                <a:lnTo>
                                  <a:pt x="0" y="347"/>
                                </a:lnTo>
                                <a:lnTo>
                                  <a:pt x="16" y="347"/>
                                </a:lnTo>
                                <a:lnTo>
                                  <a:pt x="16" y="18"/>
                                </a:lnTo>
                                <a:lnTo>
                                  <a:pt x="17049" y="18"/>
                                </a:lnTo>
                                <a:lnTo>
                                  <a:pt x="17049" y="347"/>
                                </a:lnTo>
                                <a:lnTo>
                                  <a:pt x="17065" y="347"/>
                                </a:lnTo>
                                <a:lnTo>
                                  <a:pt x="17065" y="18"/>
                                </a:lnTo>
                                <a:lnTo>
                                  <a:pt x="17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4" name="Rectangle 2"/>
                          <wps:cNvSpPr/>
                        </wps:nvSpPr>
                        <wps:spPr>
                          <a:xfrm>
                            <a:off x="7684920" y="124560"/>
                            <a:ext cx="6402600" cy="106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316280" y="187381800"/>
                            <a:ext cx="6143760" cy="106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066" h="297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6"/>
                                </a:lnTo>
                                <a:lnTo>
                                  <a:pt x="16" y="296"/>
                                </a:lnTo>
                                <a:lnTo>
                                  <a:pt x="16" y="0"/>
                                </a:lnTo>
                                <a:moveTo>
                                  <a:pt x="17065" y="0"/>
                                </a:moveTo>
                                <a:lnTo>
                                  <a:pt x="17049" y="0"/>
                                </a:lnTo>
                                <a:lnTo>
                                  <a:pt x="17049" y="296"/>
                                </a:lnTo>
                                <a:lnTo>
                                  <a:pt x="17065" y="296"/>
                                </a:lnTo>
                                <a:lnTo>
                                  <a:pt x="17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5" name="Rectangle 3"/>
                          <wps:cNvSpPr/>
                        </wps:nvSpPr>
                        <wps:spPr>
                          <a:xfrm>
                            <a:off x="7684920" y="231120"/>
                            <a:ext cx="6402600" cy="106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316280" y="187488360"/>
                            <a:ext cx="6143760" cy="106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066" h="297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6"/>
                                </a:lnTo>
                                <a:lnTo>
                                  <a:pt x="16" y="296"/>
                                </a:lnTo>
                                <a:lnTo>
                                  <a:pt x="16" y="0"/>
                                </a:lnTo>
                                <a:moveTo>
                                  <a:pt x="17065" y="0"/>
                                </a:moveTo>
                                <a:lnTo>
                                  <a:pt x="17049" y="0"/>
                                </a:lnTo>
                                <a:lnTo>
                                  <a:pt x="17049" y="296"/>
                                </a:lnTo>
                                <a:lnTo>
                                  <a:pt x="17065" y="296"/>
                                </a:lnTo>
                                <a:lnTo>
                                  <a:pt x="17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6" name="Rectangle 4"/>
                          <wps:cNvSpPr/>
                        </wps:nvSpPr>
                        <wps:spPr>
                          <a:xfrm>
                            <a:off x="7684920" y="337680"/>
                            <a:ext cx="6402600" cy="18144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316280" y="187594560"/>
                            <a:ext cx="6143760" cy="181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066" h="505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4"/>
                                </a:lnTo>
                                <a:lnTo>
                                  <a:pt x="16" y="504"/>
                                </a:lnTo>
                                <a:lnTo>
                                  <a:pt x="16" y="0"/>
                                </a:lnTo>
                                <a:moveTo>
                                  <a:pt x="17065" y="0"/>
                                </a:moveTo>
                                <a:lnTo>
                                  <a:pt x="17049" y="0"/>
                                </a:lnTo>
                                <a:lnTo>
                                  <a:pt x="17049" y="504"/>
                                </a:lnTo>
                                <a:lnTo>
                                  <a:pt x="17065" y="504"/>
                                </a:lnTo>
                                <a:lnTo>
                                  <a:pt x="17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7" name="Rectangle 5"/>
                          <wps:cNvSpPr/>
                        </wps:nvSpPr>
                        <wps:spPr>
                          <a:xfrm>
                            <a:off x="7684920" y="519480"/>
                            <a:ext cx="6402600" cy="106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316280" y="187777080"/>
                            <a:ext cx="6143760" cy="106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066" h="297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6"/>
                                </a:lnTo>
                                <a:lnTo>
                                  <a:pt x="16" y="296"/>
                                </a:lnTo>
                                <a:lnTo>
                                  <a:pt x="16" y="0"/>
                                </a:lnTo>
                                <a:moveTo>
                                  <a:pt x="17065" y="0"/>
                                </a:moveTo>
                                <a:lnTo>
                                  <a:pt x="17049" y="0"/>
                                </a:lnTo>
                                <a:lnTo>
                                  <a:pt x="17049" y="296"/>
                                </a:lnTo>
                                <a:lnTo>
                                  <a:pt x="17065" y="296"/>
                                </a:lnTo>
                                <a:lnTo>
                                  <a:pt x="17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28" name="Rectangle 6"/>
                          <wps:cNvSpPr/>
                        </wps:nvSpPr>
                        <wps:spPr>
                          <a:xfrm>
                            <a:off x="7684920" y="626040"/>
                            <a:ext cx="6402600" cy="11952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316280" y="187882920"/>
                            <a:ext cx="6143760" cy="1252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066" h="348">
                                <a:moveTo>
                                  <a:pt x="17065" y="0"/>
                                </a:moveTo>
                                <a:lnTo>
                                  <a:pt x="17049" y="0"/>
                                </a:lnTo>
                                <a:lnTo>
                                  <a:pt x="17049" y="331"/>
                                </a:lnTo>
                                <a:lnTo>
                                  <a:pt x="16" y="331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1"/>
                                </a:lnTo>
                                <a:lnTo>
                                  <a:pt x="0" y="347"/>
                                </a:lnTo>
                                <a:lnTo>
                                  <a:pt x="17049" y="347"/>
                                </a:lnTo>
                                <a:lnTo>
                                  <a:pt x="17065" y="347"/>
                                </a:lnTo>
                                <a:lnTo>
                                  <a:pt x="17065" y="331"/>
                                </a:lnTo>
                                <a:lnTo>
                                  <a:pt x="17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5760"/>
                            <a:ext cx="21816720" cy="2062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-599.15pt;margin-top:5.85pt;width:1717.85pt;height:59.05pt" coordorigin="-11983,117" coordsize="34357,1181">
                <v:rect id="shape_0" fillcolor="#bfbfbf" stroked="f" style="position:absolute;left:119;top:126;width:10082;height:187">
                  <v:textbox>
                    <w:txbxContent>
                      <w:p>
                        <w:pPr>
                          <w:kinsoku w:val="true"/>
                          <w:overflowPunct w:val="true"/>
                          <w:autoSpaceDE w:val="true"/>
                          <w:bidi w:val="0"/>
                          <w:spacing w:before="0" w:after="0" w:lineRule="auto" w:line="240"/>
                          <w:ind w:hanging="0"/>
                          <w:jc w:val="left"/>
                          <w:rPr/>
                        </w:pP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L'operatore economico deve fornire informazioni solo se la stazione appaltante o l’ente concedente ha specificato i criteri </w:t>
                        </w:r>
                      </w:p>
                      <w:p>
                        <w:pPr>
                          <w:kinsoku w:val="true"/>
                          <w:overflowPunct w:val="true"/>
                          <w:autoSpaceDE w:val="true"/>
                          <w:bidi w:val="0"/>
                          <w:spacing w:before="0" w:after="0" w:lineRule="auto" w:line="240"/>
                          <w:ind w:hanging="0"/>
                          <w:jc w:val="left"/>
                          <w:rPr/>
                        </w:pP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e le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1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regole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5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obiettivi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6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4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non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6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discriminatori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4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da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4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applicare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6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per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4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limitare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7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il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5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numero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3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di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4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candidati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6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che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5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saranno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6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invitati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5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a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3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presentare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5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</w:p>
                      <w:p>
                        <w:pPr>
                          <w:kinsoku w:val="true"/>
                          <w:overflowPunct w:val="true"/>
                          <w:autoSpaceDE w:val="true"/>
                          <w:bidi w:val="0"/>
                          <w:spacing w:before="0" w:after="0" w:lineRule="auto" w:line="240"/>
                          <w:ind w:hanging="0"/>
                          <w:jc w:val="left"/>
                          <w:rPr/>
                        </w:pP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un'offerta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5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o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9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a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38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partecipare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8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al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8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dialogo.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7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Tali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8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informazioni,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5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che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9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possono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9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essere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9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accompagnate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8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da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8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condizioni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8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relative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7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ai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8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</w:p>
                      <w:p>
                        <w:pPr>
                          <w:kinsoku w:val="true"/>
                          <w:overflowPunct w:val="true"/>
                          <w:autoSpaceDE w:val="true"/>
                          <w:bidi w:val="0"/>
                          <w:spacing w:before="0" w:after="0" w:lineRule="auto" w:line="240"/>
                          <w:ind w:hanging="0"/>
                          <w:jc w:val="left"/>
                          <w:rPr/>
                        </w:pP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(tipi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5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di)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8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certificati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5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o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10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alle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8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forme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38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di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2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prove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4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documentali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3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da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6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produrre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7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eventualmente,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3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sono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5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riportate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4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nell'avviso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3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o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7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bando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4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</w:p>
                      <w:p>
                        <w:pPr>
                          <w:kinsoku w:val="true"/>
                          <w:overflowPunct w:val="true"/>
                          <w:autoSpaceDE w:val="true"/>
                          <w:bidi w:val="0"/>
                          <w:spacing w:before="0" w:after="0" w:lineRule="auto" w:line="240"/>
                          <w:ind w:hanging="0"/>
                          <w:jc w:val="left"/>
                          <w:rPr/>
                        </w:pP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pertinente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3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o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5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nei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3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0"/>
                            <w:rFonts w:ascii="Arial" w:hAnsi="Arial" w:cs="Times New Roman" w:eastAsia="Calibri"/>
                            <w:color w:val="00000A"/>
                            <w:lang w:val="it-IT" w:eastAsia="it-IT" w:bidi="ar-SA"/>
                          </w:rPr>
                          <w:t>documenti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3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di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3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gara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6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>ivi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4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/>
                            <w:color w:val="00000A"/>
                            <w:lang w:val="it-IT" w:eastAsia="it-IT" w:bidi="ar-SA"/>
                          </w:rPr>
                          <w:t xml:space="preserve">citati.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Solo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3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per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4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le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3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procedure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7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ristrette,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4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le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6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procedure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5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competitive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5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con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4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negoziazione,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4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</w:p>
                      <w:p>
                        <w:pPr>
                          <w:kinsoku w:val="true"/>
                          <w:overflowPunct w:val="true"/>
                          <w:autoSpaceDE w:val="true"/>
                          <w:bidi w:val="0"/>
                          <w:spacing w:before="0" w:after="0" w:lineRule="auto" w:line="240"/>
                          <w:ind w:hanging="0"/>
                          <w:jc w:val="left"/>
                          <w:rPr/>
                        </w:pP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le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6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procedure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2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di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1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dialogo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6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competitivo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6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e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6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3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partenariati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2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per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spacing w:val="-39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 xml:space="preserve"> </w:t>
                        </w:r>
                        <w:r>
                          <w:rPr>
                            <w:sz w:val="14"/>
                            <w:w w:val="100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vertAlign w:val="baseline"/>
                            <w:position w:val="0"/>
                            <w:kern w:val="0"/>
                            <w:szCs w:val="22"/>
                            <w:bCs w:val="false"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Arial" w:hAnsi="Arial" w:cs="Times New Roman" w:eastAsia="Times New Roman"/>
                            <w:color w:val="00000A"/>
                            <w:lang w:val="it-IT" w:eastAsia="it-IT" w:bidi="ar-SA"/>
                          </w:rPr>
                          <w:t>l'innovazione:</w:t>
                        </w:r>
                      </w:p>
                    </w:txbxContent>
                  </v:textbox>
                  <w10:wrap type="square"/>
                  <v:fill o:detectmouseclick="t" type="solid" color2="#404040"/>
                  <v:stroke color="#3465a4" joinstyle="round" endcap="flat"/>
                </v:rect>
                <v:shape id="shape_0" fillcolor="#00000a" stroked="f" style="position:absolute;left:537;top:117;width:9673;height:196">
                  <w10:wrap type="none"/>
                  <v:fill o:detectmouseclick="t" type="solid" color2="#fffff5"/>
                  <v:stroke color="#3465a4" joinstyle="round" endcap="flat"/>
                </v:shape>
                <v:rect id="shape_0" fillcolor="#bfbfbf" stroked="f" style="position:absolute;left:119;top:313;width:10082;height:167">
                  <w10:wrap type="none"/>
                  <v:fill o:detectmouseclick="t" type="solid" color2="#404040"/>
                  <v:stroke color="#3465a4" joinstyle="round" endcap="flat"/>
                </v:rect>
                <v:shape id="shape_0" fillcolor="#00000a" stroked="f" style="position:absolute;left:537;top:314;width:9673;height:167">
                  <w10:wrap type="none"/>
                  <v:fill o:detectmouseclick="t" type="solid" color2="#fffff5"/>
                  <v:stroke color="#3465a4" joinstyle="round" endcap="flat"/>
                </v:shape>
                <v:rect id="shape_0" fillcolor="#bfbfbf" stroked="f" style="position:absolute;left:119;top:481;width:10082;height:167">
                  <w10:wrap type="none"/>
                  <v:fill o:detectmouseclick="t" type="solid" color2="#404040"/>
                  <v:stroke color="#3465a4" joinstyle="round" endcap="flat"/>
                </v:rect>
                <v:shape id="shape_0" fillcolor="#00000a" stroked="f" style="position:absolute;left:537;top:481;width:9673;height:167">
                  <w10:wrap type="none"/>
                  <v:fill o:detectmouseclick="t" type="solid" color2="#fffff5"/>
                  <v:stroke color="#3465a4" joinstyle="round" endcap="flat"/>
                </v:shape>
                <v:rect id="shape_0" fillcolor="#bfbfbf" stroked="f" style="position:absolute;left:119;top:649;width:10082;height:285">
                  <w10:wrap type="none"/>
                  <v:fill o:detectmouseclick="t" type="solid" color2="#404040"/>
                  <v:stroke color="#3465a4" joinstyle="round" endcap="flat"/>
                </v:rect>
                <v:shape id="shape_0" fillcolor="#00000a" stroked="f" style="position:absolute;left:537;top:649;width:9673;height:285">
                  <w10:wrap type="none"/>
                  <v:fill o:detectmouseclick="t" type="solid" color2="#fffff5"/>
                  <v:stroke color="#3465a4" joinstyle="round" endcap="flat"/>
                </v:shape>
                <v:rect id="shape_0" fillcolor="#bfbfbf" stroked="f" style="position:absolute;left:119;top:935;width:10082;height:167">
                  <w10:wrap type="none"/>
                  <v:fill o:detectmouseclick="t" type="solid" color2="#404040"/>
                  <v:stroke color="#3465a4" joinstyle="round" endcap="flat"/>
                </v:rect>
                <v:shape id="shape_0" fillcolor="#00000a" stroked="f" style="position:absolute;left:537;top:936;width:9673;height:167">
                  <w10:wrap type="none"/>
                  <v:fill o:detectmouseclick="t" type="solid" color2="#fffff5"/>
                  <v:stroke color="#3465a4" joinstyle="round" endcap="flat"/>
                </v:shape>
                <v:rect id="shape_0" fillcolor="#bfbfbf" stroked="f" style="position:absolute;left:119;top:1103;width:10082;height:187">
                  <w10:wrap type="none"/>
                  <v:fill o:detectmouseclick="t" type="solid" color2="#404040"/>
                  <v:stroke color="#3465a4" joinstyle="round" endcap="flat"/>
                </v:rect>
                <v:shape id="shape_0" fillcolor="#00000a" stroked="f" style="position:absolute;left:537;top:1103;width:9673;height:196">
                  <w10:wrap type="none"/>
                  <v:fill o:detectmouseclick="t" type="solid" color2="#fffff5"/>
                  <v:stroke color="#3465a4" joinstyle="round" endcap="flat"/>
                </v:shape>
                <v:shape id="shape_0" stroked="f" style="position:absolute;left:-11983;top:126;width:34356;height:324" type="shapetype_202">
                  <v:textbox>
                    <w:txbxContent>
                      <w:p>
                        <w:pPr>
                          <w:bidi w:val="0"/>
                          <w:jc w:val="left"/>
                          <w:rPr/>
                        </w:pPr>
                        <w:r>
                          <w:rPr>
                            <w:rFonts w:ascii="Calibri" w:hAnsi="Calibri" w:cs="Times New Roman"/>
                            <w:lang w:eastAsia="it-IT"/>
                          </w:rPr>
                        </w:r>
                      </w:p>
                    </w:txbxContent>
                  </v:textbox>
                  <w10:wrap type="none"/>
                  <v:fill o:detectmouseclick="t" on="false"/>
                  <v:stroke color="#3465a4" joinstyle="round" endcap="flat"/>
                </v:shape>
              </v:group>
            </w:pict>
          </mc:Fallback>
        </mc:AlternateContent>
      </w:r>
      <w:r>
        <w:rPr>
          <w:rFonts w:eastAsia="Times New Roman" w:ascii="Arial" w:hAnsi="Arial"/>
          <w:b/>
          <w:color w:val="00000A"/>
          <w:w w:val="105"/>
          <w:sz w:val="14"/>
        </w:rPr>
        <w:t>L</w:t>
      </w:r>
      <w:r>
        <w:rPr>
          <w:rFonts w:eastAsia="Times New Roman" w:ascii="Arial" w:hAnsi="Arial"/>
          <w:b/>
          <w:color w:val="00000A"/>
          <w:w w:val="105"/>
          <w:sz w:val="14"/>
        </w:rPr>
        <w:t>'operatore</w:t>
      </w:r>
      <w:r>
        <w:rPr>
          <w:rFonts w:eastAsia="Times New Roman" w:ascii="Arial" w:hAnsi="Arial"/>
          <w:b/>
          <w:color w:val="00000A"/>
          <w:spacing w:val="-8"/>
          <w:w w:val="105"/>
          <w:sz w:val="14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4"/>
        </w:rPr>
        <w:t>economico</w:t>
      </w:r>
      <w:r>
        <w:rPr>
          <w:rFonts w:eastAsia="Times New Roman" w:ascii="Arial" w:hAnsi="Arial"/>
          <w:b/>
          <w:color w:val="00000A"/>
          <w:spacing w:val="-6"/>
          <w:w w:val="105"/>
          <w:sz w:val="14"/>
        </w:rPr>
        <w:t xml:space="preserve"> </w:t>
      </w:r>
      <w:r>
        <w:rPr>
          <w:rFonts w:eastAsia="Times New Roman" w:ascii="Arial" w:hAnsi="Arial"/>
          <w:b/>
          <w:color w:val="00000A"/>
          <w:w w:val="105"/>
          <w:sz w:val="14"/>
        </w:rPr>
        <w:t>dichiara:</w:t>
      </w:r>
    </w:p>
    <w:p>
      <w:pPr>
        <w:pStyle w:val="Corpodeltesto"/>
        <w:spacing w:before="1" w:after="1"/>
        <w:rPr>
          <w:rFonts w:ascii="Arial" w:hAnsi="Arial"/>
          <w:b/>
          <w:b/>
          <w:sz w:val="10"/>
        </w:rPr>
      </w:pPr>
      <w:r>
        <w:rPr>
          <w:rFonts w:ascii="Arial" w:hAnsi="Arial"/>
          <w:b/>
          <w:sz w:val="10"/>
        </w:rPr>
      </w:r>
    </w:p>
    <w:tbl>
      <w:tblPr>
        <w:tblW w:w="9630" w:type="dxa"/>
        <w:jc w:val="left"/>
        <w:tblInd w:w="642" w:type="dxa"/>
        <w:tblCellMar>
          <w:top w:w="0" w:type="dxa"/>
          <w:left w:w="5" w:type="dxa"/>
          <w:bottom w:w="0" w:type="dxa"/>
          <w:right w:w="5" w:type="dxa"/>
        </w:tblCellMar>
      </w:tblPr>
      <w:tblGrid>
        <w:gridCol w:w="4522"/>
        <w:gridCol w:w="5108"/>
      </w:tblGrid>
      <w:tr>
        <w:trPr>
          <w:trHeight w:val="400" w:hRule="atLeast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3" w:after="0"/>
              <w:rPr/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Riduzione</w:t>
            </w:r>
            <w:r>
              <w:rPr>
                <w:rFonts w:eastAsia="Times New Roman"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del</w:t>
            </w:r>
            <w:r>
              <w:rPr>
                <w:rFonts w:eastAsia="Times New Roman"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3" w:after="0"/>
              <w:rPr>
                <w:rFonts w:ascii="Arial" w:hAnsi="Arial" w:eastAsia="Times New Roman"/>
                <w:b/>
                <w:b/>
                <w:color w:val="00000A"/>
                <w:w w:val="105"/>
                <w:sz w:val="14"/>
              </w:rPr>
            </w:pP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>
        <w:trPr>
          <w:trHeight w:val="625" w:hRule="atLeast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3" w:after="0"/>
              <w:rPr/>
            </w:pP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soddisfare</w:t>
            </w:r>
            <w:r>
              <w:rPr>
                <w:rFonts w:eastAsia="Times New Roman"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regole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obiettivi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discriminatori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da</w:t>
            </w:r>
          </w:p>
          <w:p>
            <w:pPr>
              <w:pStyle w:val="TableParagraph"/>
              <w:spacing w:lineRule="atLeast" w:line="170"/>
              <w:ind w:left="88" w:right="532" w:hanging="0"/>
              <w:rPr/>
            </w:pPr>
            <w:r>
              <w:rPr>
                <w:color w:val="00000A"/>
                <w:w w:val="105"/>
                <w:sz w:val="14"/>
              </w:rPr>
              <w:t>applicare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limitare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candidati,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seguito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indicato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125" w:after="0"/>
              <w:rPr>
                <w:color w:val="00000A"/>
                <w:w w:val="155"/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>
        <w:trPr>
          <w:trHeight w:val="678" w:hRule="atLeast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21" w:after="0"/>
              <w:ind w:left="88" w:right="447" w:hanging="0"/>
              <w:rPr/>
            </w:pPr>
            <w:r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documentali,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ciascun</w:t>
            </w:r>
            <w:r>
              <w:rPr>
                <w:rFonts w:eastAsia="Times New Roman"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documento</w:t>
            </w:r>
            <w:r>
              <w:rPr>
                <w:rFonts w:eastAsia="Times New Roman"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 dispone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" w:after="0"/>
              <w:rPr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 (</w:t>
            </w:r>
            <w:r>
              <w:rPr>
                <w:color w:val="00000A"/>
                <w:w w:val="105"/>
                <w:sz w:val="14"/>
                <w:vertAlign w:val="superscript"/>
              </w:rPr>
              <w:t>29</w:t>
            </w:r>
            <w:r>
              <w:rPr>
                <w:color w:val="00000A"/>
                <w:w w:val="105"/>
                <w:sz w:val="14"/>
              </w:rPr>
              <w:t>)</w:t>
            </w:r>
          </w:p>
        </w:tc>
      </w:tr>
      <w:tr>
        <w:trPr>
          <w:trHeight w:val="503" w:hRule="atLeast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35" w:before="65" w:after="0"/>
              <w:ind w:left="88" w:right="112" w:hanging="0"/>
              <w:rPr/>
            </w:pPr>
            <w:r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disponibili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28</w:t>
            </w:r>
            <w:r>
              <w:rPr>
                <w:color w:val="00000A"/>
                <w:w w:val="105"/>
                <w:sz w:val="14"/>
              </w:rPr>
              <w:t>),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ciascun</w:t>
            </w:r>
            <w:r>
              <w:rPr>
                <w:rFonts w:eastAsia="Times New Roman"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eastAsia="Times New Roman" w:ascii="Arial" w:hAnsi="Arial"/>
                <w:b/>
                <w:color w:val="00000A"/>
                <w:w w:val="105"/>
                <w:sz w:val="14"/>
              </w:rPr>
              <w:t>documento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left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lineRule="auto" w:line="252" w:before="115" w:after="0"/>
              <w:ind w:left="88" w:right="426" w:hanging="0"/>
              <w:rPr/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>
        <w:trPr>
          <w:trHeight w:val="340" w:hRule="atLeast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ind w:left="0" w:right="0" w:hanging="0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1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TableParagraph"/>
              <w:spacing w:before="64" w:after="0"/>
              <w:rPr/>
            </w:pPr>
            <w:r>
              <w:rPr>
                <w:color w:val="00000A"/>
                <w:w w:val="150"/>
                <w:sz w:val="14"/>
              </w:rPr>
              <w:t>[………..…][……………][……………](</w:t>
            </w:r>
            <w:r>
              <w:rPr>
                <w:color w:val="00000A"/>
                <w:w w:val="150"/>
                <w:sz w:val="14"/>
                <w:vertAlign w:val="superscript"/>
              </w:rPr>
              <w:t>30</w:t>
            </w:r>
            <w:r>
              <w:rPr>
                <w:color w:val="00000A"/>
                <w:w w:val="150"/>
                <w:sz w:val="14"/>
              </w:rPr>
              <w:t>)</w:t>
            </w:r>
          </w:p>
        </w:tc>
      </w:tr>
    </w:tbl>
    <w:p>
      <w:pPr>
        <w:pStyle w:val="Corpodeltesto"/>
        <w:rPr>
          <w:rFonts w:ascii="Arial" w:hAnsi="Arial"/>
          <w:b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Corpodeltesto"/>
        <w:spacing w:before="3" w:after="0"/>
        <w:rPr>
          <w:rFonts w:ascii="Arial" w:hAnsi="Arial"/>
          <w:b/>
          <w:b/>
          <w:sz w:val="27"/>
        </w:rPr>
      </w:pPr>
      <w:r>
        <w:rPr>
          <w:rFonts w:ascii="Arial" w:hAnsi="Arial"/>
          <w:b/>
          <w:sz w:val="27"/>
        </w:rPr>
      </w:r>
    </w:p>
    <w:p>
      <w:pPr>
        <w:pStyle w:val="Titolo1"/>
        <w:spacing w:before="97" w:after="0"/>
        <w:rPr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>
      <w:pPr>
        <w:pStyle w:val="Corpodeltesto"/>
        <w:rPr>
          <w:rFonts w:ascii="Times New Roman" w:hAnsi="Times New Roman"/>
          <w:b/>
          <w:b/>
          <w:sz w:val="20"/>
        </w:rPr>
      </w:pPr>
      <w:r>
        <w:rPr>
          <w:rFonts w:ascii="Times New Roman" w:hAnsi="Times New Roman"/>
          <w:b/>
          <w:sz w:val="20"/>
        </w:rPr>
      </w:r>
    </w:p>
    <w:p>
      <w:pPr>
        <w:pStyle w:val="Titolo5"/>
        <w:spacing w:lineRule="auto" w:line="247" w:before="128" w:after="0"/>
        <w:ind w:left="652" w:right="856" w:hanging="0"/>
        <w:rPr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>
      <w:pPr>
        <w:pStyle w:val="Normal"/>
        <w:spacing w:lineRule="auto" w:line="252" w:before="117" w:after="0"/>
        <w:ind w:left="652" w:right="858" w:hanging="0"/>
        <w:jc w:val="both"/>
        <w:rPr/>
      </w:pPr>
      <w:r>
        <w:rPr>
          <w:rFonts w:eastAsia="Times New Roman" w:ascii="Arial" w:hAnsi="Arial"/>
          <w:i/>
          <w:w w:val="105"/>
          <w:sz w:val="14"/>
        </w:rPr>
        <w:t>Ferme restando le disposizioni degli articoli</w:t>
      </w:r>
      <w:r>
        <w:rPr>
          <w:rFonts w:eastAsia="Times New Roman" w:ascii="Arial" w:hAnsi="Arial"/>
          <w:i/>
          <w:spacing w:val="1"/>
          <w:w w:val="105"/>
          <w:sz w:val="14"/>
        </w:rPr>
        <w:t xml:space="preserve"> </w:t>
      </w:r>
      <w:r>
        <w:rPr>
          <w:rFonts w:eastAsia="Times New Roman" w:ascii="Arial" w:hAnsi="Arial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eastAsia="Times New Roman" w:ascii="Arial" w:hAnsi="Arial"/>
          <w:i/>
          <w:color w:val="00000A"/>
          <w:w w:val="105"/>
          <w:sz w:val="14"/>
        </w:rPr>
        <w:t>formalmente di</w:t>
      </w:r>
      <w:r>
        <w:rPr>
          <w:rFonts w:eastAsia="Times New Roman" w:ascii="Arial" w:hAnsi="Arial"/>
          <w:i/>
          <w:color w:val="00000A"/>
          <w:spacing w:val="-38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spacing w:val="-1"/>
          <w:w w:val="105"/>
          <w:sz w:val="14"/>
        </w:rPr>
        <w:t>essere</w:t>
      </w:r>
      <w:r>
        <w:rPr>
          <w:rFonts w:eastAsia="Times New Roman"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spacing w:val="-1"/>
          <w:w w:val="105"/>
          <w:sz w:val="14"/>
        </w:rPr>
        <w:t>in</w:t>
      </w:r>
      <w:r>
        <w:rPr>
          <w:rFonts w:eastAsia="Times New Roman"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spacing w:val="-1"/>
          <w:w w:val="105"/>
          <w:sz w:val="14"/>
        </w:rPr>
        <w:t>grado</w:t>
      </w:r>
      <w:r>
        <w:rPr>
          <w:rFonts w:eastAsia="Times New Roman" w:ascii="Arial" w:hAns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spacing w:val="-1"/>
          <w:w w:val="105"/>
          <w:sz w:val="14"/>
        </w:rPr>
        <w:t>di</w:t>
      </w:r>
      <w:r>
        <w:rPr>
          <w:rFonts w:eastAsia="Times New Roman" w:ascii="Arial" w:hAnsi="Arial"/>
          <w:i/>
          <w:color w:val="00000A"/>
          <w:spacing w:val="-9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spacing w:val="-1"/>
          <w:w w:val="105"/>
          <w:sz w:val="14"/>
        </w:rPr>
        <w:t>produrre,</w:t>
      </w:r>
      <w:r>
        <w:rPr>
          <w:rFonts w:eastAsia="Times New Roman" w:ascii="Arial" w:hAnsi="Arial"/>
          <w:i/>
          <w:color w:val="00000A"/>
          <w:spacing w:val="-8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spacing w:val="-1"/>
          <w:w w:val="105"/>
          <w:sz w:val="14"/>
        </w:rPr>
        <w:t>su</w:t>
      </w:r>
      <w:r>
        <w:rPr>
          <w:rFonts w:eastAsia="Times New Roman"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spacing w:val="-1"/>
          <w:w w:val="105"/>
          <w:sz w:val="14"/>
        </w:rPr>
        <w:t>richiesta</w:t>
      </w:r>
      <w:r>
        <w:rPr>
          <w:rFonts w:eastAsia="Times New Roman"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spacing w:val="-1"/>
          <w:w w:val="105"/>
          <w:sz w:val="14"/>
        </w:rPr>
        <w:t>e</w:t>
      </w:r>
      <w:r>
        <w:rPr>
          <w:rFonts w:eastAsia="Times New Roman"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spacing w:val="-1"/>
          <w:w w:val="105"/>
          <w:sz w:val="14"/>
        </w:rPr>
        <w:t>senza</w:t>
      </w:r>
      <w:r>
        <w:rPr>
          <w:rFonts w:eastAsia="Times New Roman" w:ascii="Arial" w:hAnsi="Arial"/>
          <w:i/>
          <w:color w:val="00000A"/>
          <w:spacing w:val="-9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spacing w:val="-1"/>
          <w:w w:val="105"/>
          <w:sz w:val="14"/>
        </w:rPr>
        <w:t>indugio,</w:t>
      </w:r>
      <w:r>
        <w:rPr>
          <w:rFonts w:eastAsia="Times New Roman" w:ascii="Arial" w:hAnsi="Arial"/>
          <w:i/>
          <w:color w:val="00000A"/>
          <w:spacing w:val="-8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spacing w:val="-1"/>
          <w:w w:val="105"/>
          <w:sz w:val="14"/>
        </w:rPr>
        <w:t>i</w:t>
      </w:r>
      <w:r>
        <w:rPr>
          <w:rFonts w:eastAsia="Times New Roman" w:ascii="Arial" w:hAns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spacing w:val="-1"/>
          <w:w w:val="105"/>
          <w:sz w:val="14"/>
        </w:rPr>
        <w:t>certificati</w:t>
      </w:r>
      <w:r>
        <w:rPr>
          <w:rFonts w:eastAsia="Times New Roman"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spacing w:val="-1"/>
          <w:w w:val="105"/>
          <w:sz w:val="14"/>
        </w:rPr>
        <w:t>e</w:t>
      </w:r>
      <w:r>
        <w:rPr>
          <w:rFonts w:eastAsia="Times New Roman"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spacing w:val="-1"/>
          <w:w w:val="105"/>
          <w:sz w:val="14"/>
        </w:rPr>
        <w:t>le</w:t>
      </w:r>
      <w:r>
        <w:rPr>
          <w:rFonts w:eastAsia="Times New Roman"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spacing w:val="-1"/>
          <w:w w:val="105"/>
          <w:sz w:val="14"/>
        </w:rPr>
        <w:t>altre</w:t>
      </w:r>
      <w:r>
        <w:rPr>
          <w:rFonts w:eastAsia="Times New Roman"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w w:val="105"/>
          <w:sz w:val="14"/>
        </w:rPr>
        <w:t>forme</w:t>
      </w:r>
      <w:r>
        <w:rPr>
          <w:rFonts w:eastAsia="Times New Roman"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w w:val="105"/>
          <w:sz w:val="14"/>
        </w:rPr>
        <w:t>di</w:t>
      </w:r>
      <w:r>
        <w:rPr>
          <w:rFonts w:eastAsia="Times New Roman"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w w:val="105"/>
          <w:sz w:val="14"/>
        </w:rPr>
        <w:t>prove</w:t>
      </w:r>
      <w:r>
        <w:rPr>
          <w:rFonts w:eastAsia="Times New Roman"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w w:val="105"/>
          <w:sz w:val="14"/>
        </w:rPr>
        <w:t>documentali</w:t>
      </w:r>
      <w:r>
        <w:rPr>
          <w:rFonts w:eastAsia="Times New Roman" w:ascii="Arial" w:hAnsi="Arial"/>
          <w:i/>
          <w:color w:val="00000A"/>
          <w:spacing w:val="-12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w w:val="105"/>
          <w:sz w:val="14"/>
        </w:rPr>
        <w:t>del</w:t>
      </w:r>
      <w:r>
        <w:rPr>
          <w:rFonts w:eastAsia="Times New Roman" w:ascii="Arial" w:hAns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w w:val="105"/>
          <w:sz w:val="14"/>
        </w:rPr>
        <w:t>caso,</w:t>
      </w:r>
      <w:r>
        <w:rPr>
          <w:rFonts w:eastAsia="Times New Roman" w:ascii="Arial" w:hAnsi="Arial"/>
          <w:i/>
          <w:color w:val="00000A"/>
          <w:spacing w:val="-9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w w:val="105"/>
          <w:sz w:val="14"/>
        </w:rPr>
        <w:t>con</w:t>
      </w:r>
      <w:r>
        <w:rPr>
          <w:rFonts w:eastAsia="Times New Roman" w:ascii="Arial" w:hAnsi="Arial"/>
          <w:i/>
          <w:color w:val="00000A"/>
          <w:spacing w:val="-13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w w:val="105"/>
          <w:sz w:val="14"/>
        </w:rPr>
        <w:t>le</w:t>
      </w:r>
      <w:r>
        <w:rPr>
          <w:rFonts w:eastAsia="Times New Roman" w:ascii="Arial" w:hAnsi="Arial"/>
          <w:i/>
          <w:color w:val="00000A"/>
          <w:spacing w:val="-13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w w:val="105"/>
          <w:sz w:val="14"/>
        </w:rPr>
        <w:t>seguenti</w:t>
      </w:r>
      <w:r>
        <w:rPr>
          <w:rFonts w:eastAsia="Times New Roman"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eastAsia="Times New Roman" w:ascii="Arial" w:hAnsi="Arial"/>
          <w:i/>
          <w:color w:val="00000A"/>
          <w:w w:val="105"/>
          <w:sz w:val="14"/>
        </w:rPr>
        <w:t>eccezioni:</w:t>
      </w:r>
    </w:p>
    <w:p>
      <w:pPr>
        <w:pStyle w:val="Titolo5"/>
        <w:numPr>
          <w:ilvl w:val="0"/>
          <w:numId w:val="2"/>
        </w:numPr>
        <w:tabs>
          <w:tab w:val="clear" w:pos="720"/>
          <w:tab w:val="left" w:pos="859" w:leader="none"/>
        </w:tabs>
        <w:spacing w:lineRule="auto" w:line="235"/>
        <w:ind w:left="652" w:right="857" w:hanging="0"/>
        <w:jc w:val="left"/>
        <w:rPr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false"/>
          <w:color w:val="00000A"/>
          <w:w w:val="105"/>
        </w:rPr>
        <w:t>(</w:t>
      </w:r>
      <w:r>
        <w:rPr>
          <w:rFonts w:ascii="Microsoft Sans Serif" w:hAnsi="Microsoft Sans Serif"/>
          <w:i w:val="false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false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23" w:leader="none"/>
        </w:tabs>
        <w:spacing w:lineRule="auto" w:line="247"/>
        <w:ind w:left="652" w:right="857" w:hanging="0"/>
        <w:rPr/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>
      <w:pPr>
        <w:pStyle w:val="Normal"/>
        <w:spacing w:lineRule="auto" w:line="247" w:before="119" w:after="0"/>
        <w:ind w:left="652" w:right="856" w:hanging="0"/>
        <w:jc w:val="both"/>
        <w:rPr/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>
      <w:pPr>
        <w:pStyle w:val="Corpodeltesto"/>
        <w:rPr>
          <w:rFonts w:ascii="Arial" w:hAnsi="Arial"/>
          <w:i/>
          <w:i/>
          <w:sz w:val="16"/>
        </w:rPr>
      </w:pPr>
      <w:r>
        <w:rPr>
          <w:rFonts w:ascii="Arial" w:hAnsi="Arial"/>
          <w:i/>
          <w:sz w:val="16"/>
        </w:rPr>
      </w:r>
    </w:p>
    <w:p>
      <w:pPr>
        <w:pStyle w:val="Corpodeltesto"/>
        <w:rPr>
          <w:rFonts w:ascii="Arial" w:hAnsi="Arial"/>
          <w:i/>
          <w:i/>
          <w:sz w:val="16"/>
        </w:rPr>
      </w:pPr>
      <w:r>
        <w:rPr>
          <w:rFonts w:ascii="Arial" w:hAnsi="Arial"/>
          <w:i/>
          <w:sz w:val="16"/>
        </w:rPr>
      </w:r>
    </w:p>
    <w:p>
      <w:pPr>
        <w:pStyle w:val="Corpodeltesto"/>
        <w:rPr>
          <w:rFonts w:ascii="Arial" w:hAnsi="Arial"/>
          <w:i/>
          <w:i/>
          <w:sz w:val="16"/>
        </w:rPr>
      </w:pPr>
      <w:r>
        <w:rPr>
          <w:rFonts w:ascii="Arial" w:hAnsi="Arial"/>
          <w:i/>
          <w:sz w:val="16"/>
        </w:rPr>
      </w:r>
    </w:p>
    <w:p>
      <w:pPr>
        <w:pStyle w:val="Normal"/>
        <w:tabs>
          <w:tab w:val="clear" w:pos="720"/>
          <w:tab w:val="left" w:pos="4996" w:leader="dot"/>
        </w:tabs>
        <w:spacing w:before="127" w:after="0"/>
        <w:ind w:left="652" w:right="0" w:hanging="0"/>
        <w:jc w:val="both"/>
        <w:rPr/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 w:hAns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2" w:after="0"/>
        <w:rPr>
          <w:sz w:val="25"/>
        </w:rPr>
      </w:pPr>
      <w:r>
        <w:rPr>
          <w:sz w:val="25"/>
        </w:rPr>
        <mc:AlternateContent>
          <mc:Choice Requires="wps">
            <w:drawing>
              <wp:anchor behindDoc="1" distT="0" distB="0" distL="0" distR="0" simplePos="0" locked="0" layoutInCell="1" allowOverlap="1" relativeHeight="3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80540" cy="8255"/>
                <wp:effectExtent l="0" t="0" r="0" b="0"/>
                <wp:wrapTopAndBottom/>
                <wp:docPr id="4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9" name="Rectangle 1"/>
                        <wps:cNvSpPr/>
                      </wps:nvSpPr>
                      <wps:spPr>
                        <a:xfrm>
                          <a:off x="0" y="0"/>
                          <a:ext cx="1779840" cy="756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0000a" stroked="f" style="position:absolute;margin-left:87.6pt;margin-top:16.2pt;width:140.1pt;height:0.55pt;mso-position-horizontal-relative:page">
                <w10:wrap type="none"/>
                <v:fill o:detectmouseclick="t" type="solid" color2="#fffff5"/>
                <v:stroke color="#3465a4" joinstyle="round" endcap="flat"/>
              </v:rect>
            </w:pict>
          </mc:Fallback>
        </mc:AlternateContent>
      </w:r>
    </w:p>
    <w:p>
      <w:pPr>
        <w:pStyle w:val="Corpodeltesto"/>
        <w:spacing w:lineRule="exact" w:line="137" w:before="65" w:after="0"/>
        <w:ind w:left="652" w:right="0" w:hanging="0"/>
        <w:rPr/>
      </w:pP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eastAsia="Times New Roman"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>
      <w:pPr>
        <w:pStyle w:val="Normal"/>
        <w:spacing w:lineRule="exact" w:line="134"/>
        <w:ind w:left="652" w:right="0" w:hanging="0"/>
        <w:rPr/>
      </w:pP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eastAsia="Times New Roman"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>
      <w:pPr>
        <w:pStyle w:val="Normal"/>
        <w:spacing w:lineRule="exact" w:line="134"/>
        <w:ind w:left="652" w:right="0" w:hanging="0"/>
        <w:rPr/>
      </w:pP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eastAsia="Times New Roman"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>
      <w:pPr>
        <w:pStyle w:val="Normal"/>
        <w:spacing w:lineRule="auto" w:line="252"/>
        <w:ind w:left="927" w:right="291" w:hanging="276"/>
        <w:rPr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>
      <w:pPr>
        <w:pStyle w:val="Corpodeltesto"/>
        <w:spacing w:lineRule="exact" w:line="127"/>
        <w:ind w:left="652" w:right="0" w:hanging="0"/>
        <w:rPr/>
      </w:pP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eastAsia="Times New Roman"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eastAsia="Times New Roman"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>
      <w:footerReference w:type="default" r:id="rId18"/>
      <w:type w:val="nextPage"/>
      <w:pgSz w:w="11906" w:h="16838"/>
      <w:pgMar w:left="1100" w:right="420" w:header="0" w:top="1580" w:footer="1906" w:bottom="210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Microsoft Sans Serif"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0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2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4" name="Cornic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6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60" w:right="0" w:hanging="0"/>
                            <w:rPr>
                              <w:rFonts w:ascii="Calibri" w:hAnsi="Calibri" w:eastAsia="Times New Roman"/>
                              <w:color w:val="00000A"/>
                              <w:w w:val="102"/>
                              <w:sz w:val="19"/>
                            </w:rPr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instrText> PAGE </w:instrText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fldChar w:fldCharType="separate"/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t>1</w:t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0.95pt;height:11.7pt;mso-wrap-distance-left:9pt;mso-wrap-distance-right:9pt;mso-wrap-distance-top:0pt;mso-wrap-distance-bottom:0pt;margin-top:735.6pt;mso-position-vertical-relative:page;margin-left:534.9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60" w:right="0" w:hanging="0"/>
                      <w:rPr>
                        <w:rFonts w:ascii="Calibri" w:hAnsi="Calibri" w:eastAsia="Times New Roman"/>
                        <w:color w:val="00000A"/>
                        <w:w w:val="102"/>
                        <w:sz w:val="19"/>
                      </w:rPr>
                    </w:pPr>
                    <w:r>
                      <w:rPr>
                        <w:rFonts w:eastAsia="Times New Roman" w:ascii="Calibri" w:hAnsi="Calibri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instrText> PAGE </w:instrText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fldChar w:fldCharType="separate"/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t>1</w:t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26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30" name="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89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20" w:right="0" w:hanging="0"/>
                            <w:rPr/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instrText> PAGE </w:instrText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fldChar w:fldCharType="separate"/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t>1</w:t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3.85pt;height:11.7pt;mso-wrap-distance-left:9pt;mso-wrap-distance-right:9pt;mso-wrap-distance-top:0pt;mso-wrap-distance-bottom:0pt;margin-top:735.6pt;mso-position-vertical-relative:page;margin-left:532.0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20" w:right="0" w:hanging="0"/>
                      <w:rPr/>
                    </w:pP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instrText> PAGE </w:instrText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fldChar w:fldCharType="separate"/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t>1</w:t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42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32" name="1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89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20" w:right="0" w:hanging="0"/>
                            <w:rPr/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instrText> PAGE </w:instrText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fldChar w:fldCharType="separate"/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t>2</w:t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3.85pt;height:11.7pt;mso-wrap-distance-left:9pt;mso-wrap-distance-right:9pt;mso-wrap-distance-top:0pt;mso-wrap-distance-bottom:0pt;margin-top:735.6pt;mso-position-vertical-relative:page;margin-left:532.0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20" w:right="0" w:hanging="0"/>
                      <w:rPr/>
                    </w:pP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instrText> PAGE </w:instrText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fldChar w:fldCharType="separate"/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t>2</w:t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43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35" name="1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89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20" w:right="0" w:hanging="0"/>
                            <w:rPr/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instrText> PAGE </w:instrText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fldChar w:fldCharType="separate"/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t>3</w:t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3.85pt;height:11.7pt;mso-wrap-distance-left:9pt;mso-wrap-distance-right:9pt;mso-wrap-distance-top:0pt;mso-wrap-distance-bottom:0pt;margin-top:735.6pt;mso-position-vertical-relative:page;margin-left:532.0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20" w:right="0" w:hanging="0"/>
                      <w:rPr/>
                    </w:pP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instrText> PAGE </w:instrText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fldChar w:fldCharType="separate"/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t>3</w:t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44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37" name="1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89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20" w:right="0" w:hanging="0"/>
                            <w:rPr/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instrText> PAGE </w:instrText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fldChar w:fldCharType="separate"/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t>4</w:t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3.85pt;height:11.7pt;mso-wrap-distance-left:9pt;mso-wrap-distance-right:9pt;mso-wrap-distance-top:0pt;mso-wrap-distance-bottom:0pt;margin-top:735.6pt;mso-position-vertical-relative:page;margin-left:532.0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20" w:right="0" w:hanging="0"/>
                      <w:rPr/>
                    </w:pP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instrText> PAGE </w:instrText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fldChar w:fldCharType="separate"/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t>4</w:t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45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41" name="1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89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20" w:right="0" w:hanging="0"/>
                            <w:rPr/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instrText> PAGE </w:instrText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fldChar w:fldCharType="separate"/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t>5</w:t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3.85pt;height:11.7pt;mso-wrap-distance-left:9pt;mso-wrap-distance-right:9pt;mso-wrap-distance-top:0pt;mso-wrap-distance-bottom:0pt;margin-top:735.6pt;mso-position-vertical-relative:page;margin-left:532.0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20" w:right="0" w:hanging="0"/>
                      <w:rPr/>
                    </w:pP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instrText> PAGE </w:instrText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fldChar w:fldCharType="separate"/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t>5</w:t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46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43" name="1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89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20" w:right="0" w:hanging="0"/>
                            <w:rPr/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instrText> PAGE </w:instrText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fldChar w:fldCharType="separate"/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t>6</w:t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3.85pt;height:11.7pt;mso-wrap-distance-left:9pt;mso-wrap-distance-right:9pt;mso-wrap-distance-top:0pt;mso-wrap-distance-bottom:0pt;margin-top:735.6pt;mso-position-vertical-relative:page;margin-left:532.0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20" w:right="0" w:hanging="0"/>
                      <w:rPr/>
                    </w:pP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instrText> PAGE </w:instrText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fldChar w:fldCharType="separate"/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t>6</w:t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4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44" name="1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89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20" w:right="0" w:hanging="0"/>
                            <w:rPr/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instrText> PAGE </w:instrText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fldChar w:fldCharType="separate"/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t>7</w:t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3.85pt;height:11.7pt;mso-wrap-distance-left:9pt;mso-wrap-distance-right:9pt;mso-wrap-distance-top:0pt;mso-wrap-distance-bottom:0pt;margin-top:735.6pt;mso-position-vertical-relative:page;margin-left:532.0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20" w:right="0" w:hanging="0"/>
                      <w:rPr/>
                    </w:pP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instrText> PAGE </w:instrText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fldChar w:fldCharType="separate"/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t>7</w:t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5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48" name="1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89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20" w:right="0" w:hanging="0"/>
                            <w:rPr/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instrText> PAGE </w:instrText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fldChar w:fldCharType="separate"/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t>9</w:t>
                          </w:r>
                          <w:r>
                            <w:rPr>
                              <w:sz w:val="19"/>
                              <w:rFonts w:eastAsia="Times New Roman" w:ascii="Calibri" w:hAnsi="Calibri"/>
                              <w:color w:val="00000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3.85pt;height:11.7pt;mso-wrap-distance-left:9pt;mso-wrap-distance-right:9pt;mso-wrap-distance-top:0pt;mso-wrap-distance-bottom:0pt;margin-top:735.6pt;mso-position-vertical-relative:page;margin-left:532.0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20" w:right="0" w:hanging="0"/>
                      <w:rPr/>
                    </w:pP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instrText> PAGE </w:instrText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fldChar w:fldCharType="separate"/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t>9</w:t>
                    </w:r>
                    <w:r>
                      <w:rPr>
                        <w:sz w:val="19"/>
                        <w:rFonts w:eastAsia="Times New Roman" w:ascii="Calibri" w:hAnsi="Calibri"/>
                        <w:color w:val="00000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2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" name="Cornic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6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60" w:right="0" w:hanging="0"/>
                            <w:rPr>
                              <w:rFonts w:ascii="Calibri" w:hAnsi="Calibri" w:eastAsia="Times New Roman"/>
                              <w:color w:val="00000A"/>
                              <w:w w:val="102"/>
                              <w:sz w:val="19"/>
                            </w:rPr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instrText> PAGE </w:instrText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fldChar w:fldCharType="separate"/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t>1</w:t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0.95pt;height:11.7pt;mso-wrap-distance-left:9pt;mso-wrap-distance-right:9pt;mso-wrap-distance-top:0pt;mso-wrap-distance-bottom:0pt;margin-top:735.6pt;mso-position-vertical-relative:page;margin-left:534.9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60" w:right="0" w:hanging="0"/>
                      <w:rPr>
                        <w:rFonts w:ascii="Calibri" w:hAnsi="Calibri" w:eastAsia="Times New Roman"/>
                        <w:color w:val="00000A"/>
                        <w:w w:val="102"/>
                        <w:sz w:val="19"/>
                      </w:rPr>
                    </w:pPr>
                    <w:r>
                      <w:rPr>
                        <w:rFonts w:eastAsia="Times New Roman" w:ascii="Calibri" w:hAnsi="Calibri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instrText> PAGE </w:instrText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fldChar w:fldCharType="separate"/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t>1</w:t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3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10" name="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6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60" w:right="0" w:hanging="0"/>
                            <w:rPr>
                              <w:rFonts w:ascii="Calibri" w:hAnsi="Calibri" w:eastAsia="Times New Roman"/>
                              <w:color w:val="00000A"/>
                              <w:w w:val="102"/>
                              <w:sz w:val="19"/>
                            </w:rPr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instrText> PAGE </w:instrText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fldChar w:fldCharType="separate"/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t>4</w:t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0.95pt;height:11.7pt;mso-wrap-distance-left:9pt;mso-wrap-distance-right:9pt;mso-wrap-distance-top:0pt;mso-wrap-distance-bottom:0pt;margin-top:735.6pt;mso-position-vertical-relative:page;margin-left:534.9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60" w:right="0" w:hanging="0"/>
                      <w:rPr>
                        <w:rFonts w:ascii="Calibri" w:hAnsi="Calibri" w:eastAsia="Times New Roman"/>
                        <w:color w:val="00000A"/>
                        <w:w w:val="102"/>
                        <w:sz w:val="19"/>
                      </w:rPr>
                    </w:pPr>
                    <w:r>
                      <w:rPr>
                        <w:rFonts w:eastAsia="Times New Roman" w:ascii="Calibri" w:hAnsi="Calibri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instrText> PAGE </w:instrText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fldChar w:fldCharType="separate"/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t>4</w:t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36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14" name="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6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60" w:right="0" w:hanging="0"/>
                            <w:rPr>
                              <w:rFonts w:ascii="Calibri" w:hAnsi="Calibri" w:eastAsia="Times New Roman"/>
                              <w:color w:val="00000A"/>
                              <w:w w:val="102"/>
                              <w:sz w:val="19"/>
                            </w:rPr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instrText> PAGE </w:instrText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fldChar w:fldCharType="separate"/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t>5</w:t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0.95pt;height:11.7pt;mso-wrap-distance-left:9pt;mso-wrap-distance-right:9pt;mso-wrap-distance-top:0pt;mso-wrap-distance-bottom:0pt;margin-top:735.6pt;mso-position-vertical-relative:page;margin-left:534.9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60" w:right="0" w:hanging="0"/>
                      <w:rPr>
                        <w:rFonts w:ascii="Calibri" w:hAnsi="Calibri" w:eastAsia="Times New Roman"/>
                        <w:color w:val="00000A"/>
                        <w:w w:val="102"/>
                        <w:sz w:val="19"/>
                      </w:rPr>
                    </w:pPr>
                    <w:r>
                      <w:rPr>
                        <w:rFonts w:eastAsia="Times New Roman" w:ascii="Calibri" w:hAnsi="Calibri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instrText> PAGE </w:instrText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fldChar w:fldCharType="separate"/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t>5</w:t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0" distR="0" simplePos="0" locked="0" layoutInCell="1" allowOverlap="1" relativeHeight="14">
              <wp:simplePos x="0" y="0"/>
              <wp:positionH relativeFrom="page">
                <wp:posOffset>1042670</wp:posOffset>
              </wp:positionH>
              <wp:positionV relativeFrom="paragraph">
                <wp:posOffset>78740</wp:posOffset>
              </wp:positionV>
              <wp:extent cx="6041390" cy="228600"/>
              <wp:effectExtent l="0" t="0" r="0" b="0"/>
              <wp:wrapTopAndBottom/>
              <wp:docPr id="15" name="2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41390" cy="228600"/>
                      </a:xfrm>
                      <a:prstGeom prst="rect"/>
                      <a:solidFill>
                        <a:srgbClr val="BFBFBF"/>
                      </a:solidFill>
                      <a:ln w="6350">
                        <a:solidFill>
                          <a:srgbClr val="00000A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auto" w:line="247" w:before="24" w:after="0"/>
                            <w:ind w:left="105" w:right="9" w:hanging="0"/>
                            <w:rPr/>
                          </w:pP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Se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l'operatore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economico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ha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deciso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di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subappaltare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una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parte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del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contratto,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ciascun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subappaltatore,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a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seguito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dell’autorizzazione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al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subappalto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da parte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della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stazione appaltante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ente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concedente,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dovrà compilare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il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105"/>
                              <w:sz w:val="13"/>
                            </w:rPr>
                            <w:t>DGUE.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BFBFBF" strokecolor="#00000A" strokeweight="0pt" style="position:absolute;rotation:0;width:475.7pt;height:18pt;mso-wrap-distance-left:0pt;mso-wrap-distance-right:0pt;mso-wrap-distance-top:0pt;mso-wrap-distance-bottom:0pt;margin-top:6.2pt;mso-position-vertical-relative:text;margin-left:82.1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auto" w:line="247" w:before="24" w:after="0"/>
                      <w:ind w:left="105" w:right="9" w:hanging="0"/>
                      <w:rPr/>
                    </w:pP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Se</w:t>
                    </w:r>
                    <w:r>
                      <w:rPr>
                        <w:rFonts w:ascii="Arial" w:hAnsi="Arial"/>
                        <w:b/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l'operatore</w:t>
                    </w:r>
                    <w:r>
                      <w:rPr>
                        <w:rFonts w:ascii="Arial" w:hAnsi="Arial"/>
                        <w:b/>
                        <w:spacing w:val="-7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economico</w:t>
                    </w:r>
                    <w:r>
                      <w:rPr>
                        <w:rFonts w:ascii="Arial" w:hAnsi="Arial"/>
                        <w:b/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ha</w:t>
                    </w:r>
                    <w:r>
                      <w:rPr>
                        <w:rFonts w:ascii="Arial" w:hAnsi="Arial"/>
                        <w:b/>
                        <w:spacing w:val="-7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deciso</w:t>
                    </w:r>
                    <w:r>
                      <w:rPr>
                        <w:rFonts w:ascii="Arial" w:hAnsi="Arial"/>
                        <w:b/>
                        <w:spacing w:val="-5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spacing w:val="-5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subappaltare</w:t>
                    </w:r>
                    <w:r>
                      <w:rPr>
                        <w:rFonts w:ascii="Arial" w:hAnsi="Arial"/>
                        <w:b/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una</w:t>
                    </w:r>
                    <w:r>
                      <w:rPr>
                        <w:rFonts w:ascii="Arial" w:hAnsi="Arial"/>
                        <w:b/>
                        <w:spacing w:val="-5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parte</w:t>
                    </w:r>
                    <w:r>
                      <w:rPr>
                        <w:rFonts w:ascii="Arial" w:hAnsi="Arial"/>
                        <w:b/>
                        <w:spacing w:val="-5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del</w:t>
                    </w:r>
                    <w:r>
                      <w:rPr>
                        <w:rFonts w:ascii="Arial" w:hAnsi="Arial"/>
                        <w:b/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contratto,</w:t>
                    </w:r>
                    <w:r>
                      <w:rPr>
                        <w:rFonts w:ascii="Arial" w:hAnsi="Arial"/>
                        <w:b/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ciascun</w:t>
                    </w:r>
                    <w:r>
                      <w:rPr>
                        <w:rFonts w:ascii="Arial" w:hAnsi="Arial"/>
                        <w:b/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subappaltatore,</w:t>
                    </w:r>
                    <w:r>
                      <w:rPr>
                        <w:rFonts w:ascii="Arial" w:hAnsi="Arial"/>
                        <w:b/>
                        <w:spacing w:val="-5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a</w:t>
                    </w:r>
                    <w:r>
                      <w:rPr>
                        <w:rFonts w:ascii="Arial" w:hAnsi="Arial"/>
                        <w:b/>
                        <w:spacing w:val="-5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seguito</w:t>
                    </w:r>
                    <w:r>
                      <w:rPr>
                        <w:rFonts w:ascii="Arial" w:hAnsi="Arial"/>
                        <w:b/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dell’autorizzazione</w:t>
                    </w:r>
                    <w:r>
                      <w:rPr>
                        <w:rFonts w:ascii="Arial" w:hAnsi="Arial"/>
                        <w:b/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spacing w:val="-5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subappalto</w:t>
                    </w:r>
                    <w:r>
                      <w:rPr>
                        <w:rFonts w:ascii="Arial" w:hAnsi="Arial"/>
                        <w:b/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da parte</w:t>
                    </w:r>
                    <w:r>
                      <w:rPr>
                        <w:rFonts w:ascii="Arial" w:hAnsi="Arial"/>
                        <w:b/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della</w:t>
                    </w:r>
                    <w:r>
                      <w:rPr>
                        <w:rFonts w:ascii="Arial" w:hAnsi="Arial"/>
                        <w:b/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stazione appaltante</w:t>
                    </w:r>
                    <w:r>
                      <w:rPr>
                        <w:rFonts w:ascii="Arial" w:hAnsi="Arial"/>
                        <w:b/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o</w:t>
                    </w:r>
                    <w:r>
                      <w:rPr>
                        <w:rFonts w:ascii="Arial" w:hAnsi="Arial"/>
                        <w:b/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ente</w:t>
                    </w:r>
                    <w:r>
                      <w:rPr>
                        <w:rFonts w:ascii="Arial" w:hAnsi="Arial"/>
                        <w:b/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concedente,</w:t>
                    </w:r>
                    <w:r>
                      <w:rPr>
                        <w:rFonts w:ascii="Arial" w:hAnsi="Arial"/>
                        <w:b/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dovrà compilare</w:t>
                    </w:r>
                    <w:r>
                      <w:rPr>
                        <w:rFonts w:ascii="Arial" w:hAnsi="Arial"/>
                        <w:b/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05"/>
                        <w:sz w:val="13"/>
                      </w:rPr>
                      <w:t>DGUE.</w:t>
                    </w:r>
                  </w:p>
                </w:txbxContent>
              </v:textbox>
              <w10:wrap type="topAndBottom"/>
            </v:rect>
          </w:pict>
        </mc:Fallback>
      </mc:AlternateContent>
    </w:r>
    <w:r>
      <mc:AlternateContent>
        <mc:Choice Requires="wps">
          <w:drawing>
            <wp:anchor behindDoc="1" distT="0" distB="0" distL="114300" distR="114300" simplePos="0" locked="0" layoutInCell="1" allowOverlap="1" relativeHeight="38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16" name="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6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60" w:right="0" w:hanging="0"/>
                            <w:rPr>
                              <w:rFonts w:ascii="Calibri" w:hAnsi="Calibri" w:eastAsia="Times New Roman"/>
                              <w:color w:val="00000A"/>
                              <w:w w:val="102"/>
                              <w:sz w:val="19"/>
                            </w:rPr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instrText> PAGE </w:instrText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fldChar w:fldCharType="separate"/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t>6</w:t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0.95pt;height:11.7pt;mso-wrap-distance-left:9pt;mso-wrap-distance-right:9pt;mso-wrap-distance-top:0pt;mso-wrap-distance-bottom:0pt;margin-top:735.6pt;mso-position-vertical-relative:page;margin-left:534.9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60" w:right="0" w:hanging="0"/>
                      <w:rPr>
                        <w:rFonts w:ascii="Calibri" w:hAnsi="Calibri" w:eastAsia="Times New Roman"/>
                        <w:color w:val="00000A"/>
                        <w:w w:val="102"/>
                        <w:sz w:val="19"/>
                      </w:rPr>
                    </w:pPr>
                    <w:r>
                      <w:rPr>
                        <w:rFonts w:eastAsia="Times New Roman" w:ascii="Calibri" w:hAnsi="Calibri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instrText> PAGE </w:instrText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fldChar w:fldCharType="separate"/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t>6</w:t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39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19" name="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6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60" w:right="0" w:hanging="0"/>
                            <w:rPr>
                              <w:rFonts w:ascii="Calibri" w:hAnsi="Calibri" w:eastAsia="Times New Roman"/>
                              <w:color w:val="00000A"/>
                              <w:w w:val="102"/>
                              <w:sz w:val="19"/>
                            </w:rPr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instrText> PAGE </w:instrText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fldChar w:fldCharType="separate"/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t>7</w:t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0.95pt;height:11.7pt;mso-wrap-distance-left:9pt;mso-wrap-distance-right:9pt;mso-wrap-distance-top:0pt;mso-wrap-distance-bottom:0pt;margin-top:735.6pt;mso-position-vertical-relative:page;margin-left:534.9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60" w:right="0" w:hanging="0"/>
                      <w:rPr>
                        <w:rFonts w:ascii="Calibri" w:hAnsi="Calibri" w:eastAsia="Times New Roman"/>
                        <w:color w:val="00000A"/>
                        <w:w w:val="102"/>
                        <w:sz w:val="19"/>
                      </w:rPr>
                    </w:pPr>
                    <w:r>
                      <w:rPr>
                        <w:rFonts w:eastAsia="Times New Roman" w:ascii="Calibri" w:hAnsi="Calibri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instrText> PAGE </w:instrText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fldChar w:fldCharType="separate"/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t>7</w:t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48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20" name="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6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60" w:right="0" w:hanging="0"/>
                            <w:rPr>
                              <w:rFonts w:ascii="Calibri" w:hAnsi="Calibri" w:eastAsia="Times New Roman"/>
                              <w:color w:val="00000A"/>
                              <w:w w:val="102"/>
                              <w:sz w:val="19"/>
                            </w:rPr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instrText> PAGE </w:instrText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fldChar w:fldCharType="separate"/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t>8</w:t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0.95pt;height:11.7pt;mso-wrap-distance-left:9pt;mso-wrap-distance-right:9pt;mso-wrap-distance-top:0pt;mso-wrap-distance-bottom:0pt;margin-top:735.6pt;mso-position-vertical-relative:page;margin-left:534.9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60" w:right="0" w:hanging="0"/>
                      <w:rPr>
                        <w:rFonts w:ascii="Calibri" w:hAnsi="Calibri" w:eastAsia="Times New Roman"/>
                        <w:color w:val="00000A"/>
                        <w:w w:val="102"/>
                        <w:sz w:val="19"/>
                      </w:rPr>
                    </w:pPr>
                    <w:r>
                      <w:rPr>
                        <w:rFonts w:eastAsia="Times New Roman" w:ascii="Calibri" w:hAnsi="Calibri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instrText> PAGE </w:instrText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fldChar w:fldCharType="separate"/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t>8</w:t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4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25" name="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6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60" w:right="0" w:hanging="0"/>
                            <w:rPr>
                              <w:rFonts w:ascii="Calibri" w:hAnsi="Calibri" w:eastAsia="Times New Roman"/>
                              <w:color w:val="00000A"/>
                              <w:w w:val="102"/>
                              <w:sz w:val="19"/>
                            </w:rPr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instrText> PAGE </w:instrText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fldChar w:fldCharType="separate"/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t>9</w:t>
                          </w:r>
                          <w:r>
                            <w:rPr>
                              <w:sz w:val="19"/>
                              <w:w w:val="102"/>
                              <w:rFonts w:eastAsia="Times New Roman" w:ascii="Calibri" w:hAnsi="Calibri"/>
                              <w:color w:val="00000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0.95pt;height:11.7pt;mso-wrap-distance-left:9pt;mso-wrap-distance-right:9pt;mso-wrap-distance-top:0pt;mso-wrap-distance-bottom:0pt;margin-top:735.6pt;mso-position-vertical-relative:page;margin-left:534.9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60" w:right="0" w:hanging="0"/>
                      <w:rPr>
                        <w:rFonts w:ascii="Calibri" w:hAnsi="Calibri" w:eastAsia="Times New Roman"/>
                        <w:color w:val="00000A"/>
                        <w:w w:val="102"/>
                        <w:sz w:val="19"/>
                      </w:rPr>
                    </w:pPr>
                    <w:r>
                      <w:rPr>
                        <w:rFonts w:eastAsia="Times New Roman" w:ascii="Calibri" w:hAnsi="Calibri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instrText> PAGE </w:instrText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fldChar w:fldCharType="separate"/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t>9</w:t>
                    </w:r>
                    <w:r>
                      <w:rPr>
                        <w:sz w:val="19"/>
                        <w:w w:val="102"/>
                        <w:rFonts w:eastAsia="Times New Roman" w:ascii="Calibri" w:hAnsi="Calibri"/>
                        <w:color w:val="00000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24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7" name="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495" cy="148590"/>
                      </a:xfrm>
                      <a:prstGeom prst="rect"/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Contenutocornice"/>
                            <w:spacing w:lineRule="exact" w:line="216"/>
                            <w:ind w:left="20" w:right="0" w:hanging="0"/>
                            <w:rPr>
                              <w:rFonts w:ascii="Calibri" w:hAnsi="Calibri" w:eastAsia="Times New Roman"/>
                              <w:color w:val="00000A"/>
                              <w:sz w:val="19"/>
                            </w:rPr>
                          </w:pPr>
                          <w:r>
                            <w:rPr>
                              <w:rFonts w:eastAsia="Times New Roman" w:ascii="Calibri" w:hAnsi="Calibri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000000" strokeweight="0pt" style="position:absolute;rotation:0;width:11.85pt;height:11.7pt;mso-wrap-distance-left:9pt;mso-wrap-distance-right:9pt;mso-wrap-distance-top:0pt;mso-wrap-distance-bottom:0pt;margin-top:735.6pt;mso-position-vertical-relative:page;margin-left:532.05pt;mso-position-horizontal-relative:page">
              <v:textbox inset="0in,0in,0in,0in">
                <w:txbxContent>
                  <w:p>
                    <w:pPr>
                      <w:pStyle w:val="Contenutocornice"/>
                      <w:spacing w:lineRule="exact" w:line="216"/>
                      <w:ind w:left="20" w:right="0" w:hanging="0"/>
                      <w:rPr>
                        <w:rFonts w:ascii="Calibri" w:hAnsi="Calibri" w:eastAsia="Times New Roman"/>
                        <w:color w:val="00000A"/>
                        <w:sz w:val="19"/>
                      </w:rPr>
                    </w:pPr>
                    <w:r>
                      <w:rPr>
                        <w:rFonts w:eastAsia="Times New Roman" w:ascii="Calibri" w:hAnsi="Calibri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lowerLetter"/>
      <w:lvlText w:val="%1)"/>
      <w:lvlJc w:val="left"/>
      <w:pPr>
        <w:ind w:left="652" w:hanging="207"/>
      </w:pPr>
      <w:rPr>
        <w:sz w:val="14"/>
        <w:spacing w:val="-1"/>
        <w:i/>
        <w:szCs w:val="14"/>
        <w:iCs/>
        <w:w w:val="105"/>
        <w:rFonts w:eastAsia="Times New Roman" w:cs="Arial"/>
        <w:color w:val="00000A"/>
      </w:rPr>
    </w:lvl>
    <w:lvl w:ilvl="1">
      <w:start w:val="1"/>
      <w:numFmt w:val="bullet"/>
      <w:lvlText w:val=""/>
      <w:lvlJc w:val="left"/>
      <w:pPr>
        <w:ind w:left="1632" w:hanging="20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605" w:hanging="20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577" w:hanging="20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550" w:hanging="20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523" w:hanging="20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495" w:hanging="20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468" w:hanging="20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441" w:hanging="207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lvlText w:val="%1)"/>
      <w:lvlJc w:val="left"/>
      <w:pPr>
        <w:ind w:left="292" w:hanging="205"/>
      </w:pPr>
      <w:rPr>
        <w:sz w:val="14"/>
        <w:spacing w:val="-1"/>
        <w:szCs w:val="14"/>
        <w:w w:val="105"/>
        <w:rFonts w:eastAsia="Times New Roman" w:cs="Microsoft Sans Serif"/>
        <w:color w:val="00000A"/>
      </w:rPr>
    </w:lvl>
    <w:lvl w:ilvl="1">
      <w:start w:val="1"/>
      <w:numFmt w:val="bullet"/>
      <w:lvlText w:val=""/>
      <w:lvlJc w:val="left"/>
      <w:pPr>
        <w:ind w:left="721" w:hanging="205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142" w:hanging="205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563" w:hanging="205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984" w:hanging="205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406" w:hanging="205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27" w:hanging="205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48" w:hanging="205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69" w:hanging="205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ind w:left="249" w:hanging="137"/>
      </w:pPr>
      <w:rPr>
        <w:rFonts w:ascii="Symbol" w:hAnsi="Symbol" w:cs="Symbol" w:hint="default"/>
        <w:sz w:val="13"/>
        <w:w w:val="104"/>
      </w:rPr>
    </w:lvl>
    <w:lvl w:ilvl="1">
      <w:start w:val="1"/>
      <w:numFmt w:val="bullet"/>
      <w:lvlText w:val=""/>
      <w:lvlJc w:val="left"/>
      <w:pPr>
        <w:ind w:left="667" w:hanging="13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094" w:hanging="13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521" w:hanging="13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948" w:hanging="13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376" w:hanging="13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03" w:hanging="13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30" w:hanging="13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57" w:hanging="137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ind w:left="249" w:hanging="137"/>
      </w:pPr>
      <w:rPr>
        <w:rFonts w:ascii="Symbol" w:hAnsi="Symbol" w:cs="Symbol" w:hint="default"/>
        <w:sz w:val="13"/>
        <w:w w:val="104"/>
      </w:rPr>
    </w:lvl>
    <w:lvl w:ilvl="1">
      <w:start w:val="1"/>
      <w:numFmt w:val="bullet"/>
      <w:lvlText w:val=""/>
      <w:lvlJc w:val="left"/>
      <w:pPr>
        <w:ind w:left="667" w:hanging="13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094" w:hanging="13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521" w:hanging="13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948" w:hanging="13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376" w:hanging="13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03" w:hanging="13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30" w:hanging="13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57" w:hanging="137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ind w:left="249" w:hanging="137"/>
      </w:pPr>
      <w:rPr>
        <w:rFonts w:ascii="Symbol" w:hAnsi="Symbol" w:cs="Symbol" w:hint="default"/>
        <w:sz w:val="13"/>
        <w:w w:val="104"/>
      </w:rPr>
    </w:lvl>
    <w:lvl w:ilvl="1">
      <w:start w:val="1"/>
      <w:numFmt w:val="bullet"/>
      <w:lvlText w:val=""/>
      <w:lvlJc w:val="left"/>
      <w:pPr>
        <w:ind w:left="667" w:hanging="13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094" w:hanging="13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521" w:hanging="13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948" w:hanging="13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376" w:hanging="13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03" w:hanging="13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30" w:hanging="13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57" w:hanging="137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ind w:left="249" w:hanging="137"/>
      </w:pPr>
      <w:rPr>
        <w:rFonts w:ascii="Symbol" w:hAnsi="Symbol" w:cs="Symbol" w:hint="default"/>
        <w:sz w:val="13"/>
        <w:w w:val="104"/>
      </w:rPr>
    </w:lvl>
    <w:lvl w:ilvl="1">
      <w:start w:val="1"/>
      <w:numFmt w:val="bullet"/>
      <w:lvlText w:val=""/>
      <w:lvlJc w:val="left"/>
      <w:pPr>
        <w:ind w:left="667" w:hanging="13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094" w:hanging="13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521" w:hanging="13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948" w:hanging="13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376" w:hanging="13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03" w:hanging="13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30" w:hanging="13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57" w:hanging="137"/>
      </w:pPr>
      <w:rPr>
        <w:rFonts w:ascii="Symbol" w:hAnsi="Symbol" w:cs="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ind w:left="249" w:hanging="137"/>
      </w:pPr>
      <w:rPr>
        <w:rFonts w:ascii="Symbol" w:hAnsi="Symbol" w:cs="Symbol" w:hint="default"/>
        <w:sz w:val="13"/>
        <w:w w:val="104"/>
      </w:rPr>
    </w:lvl>
    <w:lvl w:ilvl="1">
      <w:start w:val="1"/>
      <w:numFmt w:val="bullet"/>
      <w:lvlText w:val=""/>
      <w:lvlJc w:val="left"/>
      <w:pPr>
        <w:ind w:left="667" w:hanging="13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094" w:hanging="13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521" w:hanging="13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948" w:hanging="13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376" w:hanging="13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03" w:hanging="13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30" w:hanging="13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57" w:hanging="137"/>
      </w:pPr>
      <w:rPr>
        <w:rFonts w:ascii="Symbol" w:hAnsi="Symbol" w:cs="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ind w:left="249" w:hanging="137"/>
      </w:pPr>
      <w:rPr>
        <w:rFonts w:ascii="Symbol" w:hAnsi="Symbol" w:cs="Symbol" w:hint="default"/>
        <w:sz w:val="13"/>
        <w:w w:val="104"/>
      </w:rPr>
    </w:lvl>
    <w:lvl w:ilvl="1">
      <w:start w:val="1"/>
      <w:numFmt w:val="bullet"/>
      <w:lvlText w:val=""/>
      <w:lvlJc w:val="left"/>
      <w:pPr>
        <w:ind w:left="667" w:hanging="13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094" w:hanging="13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521" w:hanging="13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948" w:hanging="13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376" w:hanging="13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03" w:hanging="13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30" w:hanging="13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57" w:hanging="137"/>
      </w:pPr>
      <w:rPr>
        <w:rFonts w:ascii="Symbol" w:hAnsi="Symbol" w:cs="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ind w:left="249" w:hanging="137"/>
      </w:pPr>
      <w:rPr>
        <w:rFonts w:ascii="Symbol" w:hAnsi="Symbol" w:cs="Symbol" w:hint="default"/>
        <w:sz w:val="13"/>
        <w:w w:val="104"/>
      </w:rPr>
    </w:lvl>
    <w:lvl w:ilvl="1">
      <w:start w:val="1"/>
      <w:numFmt w:val="bullet"/>
      <w:lvlText w:val=""/>
      <w:lvlJc w:val="left"/>
      <w:pPr>
        <w:ind w:left="667" w:hanging="13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094" w:hanging="13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521" w:hanging="13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948" w:hanging="13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376" w:hanging="13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03" w:hanging="13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30" w:hanging="13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57" w:hanging="137"/>
      </w:pPr>
      <w:rPr>
        <w:rFonts w:ascii="Symbol" w:hAnsi="Symbol" w:cs="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ind w:left="249" w:hanging="137"/>
      </w:pPr>
      <w:rPr>
        <w:rFonts w:ascii="Symbol" w:hAnsi="Symbol" w:cs="Symbol" w:hint="default"/>
        <w:sz w:val="13"/>
        <w:w w:val="104"/>
      </w:rPr>
    </w:lvl>
    <w:lvl w:ilvl="1">
      <w:start w:val="1"/>
      <w:numFmt w:val="bullet"/>
      <w:lvlText w:val=""/>
      <w:lvlJc w:val="left"/>
      <w:pPr>
        <w:ind w:left="667" w:hanging="13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094" w:hanging="13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521" w:hanging="13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948" w:hanging="13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376" w:hanging="13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03" w:hanging="13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30" w:hanging="13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57" w:hanging="137"/>
      </w:pPr>
      <w:rPr>
        <w:rFonts w:ascii="Symbol" w:hAnsi="Symbol" w:cs="Symbol" w:hint="default"/>
      </w:rPr>
    </w:lvl>
  </w:abstractNum>
  <w:abstractNum w:abstractNumId="12">
    <w:lvl w:ilvl="0">
      <w:start w:val="1"/>
      <w:numFmt w:val="lowerLetter"/>
      <w:lvlText w:val="%1)"/>
      <w:lvlJc w:val="left"/>
      <w:pPr>
        <w:ind w:left="597" w:hanging="351"/>
      </w:pPr>
      <w:rPr>
        <w:sz w:val="13"/>
        <w:spacing w:val="-1"/>
        <w:szCs w:val="13"/>
        <w:w w:val="104"/>
        <w:rFonts w:eastAsia="Times New Roman" w:cs="Microsoft Sans Serif"/>
      </w:rPr>
    </w:lvl>
    <w:lvl w:ilvl="1">
      <w:start w:val="1"/>
      <w:numFmt w:val="bullet"/>
      <w:lvlText w:val=""/>
      <w:lvlJc w:val="left"/>
      <w:pPr>
        <w:ind w:left="991" w:hanging="351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82" w:hanging="351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773" w:hanging="351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64" w:hanging="351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56" w:hanging="351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947" w:hanging="351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338" w:hanging="351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729" w:hanging="351"/>
      </w:pPr>
      <w:rPr>
        <w:rFonts w:ascii="Symbol" w:hAnsi="Symbol" w:cs="Symbol" w:hint="default"/>
      </w:rPr>
    </w:lvl>
  </w:abstractNum>
  <w:abstractNum w:abstractNumId="13">
    <w:lvl w:ilvl="0">
      <w:start w:val="1"/>
      <w:numFmt w:val="bullet"/>
      <w:lvlText w:val=""/>
      <w:lvlJc w:val="left"/>
      <w:pPr>
        <w:ind w:left="365" w:hanging="277"/>
      </w:pPr>
      <w:rPr>
        <w:rFonts w:ascii="Symbol" w:hAnsi="Symbol" w:cs="Symbol" w:hint="default"/>
        <w:sz w:val="14"/>
        <w:w w:val="105"/>
      </w:rPr>
    </w:lvl>
    <w:lvl w:ilvl="1">
      <w:start w:val="1"/>
      <w:numFmt w:val="bullet"/>
      <w:lvlText w:val=""/>
      <w:lvlJc w:val="left"/>
      <w:pPr>
        <w:ind w:left="775" w:hanging="27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190" w:hanging="27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605" w:hanging="27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020" w:hanging="27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436" w:hanging="27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51" w:hanging="27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66" w:hanging="27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81" w:hanging="277"/>
      </w:pPr>
      <w:rPr>
        <w:rFonts w:ascii="Symbol" w:hAnsi="Symbol" w:cs="Symbol" w:hint="default"/>
      </w:rPr>
    </w:lvl>
  </w:abstractNum>
  <w:abstractNum w:abstractNumId="14">
    <w:lvl w:ilvl="0">
      <w:start w:val="1"/>
      <w:numFmt w:val="bullet"/>
      <w:lvlText w:val=""/>
      <w:lvlJc w:val="left"/>
      <w:pPr>
        <w:ind w:left="365" w:hanging="277"/>
      </w:pPr>
      <w:rPr>
        <w:rFonts w:ascii="Symbol" w:hAnsi="Symbol" w:cs="Symbol" w:hint="default"/>
        <w:sz w:val="14"/>
        <w:w w:val="105"/>
      </w:rPr>
    </w:lvl>
    <w:lvl w:ilvl="1">
      <w:start w:val="1"/>
      <w:numFmt w:val="bullet"/>
      <w:lvlText w:val=""/>
      <w:lvlJc w:val="left"/>
      <w:pPr>
        <w:ind w:left="775" w:hanging="27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190" w:hanging="27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605" w:hanging="27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020" w:hanging="27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436" w:hanging="27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51" w:hanging="27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66" w:hanging="27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81" w:hanging="277"/>
      </w:pPr>
      <w:rPr>
        <w:rFonts w:ascii="Symbol" w:hAnsi="Symbol" w:cs="Symbol" w:hint="default"/>
      </w:rPr>
    </w:lvl>
  </w:abstractNum>
  <w:abstractNum w:abstractNumId="15">
    <w:lvl w:ilvl="0">
      <w:start w:val="1"/>
      <w:numFmt w:val="bullet"/>
      <w:lvlText w:val=""/>
      <w:lvlJc w:val="left"/>
      <w:pPr>
        <w:ind w:left="365" w:hanging="277"/>
      </w:pPr>
      <w:rPr>
        <w:rFonts w:ascii="Symbol" w:hAnsi="Symbol" w:cs="Symbol" w:hint="default"/>
        <w:sz w:val="14"/>
        <w:w w:val="105"/>
      </w:rPr>
    </w:lvl>
    <w:lvl w:ilvl="1">
      <w:start w:val="1"/>
      <w:numFmt w:val="bullet"/>
      <w:lvlText w:val=""/>
      <w:lvlJc w:val="left"/>
      <w:pPr>
        <w:ind w:left="775" w:hanging="27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190" w:hanging="27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605" w:hanging="27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020" w:hanging="27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436" w:hanging="27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851" w:hanging="27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266" w:hanging="27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681" w:hanging="277"/>
      </w:pPr>
      <w:rPr>
        <w:rFonts w:ascii="Symbol" w:hAnsi="Symbol" w:cs="Symbol" w:hint="default"/>
      </w:rPr>
    </w:lvl>
  </w:abstractNum>
  <w:abstractNum w:abstractNumId="16">
    <w:lvl w:ilvl="0">
      <w:start w:val="1"/>
      <w:numFmt w:val="lowerLetter"/>
      <w:lvlText w:val="%1)"/>
      <w:lvlJc w:val="left"/>
      <w:pPr>
        <w:ind w:left="364" w:hanging="277"/>
      </w:pPr>
      <w:rPr>
        <w:spacing w:val="-1"/>
        <w:w w:val="104"/>
        <w:rFonts w:cs="Times New Roman"/>
      </w:rPr>
    </w:lvl>
    <w:lvl w:ilvl="1">
      <w:start w:val="1"/>
      <w:numFmt w:val="bullet"/>
      <w:lvlText w:val=""/>
      <w:lvlJc w:val="left"/>
      <w:pPr>
        <w:ind w:left="763" w:hanging="27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167" w:hanging="27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571" w:hanging="27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975" w:hanging="27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379" w:hanging="27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783" w:hanging="27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187" w:hanging="27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591" w:hanging="277"/>
      </w:pPr>
      <w:rPr>
        <w:rFonts w:ascii="Symbol" w:hAnsi="Symbol" w:cs="Symbol" w:hint="default"/>
      </w:rPr>
    </w:lvl>
  </w:abstractNum>
  <w:abstractNum w:abstractNumId="17">
    <w:lvl w:ilvl="0">
      <w:start w:val="1"/>
      <w:numFmt w:val="lowerLetter"/>
      <w:lvlText w:val="%1)"/>
      <w:lvlJc w:val="left"/>
      <w:pPr>
        <w:ind w:left="364" w:hanging="277"/>
      </w:pPr>
      <w:rPr>
        <w:sz w:val="13"/>
        <w:spacing w:val="-1"/>
        <w:szCs w:val="13"/>
        <w:w w:val="104"/>
        <w:rFonts w:eastAsia="Times New Roman" w:cs="Microsoft Sans Serif"/>
      </w:rPr>
    </w:lvl>
    <w:lvl w:ilvl="1">
      <w:start w:val="1"/>
      <w:numFmt w:val="bullet"/>
      <w:lvlText w:val=""/>
      <w:lvlJc w:val="left"/>
      <w:pPr>
        <w:ind w:left="830" w:hanging="27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01" w:hanging="27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772" w:hanging="27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243" w:hanging="27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714" w:hanging="27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184" w:hanging="27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655" w:hanging="27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126" w:hanging="277"/>
      </w:pPr>
      <w:rPr>
        <w:rFonts w:ascii="Symbol" w:hAnsi="Symbol" w:cs="Symbol" w:hint="default"/>
      </w:rPr>
    </w:lvl>
  </w:abstractNum>
  <w:abstractNum w:abstractNumId="18">
    <w:lvl w:ilvl="0">
      <w:start w:val="1"/>
      <w:numFmt w:val="lowerLetter"/>
      <w:lvlText w:val="%1)"/>
      <w:lvlJc w:val="left"/>
      <w:pPr>
        <w:ind w:left="401" w:hanging="351"/>
      </w:pPr>
      <w:rPr>
        <w:sz w:val="13"/>
        <w:spacing w:val="-1"/>
        <w:szCs w:val="13"/>
        <w:w w:val="104"/>
        <w:rFonts w:eastAsia="Times New Roman" w:cs="Microsoft Sans Serif"/>
      </w:rPr>
    </w:lvl>
    <w:lvl w:ilvl="1">
      <w:start w:val="1"/>
      <w:numFmt w:val="bullet"/>
      <w:lvlText w:val=""/>
      <w:lvlJc w:val="left"/>
      <w:pPr>
        <w:ind w:left="739" w:hanging="351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078" w:hanging="351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418" w:hanging="351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757" w:hanging="351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097" w:hanging="351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436" w:hanging="351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2775" w:hanging="351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115" w:hanging="351"/>
      </w:pPr>
      <w:rPr>
        <w:rFonts w:ascii="Symbol" w:hAnsi="Symbol" w:cs="Symbol" w:hint="default"/>
      </w:rPr>
    </w:lvl>
  </w:abstractNum>
  <w:abstractNum w:abstractNumId="19">
    <w:lvl w:ilvl="0">
      <w:start w:val="1"/>
      <w:numFmt w:val="lowerLetter"/>
      <w:lvlText w:val="%1)"/>
      <w:lvlJc w:val="left"/>
      <w:pPr>
        <w:ind w:left="364" w:hanging="276"/>
      </w:pPr>
      <w:rPr>
        <w:spacing w:val="-1"/>
        <w:i/>
        <w:iCs/>
        <w:w w:val="104"/>
        <w:rFonts w:cs="Times New Roman"/>
      </w:rPr>
    </w:lvl>
    <w:lvl w:ilvl="1">
      <w:start w:val="1"/>
      <w:numFmt w:val="bullet"/>
      <w:lvlText w:val=""/>
      <w:lvlJc w:val="left"/>
      <w:pPr>
        <w:ind w:left="830" w:hanging="276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01" w:hanging="276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772" w:hanging="27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243" w:hanging="27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714" w:hanging="27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184" w:hanging="27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655" w:hanging="27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126" w:hanging="276"/>
      </w:pPr>
      <w:rPr>
        <w:rFonts w:ascii="Symbol" w:hAnsi="Symbol" w:cs="Symbol" w:hint="default"/>
      </w:rPr>
    </w:lvl>
  </w:abstractNum>
  <w:abstractNum w:abstractNumId="20">
    <w:lvl w:ilvl="0">
      <w:start w:val="4"/>
      <w:numFmt w:val="lowerLetter"/>
      <w:lvlText w:val="%1)"/>
      <w:lvlJc w:val="left"/>
      <w:pPr>
        <w:ind w:left="247" w:hanging="156"/>
      </w:pPr>
      <w:rPr>
        <w:spacing w:val="-1"/>
        <w:w w:val="104"/>
        <w:rFonts w:cs="Times New Roman"/>
      </w:rPr>
    </w:lvl>
    <w:lvl w:ilvl="1">
      <w:start w:val="1"/>
      <w:numFmt w:val="bullet"/>
      <w:lvlText w:val=""/>
      <w:lvlJc w:val="left"/>
      <w:pPr>
        <w:ind w:left="595" w:hanging="156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950" w:hanging="156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306" w:hanging="15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661" w:hanging="15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017" w:hanging="15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372" w:hanging="15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2727" w:hanging="15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083" w:hanging="156"/>
      </w:pPr>
      <w:rPr>
        <w:rFonts w:ascii="Symbol" w:hAnsi="Symbol" w:cs="Symbol" w:hint="default"/>
      </w:rPr>
    </w:lvl>
  </w:abstractNum>
  <w:abstractNum w:abstractNumId="21">
    <w:lvl w:ilvl="0">
      <w:start w:val="3"/>
      <w:numFmt w:val="lowerLetter"/>
      <w:lvlText w:val="%1)"/>
      <w:lvlJc w:val="left"/>
      <w:pPr>
        <w:ind w:left="364" w:hanging="284"/>
      </w:pPr>
      <w:rPr>
        <w:sz w:val="13"/>
        <w:szCs w:val="13"/>
        <w:w w:val="104"/>
        <w:rFonts w:eastAsia="Times New Roman" w:cs="Microsoft Sans Serif"/>
      </w:rPr>
    </w:lvl>
    <w:lvl w:ilvl="1">
      <w:start w:val="1"/>
      <w:numFmt w:val="bullet"/>
      <w:lvlText w:val=""/>
      <w:lvlJc w:val="left"/>
      <w:pPr>
        <w:ind w:left="830" w:hanging="284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01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772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243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714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184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655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126" w:hanging="284"/>
      </w:pPr>
      <w:rPr>
        <w:rFonts w:ascii="Symbol" w:hAnsi="Symbol" w:cs="Symbol" w:hint="default"/>
      </w:rPr>
    </w:lvl>
  </w:abstractNum>
  <w:abstractNum w:abstractNumId="22">
    <w:lvl w:ilvl="0">
      <w:start w:val="1"/>
      <w:numFmt w:val="lowerLetter"/>
      <w:lvlText w:val="%1)"/>
      <w:lvlJc w:val="left"/>
      <w:pPr>
        <w:ind w:left="364" w:hanging="276"/>
      </w:pPr>
      <w:rPr>
        <w:spacing w:val="-1"/>
        <w:i/>
        <w:iCs/>
        <w:w w:val="104"/>
        <w:rFonts w:cs="Times New Roman"/>
      </w:rPr>
    </w:lvl>
    <w:lvl w:ilvl="1">
      <w:start w:val="1"/>
      <w:numFmt w:val="bullet"/>
      <w:lvlText w:val=""/>
      <w:lvlJc w:val="left"/>
      <w:pPr>
        <w:ind w:left="830" w:hanging="276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01" w:hanging="276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772" w:hanging="27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243" w:hanging="27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714" w:hanging="27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184" w:hanging="27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655" w:hanging="27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126" w:hanging="276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Microsoft Sans Serif" w:hAnsi="Microsoft Sans Serif" w:cs="Microsoft Sans Serif" w:eastAsia="Calibri"/>
      <w:color w:val="auto"/>
      <w:kern w:val="0"/>
      <w:sz w:val="22"/>
      <w:szCs w:val="22"/>
      <w:lang w:eastAsia="en-US" w:val="it-IT" w:bidi="ar-SA"/>
    </w:rPr>
  </w:style>
  <w:style w:type="paragraph" w:styleId="Titolo1">
    <w:name w:val="Heading 1"/>
    <w:basedOn w:val="Normal"/>
    <w:qFormat/>
    <w:pPr>
      <w:numPr>
        <w:ilvl w:val="0"/>
        <w:numId w:val="0"/>
      </w:numPr>
      <w:spacing w:before="93" w:after="0"/>
      <w:ind w:left="887" w:right="1093" w:hanging="0"/>
      <w:jc w:val="center"/>
      <w:outlineLvl w:val="0"/>
    </w:pPr>
    <w:rPr>
      <w:rFonts w:ascii="Times New Roman" w:hAnsi="Times New Roman" w:eastAsia="Times New Roman" w:cs="Times New Roman"/>
      <w:b/>
      <w:bCs/>
      <w:sz w:val="18"/>
      <w:szCs w:val="18"/>
    </w:rPr>
  </w:style>
  <w:style w:type="paragraph" w:styleId="Titolo2">
    <w:name w:val="Heading 2"/>
    <w:basedOn w:val="Normal"/>
    <w:qFormat/>
    <w:pPr>
      <w:numPr>
        <w:ilvl w:val="0"/>
        <w:numId w:val="0"/>
      </w:numPr>
      <w:spacing w:before="1" w:after="0"/>
      <w:ind w:left="652" w:right="0" w:hanging="0"/>
      <w:outlineLvl w:val="1"/>
    </w:pPr>
    <w:rPr>
      <w:rFonts w:ascii="Times New Roman" w:hAnsi="Times New Roman" w:eastAsia="Times New Roman" w:cs="Times New Roman"/>
      <w:b/>
      <w:bCs/>
      <w:sz w:val="17"/>
      <w:szCs w:val="17"/>
    </w:rPr>
  </w:style>
  <w:style w:type="paragraph" w:styleId="Titolo3">
    <w:name w:val="Heading 3"/>
    <w:basedOn w:val="Normal"/>
    <w:qFormat/>
    <w:pPr>
      <w:numPr>
        <w:ilvl w:val="0"/>
        <w:numId w:val="0"/>
      </w:numPr>
      <w:spacing w:before="101" w:after="0"/>
      <w:ind w:left="652" w:right="0" w:hanging="0"/>
      <w:outlineLvl w:val="2"/>
    </w:pPr>
    <w:rPr>
      <w:sz w:val="15"/>
      <w:szCs w:val="15"/>
    </w:rPr>
  </w:style>
  <w:style w:type="paragraph" w:styleId="Titolo4">
    <w:name w:val="Heading 4"/>
    <w:basedOn w:val="Normal"/>
    <w:qFormat/>
    <w:pPr>
      <w:numPr>
        <w:ilvl w:val="0"/>
        <w:numId w:val="0"/>
      </w:numPr>
      <w:spacing w:before="104" w:after="0"/>
      <w:ind w:left="887" w:right="1094" w:hanging="0"/>
      <w:jc w:val="center"/>
      <w:outlineLvl w:val="3"/>
    </w:pPr>
    <w:rPr>
      <w:sz w:val="14"/>
      <w:szCs w:val="14"/>
    </w:rPr>
  </w:style>
  <w:style w:type="paragraph" w:styleId="Titolo5">
    <w:name w:val="Heading 5"/>
    <w:basedOn w:val="Normal"/>
    <w:qFormat/>
    <w:pPr>
      <w:numPr>
        <w:ilvl w:val="0"/>
        <w:numId w:val="0"/>
      </w:numPr>
      <w:spacing w:before="112" w:after="0"/>
      <w:ind w:left="652" w:right="857" w:hanging="0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styleId="DefaultParagraphFont">
    <w:name w:val="Default Paragraph Font"/>
    <w:qFormat/>
    <w:rPr/>
  </w:style>
  <w:style w:type="character" w:styleId="Heading1Char">
    <w:name w:val="Heading 1 Char"/>
    <w:basedOn w:val="DefaultParagraphFont"/>
    <w:qFormat/>
    <w:rPr>
      <w:rFonts w:ascii="Cambria" w:hAnsi="Cambria" w:eastAsia="Calibri" w:cs="Times New Roman"/>
      <w:b/>
      <w:bCs/>
      <w:kern w:val="2"/>
      <w:sz w:val="32"/>
      <w:szCs w:val="32"/>
      <w:lang w:eastAsia="en-US"/>
    </w:rPr>
  </w:style>
  <w:style w:type="character" w:styleId="Heading2Char">
    <w:name w:val="Heading 2 Char"/>
    <w:basedOn w:val="DefaultParagraphFont"/>
    <w:qFormat/>
    <w:rPr>
      <w:rFonts w:ascii="Cambria" w:hAnsi="Cambria" w:eastAsia="Calibri" w:cs="Times New Roman"/>
      <w:b/>
      <w:bCs/>
      <w:i/>
      <w:iCs/>
      <w:sz w:val="28"/>
      <w:szCs w:val="28"/>
      <w:lang w:eastAsia="en-US"/>
    </w:rPr>
  </w:style>
  <w:style w:type="character" w:styleId="Heading3Char">
    <w:name w:val="Heading 3 Char"/>
    <w:basedOn w:val="DefaultParagraphFont"/>
    <w:qFormat/>
    <w:rPr>
      <w:rFonts w:ascii="Cambria" w:hAnsi="Cambria" w:eastAsia="Calibri" w:cs="Times New Roman"/>
      <w:b/>
      <w:bCs/>
      <w:sz w:val="26"/>
      <w:szCs w:val="26"/>
      <w:lang w:eastAsia="en-US"/>
    </w:rPr>
  </w:style>
  <w:style w:type="character" w:styleId="Heading4Char">
    <w:name w:val="Heading 4 Char"/>
    <w:basedOn w:val="DefaultParagraphFont"/>
    <w:qFormat/>
    <w:rPr>
      <w:rFonts w:ascii="Calibri" w:hAnsi="Calibri" w:eastAsia="Calibri" w:cs="Times New Roman"/>
      <w:b/>
      <w:bCs/>
      <w:sz w:val="28"/>
      <w:szCs w:val="28"/>
      <w:lang w:eastAsia="en-US"/>
    </w:rPr>
  </w:style>
  <w:style w:type="character" w:styleId="Heading5Char">
    <w:name w:val="Heading 5 Char"/>
    <w:basedOn w:val="DefaultParagraphFont"/>
    <w:qFormat/>
    <w:rPr>
      <w:rFonts w:ascii="Calibri" w:hAnsi="Calibri" w:eastAsia="Calibri" w:cs="Times New Roman"/>
      <w:b/>
      <w:bCs/>
      <w:i/>
      <w:iCs/>
      <w:sz w:val="26"/>
      <w:szCs w:val="26"/>
      <w:lang w:eastAsia="en-US"/>
    </w:rPr>
  </w:style>
  <w:style w:type="character" w:styleId="BodyTextChar">
    <w:name w:val="Body Text Char"/>
    <w:basedOn w:val="DefaultParagraphFont"/>
    <w:qFormat/>
    <w:rPr>
      <w:rFonts w:ascii="Microsoft Sans Serif" w:hAnsi="Microsoft Sans Serif" w:cs="Microsoft Sans Serif"/>
      <w:lang w:eastAsia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/>
    <w:rPr>
      <w:sz w:val="11"/>
      <w:szCs w:val="11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112" w:after="0"/>
      <w:ind w:left="652" w:right="857" w:hanging="0"/>
    </w:pPr>
    <w:rPr>
      <w:rFonts w:ascii="Arial" w:hAnsi="Arial" w:cs="Arial"/>
    </w:rPr>
  </w:style>
  <w:style w:type="paragraph" w:styleId="TableParagraph">
    <w:name w:val="Table Paragraph"/>
    <w:basedOn w:val="Normal"/>
    <w:qFormat/>
    <w:pPr>
      <w:ind w:left="88" w:right="0" w:hanging="0"/>
    </w:pPr>
    <w:rPr/>
  </w:style>
  <w:style w:type="paragraph" w:styleId="Contenutocornice">
    <w:name w:val="Contenuto cornice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paragraph" w:styleId="Contenutotabella">
    <w:name w:val="Contenuto tabella"/>
    <w:basedOn w:val="Normal"/>
    <w:qFormat/>
    <w:pPr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footer" Target="footer7.xml"/><Relationship Id="rId9" Type="http://schemas.openxmlformats.org/officeDocument/2006/relationships/footer" Target="footer8.xml"/><Relationship Id="rId10" Type="http://schemas.openxmlformats.org/officeDocument/2006/relationships/footer" Target="footer9.xml"/><Relationship Id="rId11" Type="http://schemas.openxmlformats.org/officeDocument/2006/relationships/footer" Target="footer10.xml"/><Relationship Id="rId12" Type="http://schemas.openxmlformats.org/officeDocument/2006/relationships/footer" Target="footer11.xml"/><Relationship Id="rId13" Type="http://schemas.openxmlformats.org/officeDocument/2006/relationships/footer" Target="footer12.xml"/><Relationship Id="rId14" Type="http://schemas.openxmlformats.org/officeDocument/2006/relationships/footer" Target="footer13.xml"/><Relationship Id="rId15" Type="http://schemas.openxmlformats.org/officeDocument/2006/relationships/footer" Target="footer14.xml"/><Relationship Id="rId16" Type="http://schemas.openxmlformats.org/officeDocument/2006/relationships/footer" Target="footer15.xml"/><Relationship Id="rId17" Type="http://schemas.openxmlformats.org/officeDocument/2006/relationships/footer" Target="footer16.xml"/><Relationship Id="rId18" Type="http://schemas.openxmlformats.org/officeDocument/2006/relationships/footer" Target="footer17.xml"/><Relationship Id="rId19" Type="http://schemas.openxmlformats.org/officeDocument/2006/relationships/numbering" Target="numbering.xml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Application>LibreOffice/6.4.2.2$Windows_X86_64 LibreOffice_project/4e471d8c02c9c90f512f7f9ead8875b57fcb1ec3</Application>
  <Pages>19</Pages>
  <Words>7158</Words>
  <Characters>40450</Characters>
  <CharactersWithSpaces>47325</CharactersWithSpaces>
  <Paragraphs>626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2023-07-25T12:09:00Z</dcterms:created>
  <dc:creator>sparano</dc:creator>
  <dc:description/>
  <dc:language>it-IT</dc:language>
  <cp:lastModifiedBy>Simone Chiarelli</cp:lastModifiedBy>
  <dcterms:modified xsi:type="dcterms:W3CDTF">2023-09-04T14:57:51Z</dcterms:modified>
  <cp:revision>4</cp:revision>
  <dc:subject/>
  <dc:title>Microsoft Word - DGUE adeguato al 36_2023.docx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