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60E52" w14:textId="77777777" w:rsidR="000C3E13" w:rsidRDefault="001A452F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L’allegato deve essere compilato in lingua italiana e firmato con firma digitale.</w:t>
      </w:r>
    </w:p>
    <w:tbl>
      <w:tblPr>
        <w:tblW w:w="99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18"/>
        <w:gridCol w:w="5981"/>
      </w:tblGrid>
      <w:tr w:rsidR="000C3E13" w14:paraId="423D32BD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993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03D61" w14:textId="77777777" w:rsidR="000C3E13" w:rsidRDefault="001A452F">
            <w:pPr>
              <w:autoSpaceDE w:val="0"/>
              <w:spacing w:before="240" w:after="0" w:line="240" w:lineRule="auto"/>
              <w:jc w:val="center"/>
            </w:pPr>
            <w:r>
              <w:rPr>
                <w:rFonts w:ascii="Arial" w:hAnsi="Arial"/>
                <w:b/>
                <w:bCs/>
                <w:szCs w:val="24"/>
                <w:lang w:eastAsia="it-IT"/>
              </w:rPr>
              <w:t xml:space="preserve">“CRITERIO A” </w:t>
            </w:r>
            <w:r>
              <w:rPr>
                <w:rFonts w:ascii="Arial" w:hAnsi="Arial"/>
                <w:color w:val="000000"/>
              </w:rPr>
              <w:t>PROFESSIONALITÀ, CAPACITÀ ED ESPERIENZA DEL CONCORRENTE</w:t>
            </w:r>
          </w:p>
          <w:p w14:paraId="44BF60B2" w14:textId="77777777" w:rsidR="000C3E13" w:rsidRDefault="001A452F">
            <w:pPr>
              <w:autoSpaceDE w:val="0"/>
              <w:spacing w:before="240" w:after="0" w:line="240" w:lineRule="auto"/>
              <w:jc w:val="center"/>
            </w:pPr>
            <w:r>
              <w:rPr>
                <w:rFonts w:ascii="Arial" w:hAnsi="Arial"/>
                <w:b/>
                <w:color w:val="000000"/>
                <w:u w:val="single"/>
              </w:rPr>
              <w:t>SCHEDA A1</w:t>
            </w:r>
            <w:r>
              <w:rPr>
                <w:rFonts w:ascii="Arial" w:hAnsi="Arial"/>
                <w:color w:val="000000"/>
              </w:rPr>
              <w:t xml:space="preserve"> - </w:t>
            </w:r>
            <w:r>
              <w:rPr>
                <w:rFonts w:ascii="Arial" w:hAnsi="Arial"/>
                <w:b/>
                <w:szCs w:val="24"/>
                <w:lang w:eastAsia="it-IT"/>
              </w:rPr>
              <w:t>Affidamento Lavori</w:t>
            </w:r>
          </w:p>
          <w:p w14:paraId="7CED57D0" w14:textId="77777777" w:rsidR="000C3E13" w:rsidRDefault="000C3E13">
            <w:pPr>
              <w:autoSpaceDE w:val="0"/>
              <w:spacing w:before="240" w:after="0" w:line="240" w:lineRule="auto"/>
              <w:jc w:val="center"/>
            </w:pPr>
          </w:p>
          <w:p w14:paraId="384ECDE2" w14:textId="77777777" w:rsidR="000C3E13" w:rsidRDefault="000C3E13">
            <w:pPr>
              <w:autoSpaceDE w:val="0"/>
              <w:spacing w:after="0" w:line="240" w:lineRule="auto"/>
              <w:jc w:val="center"/>
              <w:rPr>
                <w:rFonts w:ascii="Arial" w:hAnsi="Arial"/>
                <w:color w:val="000000"/>
                <w:sz w:val="10"/>
              </w:rPr>
            </w:pPr>
          </w:p>
        </w:tc>
      </w:tr>
      <w:tr w:rsidR="000C3E13" w14:paraId="5E5785DF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993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05C1E" w14:textId="77777777" w:rsidR="000C3E13" w:rsidRDefault="001A452F">
            <w:pPr>
              <w:autoSpaceDE w:val="0"/>
              <w:spacing w:after="0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PROCEDURA NEGOZIATA SENZA BANDO, AI SENSI </w:t>
            </w:r>
            <w:r>
              <w:rPr>
                <w:rFonts w:ascii="Arial" w:hAnsi="Arial"/>
                <w:b/>
              </w:rPr>
              <w:t>DELL’ART. 76, COMMA 2 LETTERA A) DEL D. LGS. N. 36/2023, CODICE DEI CONTRATTI PUBBLICI, PER L’AFFIDAMENTO DEI LAVORI DI “DEMOLIZIONE E RICOSTRUZIONE DI UNA NUOVA CASERMA FORESTALE E STAZIONE CARABINIERI TERRITORIALE IN COMUNE DI VERGHERETO – VIA DEL MUNICI</w:t>
            </w:r>
            <w:r>
              <w:rPr>
                <w:rFonts w:ascii="Arial" w:hAnsi="Arial"/>
                <w:b/>
              </w:rPr>
              <w:t xml:space="preserve">PIO, 2 -SCHEDA FOB0889.” CON APPLICAZIONE DEL PROTOCOLLO DI SOSTENIBILITA’ ENERGETICO-AMBIENTALE LEED BD+C E CON L’UTILIZZO DI METODI DI MODELLAZIONE E GESTIONE INFORMATIVA </w:t>
            </w:r>
          </w:p>
          <w:p w14:paraId="146AD47A" w14:textId="77777777" w:rsidR="000C3E13" w:rsidRDefault="000C3E13">
            <w:pPr>
              <w:autoSpaceDE w:val="0"/>
              <w:spacing w:after="0"/>
              <w:jc w:val="both"/>
              <w:rPr>
                <w:rFonts w:ascii="Arial" w:hAnsi="Arial"/>
                <w:b/>
              </w:rPr>
            </w:pPr>
          </w:p>
          <w:p w14:paraId="6165FD2C" w14:textId="77777777" w:rsidR="000C3E13" w:rsidRDefault="001A452F">
            <w:pPr>
              <w:autoSpaceDE w:val="0"/>
              <w:spacing w:after="0"/>
              <w:jc w:val="both"/>
            </w:pPr>
            <w:r>
              <w:rPr>
                <w:b/>
              </w:rPr>
              <w:t>CIG A01E08AE79 -  CUP G85G19000290001 - CPV 45216110-8</w:t>
            </w:r>
          </w:p>
          <w:p w14:paraId="20AE6B4F" w14:textId="77777777" w:rsidR="000C3E13" w:rsidRDefault="000C3E13">
            <w:pPr>
              <w:autoSpaceDE w:val="0"/>
              <w:spacing w:after="0"/>
              <w:jc w:val="both"/>
            </w:pPr>
          </w:p>
        </w:tc>
      </w:tr>
      <w:tr w:rsidR="000C3E13" w14:paraId="4607C654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9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7A37C" w14:textId="77777777" w:rsidR="000C3E13" w:rsidRDefault="001A452F">
            <w:pPr>
              <w:autoSpaceDE w:val="0"/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INQUADRAMENTO</w:t>
            </w:r>
          </w:p>
        </w:tc>
      </w:tr>
      <w:tr w:rsidR="000C3E13" w14:paraId="201978D5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06F24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Comune e indirizzo in cui ricade l’immobile oggetto dell’intervento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47DC3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7A62AE4A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D58CD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Denominazione dell’immobile (se presente)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466A6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4ADD4EB8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9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51BB" w14:textId="77777777" w:rsidR="000C3E13" w:rsidRDefault="001A452F">
            <w:pPr>
              <w:autoSpaceDE w:val="0"/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DATI GENERALI</w:t>
            </w:r>
          </w:p>
        </w:tc>
      </w:tr>
      <w:tr w:rsidR="000C3E13" w14:paraId="156C90BE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1D63E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Nominativo Stazione Appaltante o Committente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4C37E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74C9EB98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85F2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Periodo di realizzazione dei lavori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43BE0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6201FFB8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9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02F44" w14:textId="77777777" w:rsidR="000C3E13" w:rsidRDefault="001A452F">
            <w:pPr>
              <w:autoSpaceDE w:val="0"/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DATI INTERVENTO</w:t>
            </w:r>
          </w:p>
        </w:tc>
      </w:tr>
      <w:tr w:rsidR="000C3E13" w14:paraId="25F082D5" w14:textId="77777777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C22A5" w14:textId="77777777" w:rsidR="000C3E13" w:rsidRDefault="001A452F">
            <w:pPr>
              <w:autoSpaceDE w:val="0"/>
              <w:spacing w:after="0" w:line="240" w:lineRule="auto"/>
            </w:pPr>
            <w:r>
              <w:rPr>
                <w:rFonts w:ascii="Arial" w:hAnsi="Arial"/>
                <w:color w:val="000000"/>
              </w:rPr>
              <w:t xml:space="preserve">Oggetto </w:t>
            </w:r>
            <w:r>
              <w:rPr>
                <w:rFonts w:ascii="Arial" w:hAnsi="Arial"/>
                <w:color w:val="000000"/>
              </w:rPr>
              <w:t>dell’intervento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9C8FE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6D8ED13C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7E598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Destinazione d'uso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FC53E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087C439C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DD26D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Superficie del fabbricato in mq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E5B2B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509DA20F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A79FC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Importo dei lavori a base di contratto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688DF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6D0CCEA8" w14:textId="77777777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F0B7D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Categorie delle opere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8A5C8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7142D329" w14:textId="77777777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0FD8B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Percentuale di esecuzione lavori, categorie SOA e relativi importi svolti  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B705F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1F9BDDE7" w14:textId="77777777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BC641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Estremi e data del collaudo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176EA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4C9EAF87" w14:textId="77777777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9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CBA2A" w14:textId="77777777" w:rsidR="000C3E13" w:rsidRDefault="001A452F">
            <w:pPr>
              <w:autoSpaceDE w:val="0"/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 xml:space="preserve">DATI </w:t>
            </w:r>
            <w:r>
              <w:rPr>
                <w:rFonts w:ascii="Arial" w:hAnsi="Arial"/>
                <w:b/>
                <w:bCs/>
                <w:color w:val="000000"/>
              </w:rPr>
              <w:t>TIPOLOGICI</w:t>
            </w:r>
          </w:p>
        </w:tc>
      </w:tr>
      <w:tr w:rsidR="000C3E13" w14:paraId="1CD1B29D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0B8D0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Presenza di un protocollo energetico-ambientale (in caso affermativo, indicare la tipologia e il livello di certificazione):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FD8C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18E46A17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DE0D7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Esecuzione con metodologia BIM (indicare livello di fabbisogno geometrico)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76D9A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706FE7DD" w14:textId="7777777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6B03A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Lavori su strutture in X-Lam </w:t>
            </w:r>
            <w:r>
              <w:rPr>
                <w:rFonts w:ascii="Arial" w:hAnsi="Arial"/>
                <w:color w:val="000000"/>
              </w:rPr>
              <w:t>(indicare l’importo delle opere)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35992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10883FEC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9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F0179" w14:textId="77777777" w:rsidR="000C3E13" w:rsidRDefault="001A452F">
            <w:pPr>
              <w:autoSpaceDE w:val="0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color w:val="000000"/>
              </w:rPr>
              <w:t xml:space="preserve">ATTINENZA </w:t>
            </w:r>
          </w:p>
        </w:tc>
      </w:tr>
      <w:tr w:rsidR="000C3E13" w14:paraId="7A9CEB9D" w14:textId="77777777">
        <w:tblPrEx>
          <w:tblCellMar>
            <w:top w:w="0" w:type="dxa"/>
            <w:bottom w:w="0" w:type="dxa"/>
          </w:tblCellMar>
        </w:tblPrEx>
        <w:trPr>
          <w:trHeight w:val="176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06B7" w14:textId="77777777" w:rsidR="000C3E13" w:rsidRDefault="001A452F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lastRenderedPageBreak/>
              <w:t>Specificare gli aspetti di similarità con i lavori a base di gara (destinazione d’uso, SOA, ecc.)</w:t>
            </w:r>
          </w:p>
        </w:tc>
        <w:tc>
          <w:tcPr>
            <w:tcW w:w="5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38D59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27625445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24792BE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ED534EE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245C40E4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2323EAD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5C9B3023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48929EE2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3BE631B9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90E5616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6092F3C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2965CED7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41BCD0DE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3A5A86C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53AED90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40B854E0" w14:textId="77777777" w:rsidR="000C3E13" w:rsidRDefault="000C3E13">
            <w:pPr>
              <w:autoSpaceDE w:val="0"/>
              <w:spacing w:after="0" w:line="240" w:lineRule="auto"/>
              <w:rPr>
                <w:rFonts w:ascii="Arial" w:hAnsi="Arial"/>
                <w:color w:val="000000"/>
              </w:rPr>
            </w:pPr>
          </w:p>
        </w:tc>
      </w:tr>
      <w:tr w:rsidR="000C3E13" w14:paraId="577D1F74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9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7E8DB" w14:textId="77777777" w:rsidR="000C3E13" w:rsidRDefault="001A452F">
            <w:pPr>
              <w:autoSpaceDE w:val="0"/>
              <w:spacing w:after="0" w:line="240" w:lineRule="auto"/>
            </w:pPr>
            <w:r>
              <w:rPr>
                <w:rFonts w:ascii="Arial" w:hAnsi="Arial"/>
                <w:b/>
                <w:i/>
                <w:iCs/>
                <w:color w:val="000000"/>
              </w:rPr>
              <w:t>Spazio riservato per eventuali note di chiarimento:</w:t>
            </w:r>
          </w:p>
        </w:tc>
      </w:tr>
      <w:tr w:rsidR="000C3E13" w14:paraId="0FA43C74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9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95C1" w14:textId="77777777" w:rsidR="000C3E13" w:rsidRDefault="000C3E13">
            <w:pPr>
              <w:autoSpaceDE w:val="0"/>
              <w:spacing w:after="0" w:line="240" w:lineRule="auto"/>
              <w:rPr>
                <w:rFonts w:cs="Calibri"/>
                <w:color w:val="000000"/>
              </w:rPr>
            </w:pPr>
          </w:p>
          <w:p w14:paraId="277A0D8B" w14:textId="77777777" w:rsidR="000C3E13" w:rsidRDefault="000C3E13">
            <w:pPr>
              <w:autoSpaceDE w:val="0"/>
              <w:spacing w:after="0" w:line="240" w:lineRule="auto"/>
              <w:rPr>
                <w:rFonts w:cs="Calibri"/>
                <w:color w:val="000000"/>
              </w:rPr>
            </w:pPr>
          </w:p>
          <w:p w14:paraId="10664DDD" w14:textId="77777777" w:rsidR="000C3E13" w:rsidRDefault="000C3E13">
            <w:pPr>
              <w:autoSpaceDE w:val="0"/>
              <w:spacing w:after="0" w:line="240" w:lineRule="auto"/>
              <w:rPr>
                <w:rFonts w:cs="Calibri"/>
                <w:color w:val="000000"/>
              </w:rPr>
            </w:pPr>
          </w:p>
          <w:p w14:paraId="3FC5CBE3" w14:textId="77777777" w:rsidR="000C3E13" w:rsidRDefault="000C3E13">
            <w:pPr>
              <w:autoSpaceDE w:val="0"/>
              <w:spacing w:after="0" w:line="240" w:lineRule="auto"/>
              <w:rPr>
                <w:rFonts w:cs="Calibri"/>
                <w:color w:val="000000"/>
              </w:rPr>
            </w:pPr>
          </w:p>
          <w:p w14:paraId="222B8A93" w14:textId="77777777" w:rsidR="000C3E13" w:rsidRDefault="000C3E13">
            <w:pPr>
              <w:autoSpaceDE w:val="0"/>
              <w:spacing w:after="0" w:line="240" w:lineRule="auto"/>
              <w:rPr>
                <w:rFonts w:cs="Calibri"/>
                <w:color w:val="000000"/>
              </w:rPr>
            </w:pPr>
          </w:p>
          <w:p w14:paraId="7B6FEB56" w14:textId="77777777" w:rsidR="000C3E13" w:rsidRDefault="000C3E13">
            <w:pPr>
              <w:autoSpaceDE w:val="0"/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14:paraId="2AAFEB82" w14:textId="77777777" w:rsidR="000C3E13" w:rsidRDefault="001A452F">
      <w:pPr>
        <w:jc w:val="both"/>
        <w:rPr>
          <w:rFonts w:ascii="Arial" w:hAnsi="Arial"/>
          <w:i/>
          <w:iCs/>
          <w:color w:val="000000"/>
        </w:rPr>
      </w:pPr>
      <w:r>
        <w:rPr>
          <w:rFonts w:ascii="Arial" w:hAnsi="Arial"/>
          <w:i/>
          <w:iCs/>
          <w:color w:val="000000"/>
        </w:rPr>
        <w:t xml:space="preserve">Alla presente scheda </w:t>
      </w:r>
      <w:r>
        <w:rPr>
          <w:rFonts w:ascii="Arial" w:hAnsi="Arial"/>
          <w:i/>
          <w:iCs/>
          <w:color w:val="000000"/>
        </w:rPr>
        <w:t>possono essere allegati n. 2 elaborati in formato ISO A3 contenenti grafici, fotografie ecc.</w:t>
      </w:r>
    </w:p>
    <w:p w14:paraId="39EAAB00" w14:textId="77777777" w:rsidR="000C3E13" w:rsidRDefault="001A452F">
      <w:pPr>
        <w:jc w:val="both"/>
        <w:rPr>
          <w:rFonts w:ascii="Arial" w:hAnsi="Arial"/>
          <w:i/>
          <w:iCs/>
          <w:color w:val="000000"/>
        </w:rPr>
      </w:pPr>
      <w:r>
        <w:rPr>
          <w:rFonts w:ascii="Arial" w:hAnsi="Arial"/>
          <w:i/>
          <w:iCs/>
          <w:color w:val="000000"/>
        </w:rPr>
        <w:t>Allegato scheda A1_ 1) – inserire titolo: __________________________</w:t>
      </w:r>
    </w:p>
    <w:p w14:paraId="7AAEF17E" w14:textId="77777777" w:rsidR="000C3E13" w:rsidRDefault="001A452F">
      <w:pPr>
        <w:jc w:val="both"/>
      </w:pPr>
      <w:r>
        <w:rPr>
          <w:rFonts w:ascii="Arial" w:hAnsi="Arial"/>
          <w:i/>
          <w:iCs/>
          <w:color w:val="000000"/>
        </w:rPr>
        <w:t>Allegato scheda A1_2) - inserire titolo: ____________________________</w:t>
      </w:r>
    </w:p>
    <w:p w14:paraId="24736E74" w14:textId="77777777" w:rsidR="000C3E13" w:rsidRDefault="001A452F">
      <w:pPr>
        <w:autoSpaceDE w:val="0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Firma __________________</w:t>
      </w:r>
      <w:r>
        <w:rPr>
          <w:rFonts w:ascii="Arial" w:hAnsi="Arial"/>
        </w:rPr>
        <w:t xml:space="preserve">_ </w:t>
      </w:r>
    </w:p>
    <w:p w14:paraId="7B611F65" w14:textId="77777777" w:rsidR="000C3E13" w:rsidRDefault="001A452F">
      <w:pPr>
        <w:autoSpaceDE w:val="0"/>
        <w:spacing w:after="0" w:line="240" w:lineRule="auto"/>
        <w:jc w:val="both"/>
      </w:pPr>
      <w:r>
        <w:t>-</w:t>
      </w:r>
      <w:r>
        <w:tab/>
        <w:t>nel caso di società, dal legale rappresentante/procuratore;</w:t>
      </w:r>
    </w:p>
    <w:p w14:paraId="57FE5BED" w14:textId="77777777" w:rsidR="000C3E13" w:rsidRDefault="001A452F">
      <w:pPr>
        <w:autoSpaceDE w:val="0"/>
        <w:spacing w:after="0" w:line="240" w:lineRule="auto"/>
        <w:jc w:val="both"/>
      </w:pPr>
      <w:r>
        <w:t>-</w:t>
      </w:r>
      <w:r>
        <w:tab/>
        <w:t>nel caso di raggruppamento temporaneo costituito, dal legale rappresentante della mandataria/capofila;</w:t>
      </w:r>
    </w:p>
    <w:p w14:paraId="54198536" w14:textId="77777777" w:rsidR="000C3E13" w:rsidRDefault="001A452F">
      <w:pPr>
        <w:autoSpaceDE w:val="0"/>
        <w:spacing w:after="0" w:line="240" w:lineRule="auto"/>
        <w:jc w:val="both"/>
      </w:pPr>
      <w:r>
        <w:t>-</w:t>
      </w:r>
      <w:r>
        <w:tab/>
        <w:t xml:space="preserve">nel caso di raggruppamento temporaneo non ancora costituito, dal </w:t>
      </w:r>
      <w:r>
        <w:rPr>
          <w:b/>
          <w:u w:val="single"/>
        </w:rPr>
        <w:t>legale rappresentan</w:t>
      </w:r>
      <w:r>
        <w:rPr>
          <w:b/>
          <w:u w:val="single"/>
        </w:rPr>
        <w:t>te di</w:t>
      </w:r>
      <w:r>
        <w:rPr>
          <w:u w:val="single"/>
        </w:rPr>
        <w:t xml:space="preserve"> </w:t>
      </w:r>
      <w:r>
        <w:rPr>
          <w:b/>
          <w:u w:val="single"/>
        </w:rPr>
        <w:t>ciascuno dei soggetti che costituiranno il raggruppamento</w:t>
      </w:r>
      <w:r>
        <w:t>.</w:t>
      </w:r>
    </w:p>
    <w:sectPr w:rsidR="000C3E13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926C4" w14:textId="77777777" w:rsidR="001A452F" w:rsidRDefault="001A452F">
      <w:pPr>
        <w:spacing w:after="0" w:line="240" w:lineRule="auto"/>
      </w:pPr>
      <w:r>
        <w:separator/>
      </w:r>
    </w:p>
  </w:endnote>
  <w:endnote w:type="continuationSeparator" w:id="0">
    <w:p w14:paraId="071EBF7F" w14:textId="77777777" w:rsidR="001A452F" w:rsidRDefault="001A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6EE23" w14:textId="77777777" w:rsidR="001A452F" w:rsidRDefault="001A452F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882835" wp14:editId="69407CBC">
              <wp:simplePos x="0" y="0"/>
              <wp:positionH relativeFrom="page">
                <wp:posOffset>0</wp:posOffset>
              </wp:positionH>
              <wp:positionV relativeFrom="page">
                <wp:posOffset>10250170</wp:posOffset>
              </wp:positionV>
              <wp:extent cx="7560314" cy="252090"/>
              <wp:effectExtent l="0" t="0" r="0" b="15240"/>
              <wp:wrapNone/>
              <wp:docPr id="617032379" name="MSIPCM1b114b6eb684b7f98f7db138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4" cy="25209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6FE8814" w14:textId="77777777" w:rsidR="001A452F" w:rsidRDefault="001A452F">
                          <w:pPr>
                            <w:spacing w:after="0"/>
                            <w:rPr>
                              <w:rFonts w:ascii="Arial" w:hAnsi="Arial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vert="horz" wrap="square" lIns="254002" tIns="0" rIns="9144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882835" id="_x0000_t202" coordsize="21600,21600" o:spt="202" path="m,l,21600r21600,l21600,xe">
              <v:stroke joinstyle="miter"/>
              <v:path gradientshapeok="t" o:connecttype="rect"/>
            </v:shapetype>
            <v:shape id="MSIPCM1b114b6eb684b7f98f7db138" o:spid="_x0000_s1026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.1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" filled="f" stroked="f">
              <v:textbox inset="7.05561mm,0,,0">
                <w:txbxContent>
                  <w:p w14:paraId="46FE8814" w14:textId="77777777" w:rsidR="001A452F" w:rsidRDefault="001A452F">
                    <w:pPr>
                      <w:spacing w:after="0"/>
                      <w:rPr>
                        <w:rFonts w:ascii="Arial" w:hAnsi="Arial"/>
                        <w:color w:val="000000"/>
                        <w:sz w:val="20"/>
                      </w:rPr>
                    </w:pPr>
                    <w:r>
                      <w:rPr>
                        <w:rFonts w:ascii="Arial" w:hAnsi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432A8A0F" w14:textId="77777777" w:rsidR="001A452F" w:rsidRDefault="001A45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85AF4" w14:textId="77777777" w:rsidR="001A452F" w:rsidRDefault="001A452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E2D5E10" w14:textId="77777777" w:rsidR="001A452F" w:rsidRDefault="001A4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D4A24" w14:textId="77777777" w:rsidR="001A452F" w:rsidRDefault="001A452F">
    <w:pPr>
      <w:pStyle w:val="Intestazione"/>
      <w:jc w:val="right"/>
    </w:pPr>
    <w:r>
      <w:rPr>
        <w:rFonts w:ascii="Arial" w:hAnsi="Arial"/>
        <w:color w:val="808080"/>
        <w:sz w:val="20"/>
        <w:szCs w:val="20"/>
      </w:rPr>
      <w:t>All. 2.7</w:t>
    </w:r>
  </w:p>
  <w:p w14:paraId="2DF243C3" w14:textId="77777777" w:rsidR="001A452F" w:rsidRDefault="001A452F">
    <w:pPr>
      <w:pStyle w:val="Intestazione"/>
      <w:ind w:left="3677"/>
      <w:jc w:val="right"/>
    </w:pPr>
    <w:r>
      <w:rPr>
        <w:rFonts w:ascii="Arial" w:hAnsi="Arial"/>
        <w:color w:val="808080"/>
        <w:sz w:val="20"/>
        <w:szCs w:val="20"/>
      </w:rPr>
      <w:tab/>
    </w:r>
    <w:r>
      <w:rPr>
        <w:rFonts w:ascii="Arial" w:hAnsi="Arial"/>
        <w:color w:val="808080"/>
        <w:sz w:val="20"/>
        <w:szCs w:val="20"/>
      </w:rPr>
      <w:tab/>
      <w:t>da inserire nella BUSTA TECNICA</w:t>
    </w:r>
  </w:p>
  <w:p w14:paraId="421E4CE8" w14:textId="77777777" w:rsidR="001A452F" w:rsidRDefault="001A452F">
    <w:pPr>
      <w:pStyle w:val="Intestazione"/>
      <w:tabs>
        <w:tab w:val="clear" w:pos="4819"/>
        <w:tab w:val="center" w:pos="4536"/>
      </w:tabs>
      <w:ind w:left="3677"/>
      <w:jc w:val="right"/>
      <w:rPr>
        <w:rFonts w:ascii="Arial" w:eastAsia="Arial" w:hAnsi="Arial"/>
        <w:color w:val="808080"/>
        <w:sz w:val="20"/>
        <w:szCs w:val="20"/>
        <w:lang w:val="de-DE" w:eastAsia="de-DE" w:bidi="de-DE"/>
      </w:rPr>
    </w:pPr>
    <w:r>
      <w:rPr>
        <w:rFonts w:ascii="Arial" w:eastAsia="Arial" w:hAnsi="Arial"/>
        <w:color w:val="808080"/>
        <w:sz w:val="20"/>
        <w:szCs w:val="20"/>
        <w:lang w:val="de-DE" w:eastAsia="de-DE" w:bidi="de-DE"/>
      </w:rPr>
      <w:tab/>
    </w:r>
  </w:p>
  <w:p w14:paraId="1F793B8C" w14:textId="77777777" w:rsidR="001A452F" w:rsidRDefault="001A452F">
    <w:pPr>
      <w:pStyle w:val="Intestazione"/>
      <w:tabs>
        <w:tab w:val="clear" w:pos="4819"/>
        <w:tab w:val="center" w:pos="4536"/>
      </w:tabs>
      <w:ind w:left="3677"/>
      <w:jc w:val="right"/>
      <w:rPr>
        <w:rFonts w:ascii="Arial" w:hAnsi="Arial"/>
        <w:sz w:val="20"/>
        <w:szCs w:val="20"/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C3E13"/>
    <w:rsid w:val="000C3E13"/>
    <w:rsid w:val="001A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8F3F9"/>
  <w15:docId w15:val="{B79CB9B2-945A-47D9-B432-D7F62F8D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</w:pPr>
    <w:rPr>
      <w:rFonts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after="119" w:line="240" w:lineRule="auto"/>
      <w:jc w:val="both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alt-edited1">
    <w:name w:val="alt-edited1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1945</Characters>
  <Application>Microsoft Office Word</Application>
  <DocSecurity>0</DocSecurity>
  <Lines>16</Lines>
  <Paragraphs>4</Paragraphs>
  <ScaleCrop>false</ScaleCrop>
  <Company>Agenzia del Demanio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BARONE ALESSANDRA</dc:creator>
  <cp:lastModifiedBy>PAGLIANI NICOLETTA</cp:lastModifiedBy>
  <cp:revision>2</cp:revision>
  <dcterms:created xsi:type="dcterms:W3CDTF">2023-10-17T12:36:00Z</dcterms:created>
  <dcterms:modified xsi:type="dcterms:W3CDTF">2023-10-17T12:36:00Z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2023-10-17T12:36:54Z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fb84a3b2-c623-4d48-945e-908e31f93978</vt:lpwstr>
  </property>
  <property fmtid="{D5CDD505-2E9C-101B-9397-08002B2CF9AE}" pid="8" name="MSIP_Label_3712ed7a-c3f3-40dd-a6e9-bab62c26469f_ContentBits">
    <vt:lpwstr>3</vt:lpwstr>
  </property>
</Properties>
</file>