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E6534" w14:textId="27B5F6B7" w:rsidR="001311CC" w:rsidRPr="00A1112A" w:rsidRDefault="761A66BA" w:rsidP="31732396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 w:rsidRPr="31732396">
        <w:rPr>
          <w:rFonts w:ascii="Arial" w:hAnsi="Arial" w:cs="Arial"/>
          <w:b/>
          <w:bCs/>
          <w:sz w:val="24"/>
          <w:szCs w:val="24"/>
        </w:rPr>
        <w:t xml:space="preserve"> </w:t>
      </w:r>
      <w:r w:rsidR="7EC7962A" w:rsidRPr="31732396">
        <w:rPr>
          <w:rFonts w:ascii="Arial" w:hAnsi="Arial" w:cs="Arial"/>
          <w:b/>
          <w:bCs/>
          <w:sz w:val="24"/>
          <w:szCs w:val="24"/>
        </w:rPr>
        <w:t xml:space="preserve"> </w:t>
      </w:r>
      <w:r w:rsidR="00C53408" w:rsidRPr="31732396">
        <w:rPr>
          <w:rFonts w:ascii="Arial" w:hAnsi="Arial" w:cs="Arial"/>
          <w:b/>
          <w:bCs/>
          <w:sz w:val="24"/>
          <w:szCs w:val="24"/>
        </w:rPr>
        <w:t>RELAZIONE TECNICA</w:t>
      </w:r>
    </w:p>
    <w:p w14:paraId="5C4E6535" w14:textId="18E527B7" w:rsidR="002334B9" w:rsidRPr="00A1112A" w:rsidRDefault="002334B9" w:rsidP="002334B9">
      <w:pPr>
        <w:spacing w:before="120"/>
        <w:rPr>
          <w:rFonts w:ascii="Arial" w:hAnsi="Arial" w:cs="Arial"/>
          <w:b/>
          <w:sz w:val="24"/>
          <w:szCs w:val="24"/>
        </w:rPr>
      </w:pPr>
      <w:r w:rsidRPr="00A1112A">
        <w:rPr>
          <w:rFonts w:ascii="Arial" w:hAnsi="Arial" w:cs="Arial"/>
          <w:b/>
          <w:sz w:val="24"/>
          <w:szCs w:val="24"/>
        </w:rPr>
        <w:t>P</w:t>
      </w:r>
      <w:r w:rsidRPr="00A1112A">
        <w:rPr>
          <w:rFonts w:ascii="Arial" w:hAnsi="Arial" w:cs="Arial"/>
          <w:b/>
          <w:i/>
          <w:sz w:val="24"/>
          <w:szCs w:val="24"/>
        </w:rPr>
        <w:t>rocedura aperta per l’affidamento del servizio di recupero, custodia e acquisto dei veicoli oggetto dei provvedimenti di sequestro amministrativo, fermo o confisca ai sensi dell’art. 214 bis del D. Lgs. 285/92</w:t>
      </w:r>
      <w:r w:rsidRPr="00A1112A">
        <w:rPr>
          <w:rFonts w:ascii="Arial" w:hAnsi="Arial" w:cs="Arial"/>
          <w:b/>
          <w:sz w:val="24"/>
          <w:szCs w:val="24"/>
        </w:rPr>
        <w:t xml:space="preserve">, ambito provinciale di </w:t>
      </w:r>
      <w:r w:rsidR="00A40950">
        <w:rPr>
          <w:rFonts w:ascii="Arial" w:hAnsi="Arial" w:cs="Arial"/>
          <w:b/>
          <w:sz w:val="24"/>
          <w:szCs w:val="24"/>
        </w:rPr>
        <w:t>Agrigento</w:t>
      </w:r>
      <w:r w:rsidR="00DB0B02">
        <w:rPr>
          <w:rFonts w:ascii="Arial" w:hAnsi="Arial" w:cs="Arial"/>
          <w:b/>
          <w:sz w:val="24"/>
          <w:szCs w:val="24"/>
        </w:rPr>
        <w:t>.</w:t>
      </w:r>
    </w:p>
    <w:p w14:paraId="5C4E6536" w14:textId="77777777" w:rsidR="002334B9" w:rsidRPr="00A1112A" w:rsidRDefault="002334B9" w:rsidP="00DB0B02">
      <w:pPr>
        <w:spacing w:after="0" w:line="240" w:lineRule="auto"/>
        <w:ind w:left="4956" w:firstLine="708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bCs/>
          <w:sz w:val="24"/>
          <w:szCs w:val="24"/>
        </w:rPr>
        <w:t xml:space="preserve">All’Agenzia del Demanio </w:t>
      </w:r>
    </w:p>
    <w:p w14:paraId="5C4E6537" w14:textId="4CE8B6E3" w:rsidR="002334B9" w:rsidRPr="00A1112A" w:rsidRDefault="002334B9" w:rsidP="00DB0B0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1112A">
        <w:rPr>
          <w:rFonts w:ascii="Arial" w:hAnsi="Arial" w:cs="Arial"/>
          <w:b/>
          <w:bCs/>
          <w:sz w:val="24"/>
          <w:szCs w:val="24"/>
        </w:rPr>
        <w:tab/>
      </w:r>
      <w:r w:rsidRPr="00A1112A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Direzione Regionale </w:t>
      </w:r>
      <w:r w:rsidR="00352EF9" w:rsidRPr="008916AC">
        <w:rPr>
          <w:rFonts w:ascii="Arial" w:hAnsi="Arial" w:cs="Arial"/>
          <w:b/>
          <w:bCs/>
          <w:sz w:val="24"/>
          <w:szCs w:val="24"/>
        </w:rPr>
        <w:t>Sicilia</w:t>
      </w:r>
    </w:p>
    <w:p w14:paraId="5C4E6538" w14:textId="7CA123D6" w:rsidR="002334B9" w:rsidRPr="00A1112A" w:rsidRDefault="002334B9" w:rsidP="002334B9">
      <w:pPr>
        <w:tabs>
          <w:tab w:val="left" w:pos="5715"/>
        </w:tabs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A1112A">
        <w:rPr>
          <w:rFonts w:ascii="Arial" w:hAnsi="Arial" w:cs="Arial"/>
          <w:sz w:val="24"/>
          <w:szCs w:val="24"/>
        </w:rPr>
        <w:tab/>
      </w:r>
      <w:r w:rsidRPr="00A1112A">
        <w:rPr>
          <w:rFonts w:ascii="Arial" w:hAnsi="Arial" w:cs="Arial"/>
          <w:b/>
          <w:sz w:val="24"/>
          <w:szCs w:val="24"/>
        </w:rPr>
        <w:t xml:space="preserve">Alla Prefettura </w:t>
      </w:r>
      <w:r w:rsidR="00E03015">
        <w:rPr>
          <w:rFonts w:ascii="Arial" w:hAnsi="Arial" w:cs="Arial"/>
          <w:b/>
          <w:sz w:val="24"/>
          <w:szCs w:val="24"/>
        </w:rPr>
        <w:t xml:space="preserve">di </w:t>
      </w:r>
      <w:r w:rsidR="00A40950">
        <w:rPr>
          <w:rFonts w:ascii="Arial" w:hAnsi="Arial" w:cs="Arial"/>
          <w:b/>
          <w:sz w:val="24"/>
          <w:szCs w:val="24"/>
        </w:rPr>
        <w:t>Agrigento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A0D73" w14:paraId="5C4E655D" w14:textId="77777777" w:rsidTr="00C03EA6">
        <w:tc>
          <w:tcPr>
            <w:tcW w:w="9889" w:type="dxa"/>
          </w:tcPr>
          <w:p w14:paraId="5C4E6539" w14:textId="77777777" w:rsidR="007A0D73" w:rsidRPr="00A1112A" w:rsidRDefault="007A0D73" w:rsidP="007A0D73">
            <w:pPr>
              <w:rPr>
                <w:sz w:val="24"/>
                <w:szCs w:val="24"/>
              </w:rPr>
            </w:pPr>
          </w:p>
          <w:p w14:paraId="5C4E653A" w14:textId="77777777" w:rsidR="007A0D73" w:rsidRPr="00A1112A" w:rsidRDefault="002334B9" w:rsidP="007A0D73">
            <w:pPr>
              <w:rPr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t>Modalità di svolgimento ordinario del servizio</w:t>
            </w:r>
          </w:p>
          <w:p w14:paraId="5C4E653B" w14:textId="77777777" w:rsidR="007A0D73" w:rsidRDefault="007A0D73" w:rsidP="007A0D73"/>
          <w:p w14:paraId="5C4E653C" w14:textId="77777777" w:rsidR="007A0D73" w:rsidRDefault="007A0D73" w:rsidP="007A0D73"/>
          <w:p w14:paraId="5C4E653D" w14:textId="77777777" w:rsidR="007A0D73" w:rsidRDefault="007A0D73" w:rsidP="007A0D73"/>
          <w:p w14:paraId="5C4E653E" w14:textId="77777777" w:rsidR="007A0D73" w:rsidRDefault="007A0D73" w:rsidP="007A0D73"/>
          <w:p w14:paraId="5C4E653F" w14:textId="77777777" w:rsidR="007A0D73" w:rsidRDefault="007A0D73" w:rsidP="007A0D73"/>
          <w:p w14:paraId="5C4E6540" w14:textId="77777777" w:rsidR="007A0D73" w:rsidRDefault="007A0D73" w:rsidP="007A0D73"/>
          <w:p w14:paraId="5C4E6541" w14:textId="77777777" w:rsidR="007A0D73" w:rsidRDefault="007A0D73" w:rsidP="007A0D73"/>
          <w:p w14:paraId="5C4E6542" w14:textId="77777777" w:rsidR="007A0D73" w:rsidRDefault="007A0D73" w:rsidP="007A0D73"/>
          <w:p w14:paraId="5C4E6543" w14:textId="77777777" w:rsidR="007A0D73" w:rsidRDefault="007A0D73" w:rsidP="007A0D73"/>
          <w:p w14:paraId="5C4E6544" w14:textId="77777777" w:rsidR="007A0D73" w:rsidRDefault="007A0D73" w:rsidP="007A0D73"/>
          <w:p w14:paraId="5C4E6545" w14:textId="77777777" w:rsidR="007A0D73" w:rsidRDefault="007A0D73" w:rsidP="007A0D73"/>
          <w:p w14:paraId="5C4E6546" w14:textId="77777777" w:rsidR="007A0D73" w:rsidRDefault="007A0D73" w:rsidP="007A0D73"/>
          <w:p w14:paraId="5C4E6547" w14:textId="77777777" w:rsidR="007A0D73" w:rsidRDefault="007A0D73" w:rsidP="007A0D73"/>
          <w:p w14:paraId="5C4E6548" w14:textId="77777777" w:rsidR="007A0D73" w:rsidRDefault="007A0D73" w:rsidP="007A0D73"/>
          <w:p w14:paraId="5C4E6549" w14:textId="77777777" w:rsidR="007A0D73" w:rsidRDefault="007A0D73" w:rsidP="007A0D73"/>
          <w:p w14:paraId="5C4E654A" w14:textId="77777777" w:rsidR="007A0D73" w:rsidRDefault="007A0D73" w:rsidP="007A0D73"/>
          <w:p w14:paraId="5C4E654B" w14:textId="77777777" w:rsidR="007A0D73" w:rsidRDefault="007A0D73" w:rsidP="007A0D73"/>
          <w:p w14:paraId="5C4E654C" w14:textId="77777777" w:rsidR="007A0D73" w:rsidRDefault="007A0D73" w:rsidP="007A0D73"/>
          <w:p w14:paraId="5C4E654D" w14:textId="77777777" w:rsidR="007A0D73" w:rsidRDefault="007A0D73" w:rsidP="007A0D73"/>
          <w:p w14:paraId="5C4E654E" w14:textId="77777777" w:rsidR="007A0D73" w:rsidRDefault="007A0D73" w:rsidP="007A0D73"/>
          <w:p w14:paraId="5C4E654F" w14:textId="77777777" w:rsidR="007A0D73" w:rsidRDefault="007A0D73" w:rsidP="007A0D73"/>
          <w:p w14:paraId="5C4E6550" w14:textId="77777777" w:rsidR="00B64FA5" w:rsidRDefault="00B64FA5" w:rsidP="007A0D73"/>
          <w:p w14:paraId="5C4E6551" w14:textId="77777777" w:rsidR="007A0D73" w:rsidRDefault="007A0D73" w:rsidP="007A0D73"/>
          <w:p w14:paraId="5C4E6552" w14:textId="77777777" w:rsidR="007A0D73" w:rsidRDefault="007A0D73" w:rsidP="007A0D73"/>
          <w:p w14:paraId="5C4E6553" w14:textId="77777777" w:rsidR="007A0D73" w:rsidRDefault="007A0D73" w:rsidP="007A0D73"/>
          <w:p w14:paraId="5C4E6554" w14:textId="77777777" w:rsidR="007A0D73" w:rsidRDefault="007A0D73" w:rsidP="007A0D73"/>
          <w:p w14:paraId="5C4E6555" w14:textId="77777777" w:rsidR="007A0D73" w:rsidRDefault="007A0D73" w:rsidP="007A0D73"/>
          <w:p w14:paraId="5C4E6556" w14:textId="77777777" w:rsidR="007A0D73" w:rsidRDefault="007A0D73" w:rsidP="007A0D73"/>
          <w:p w14:paraId="5C4E6557" w14:textId="77777777" w:rsidR="007A0D73" w:rsidRDefault="007A0D73" w:rsidP="007A0D73"/>
          <w:p w14:paraId="5C4E6558" w14:textId="77777777" w:rsidR="007A0D73" w:rsidRDefault="007A0D73" w:rsidP="007A0D73"/>
          <w:p w14:paraId="5C4E6559" w14:textId="77777777" w:rsidR="007A0D73" w:rsidRDefault="007A0D73" w:rsidP="007A0D73"/>
          <w:p w14:paraId="5C4E655A" w14:textId="77777777" w:rsidR="007A0D73" w:rsidRDefault="007A0D73"/>
          <w:p w14:paraId="5C4E655B" w14:textId="77777777" w:rsidR="00A1112A" w:rsidRDefault="00A1112A"/>
          <w:p w14:paraId="5C4E655C" w14:textId="77777777" w:rsidR="002334B9" w:rsidRDefault="002334B9"/>
        </w:tc>
      </w:tr>
      <w:tr w:rsidR="007A0D73" w14:paraId="5C4E6590" w14:textId="77777777" w:rsidTr="00C03EA6">
        <w:tc>
          <w:tcPr>
            <w:tcW w:w="9889" w:type="dxa"/>
          </w:tcPr>
          <w:p w14:paraId="5C4E655E" w14:textId="77777777" w:rsidR="002334B9" w:rsidRPr="00A1112A" w:rsidRDefault="002334B9" w:rsidP="002334B9">
            <w:pPr>
              <w:widowControl w:val="0"/>
              <w:tabs>
                <w:tab w:val="right" w:pos="9540"/>
              </w:tabs>
              <w:spacing w:before="100" w:beforeAutospacing="1" w:after="100" w:afterAutospacing="1"/>
              <w:ind w:right="8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t>Modalità di gestione di situazioni straordinarie</w:t>
            </w:r>
          </w:p>
          <w:p w14:paraId="5C4E655F" w14:textId="77777777" w:rsidR="002334B9" w:rsidRDefault="002334B9" w:rsidP="00C03EA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4E6560" w14:textId="77777777" w:rsidR="002334B9" w:rsidRDefault="002334B9" w:rsidP="00C03EA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4E6561" w14:textId="77777777" w:rsidR="007A0D73" w:rsidRDefault="007A0D73"/>
          <w:p w14:paraId="5C4E6562" w14:textId="77777777" w:rsidR="007A0D73" w:rsidRDefault="007A0D73"/>
          <w:p w14:paraId="5C4E6563" w14:textId="77777777" w:rsidR="007A0D73" w:rsidRDefault="007A0D73"/>
          <w:p w14:paraId="5C4E6564" w14:textId="77777777" w:rsidR="007A0D73" w:rsidRDefault="007A0D73"/>
          <w:p w14:paraId="5C4E6565" w14:textId="77777777" w:rsidR="007A0D73" w:rsidRDefault="007A0D73"/>
          <w:p w14:paraId="5C4E6566" w14:textId="77777777" w:rsidR="007A0D73" w:rsidRDefault="007A0D73"/>
          <w:p w14:paraId="5C4E6567" w14:textId="77777777" w:rsidR="007A0D73" w:rsidRDefault="007A0D73"/>
          <w:p w14:paraId="5C4E6568" w14:textId="77777777" w:rsidR="007A0D73" w:rsidRDefault="007A0D73"/>
          <w:p w14:paraId="5C4E6569" w14:textId="77777777" w:rsidR="007A0D73" w:rsidRDefault="007A0D73"/>
          <w:p w14:paraId="5C4E656A" w14:textId="77777777" w:rsidR="007A0D73" w:rsidRDefault="007A0D73"/>
          <w:p w14:paraId="5C4E656B" w14:textId="77777777" w:rsidR="007A0D73" w:rsidRDefault="007A0D73"/>
          <w:p w14:paraId="5C4E656C" w14:textId="77777777" w:rsidR="007A0D73" w:rsidRDefault="007A0D73"/>
          <w:p w14:paraId="5C4E656D" w14:textId="77777777" w:rsidR="007A0D73" w:rsidRDefault="007A0D73"/>
          <w:p w14:paraId="5C4E656E" w14:textId="77777777" w:rsidR="007A0D73" w:rsidRDefault="007A0D73"/>
          <w:p w14:paraId="5C4E656F" w14:textId="77777777" w:rsidR="007A0D73" w:rsidRDefault="007A0D73"/>
          <w:p w14:paraId="5C4E6570" w14:textId="77777777" w:rsidR="007A0D73" w:rsidRDefault="007A0D73"/>
          <w:p w14:paraId="5C4E6571" w14:textId="77777777" w:rsidR="007A0D73" w:rsidRDefault="007A0D73"/>
          <w:p w14:paraId="5C4E6572" w14:textId="77777777" w:rsidR="007A0D73" w:rsidRDefault="007A0D73"/>
          <w:p w14:paraId="5C4E6573" w14:textId="77777777" w:rsidR="007A0D73" w:rsidRDefault="007A0D73"/>
          <w:p w14:paraId="5C4E6574" w14:textId="77777777" w:rsidR="007A0D73" w:rsidRDefault="007A0D73"/>
          <w:p w14:paraId="5C4E6575" w14:textId="77777777" w:rsidR="007A0D73" w:rsidRDefault="007A0D73"/>
          <w:p w14:paraId="5C4E6576" w14:textId="77777777" w:rsidR="007A0D73" w:rsidRDefault="007A0D73"/>
          <w:p w14:paraId="5C4E6577" w14:textId="77777777" w:rsidR="007A0D73" w:rsidRDefault="007A0D73"/>
          <w:p w14:paraId="5C4E6578" w14:textId="77777777" w:rsidR="007A0D73" w:rsidRDefault="007A0D73"/>
          <w:p w14:paraId="5C4E6579" w14:textId="77777777" w:rsidR="007A0D73" w:rsidRDefault="007A0D73"/>
          <w:p w14:paraId="5C4E657A" w14:textId="77777777" w:rsidR="007A0D73" w:rsidRDefault="007A0D73"/>
          <w:p w14:paraId="5C4E657B" w14:textId="77777777" w:rsidR="007A0D73" w:rsidRDefault="007A0D73"/>
          <w:p w14:paraId="5C4E657C" w14:textId="77777777" w:rsidR="007A0D73" w:rsidRDefault="007A0D73"/>
          <w:p w14:paraId="5C4E657D" w14:textId="77777777" w:rsidR="007A0D73" w:rsidRDefault="007A0D73"/>
          <w:p w14:paraId="5C4E657E" w14:textId="77777777" w:rsidR="007A0D73" w:rsidRDefault="007A0D73"/>
          <w:p w14:paraId="5C4E657F" w14:textId="77777777" w:rsidR="007A0D73" w:rsidRDefault="007A0D73"/>
          <w:p w14:paraId="5C4E6580" w14:textId="77777777" w:rsidR="007A0D73" w:rsidRDefault="007A0D73"/>
          <w:p w14:paraId="5C4E6581" w14:textId="77777777" w:rsidR="007A0D73" w:rsidRDefault="007A0D73"/>
          <w:p w14:paraId="5C4E6582" w14:textId="77777777" w:rsidR="007A0D73" w:rsidRDefault="007A0D73"/>
          <w:p w14:paraId="5C4E6583" w14:textId="77777777" w:rsidR="007A0D73" w:rsidRDefault="007A0D73"/>
          <w:p w14:paraId="5C4E6584" w14:textId="77777777" w:rsidR="007A0D73" w:rsidRDefault="007A0D73"/>
          <w:p w14:paraId="5C4E6585" w14:textId="77777777" w:rsidR="007A0D73" w:rsidRDefault="007A0D73"/>
          <w:p w14:paraId="5C4E6586" w14:textId="77777777" w:rsidR="007A0D73" w:rsidRDefault="007A0D73"/>
          <w:p w14:paraId="5C4E6587" w14:textId="77777777" w:rsidR="00B64FA5" w:rsidRDefault="00B64FA5"/>
          <w:p w14:paraId="5C4E6588" w14:textId="77777777" w:rsidR="007A0D73" w:rsidRDefault="007A0D73"/>
          <w:p w14:paraId="5C4E6589" w14:textId="77777777" w:rsidR="007A0D73" w:rsidRDefault="007A0D73"/>
          <w:p w14:paraId="5C4E658A" w14:textId="77777777" w:rsidR="007A0D73" w:rsidRDefault="007A0D73"/>
          <w:p w14:paraId="5C4E658B" w14:textId="77777777" w:rsidR="007A0D73" w:rsidRDefault="007A0D73"/>
          <w:p w14:paraId="5C4E658C" w14:textId="77777777" w:rsidR="007A0D73" w:rsidRDefault="007A0D73"/>
          <w:p w14:paraId="5C4E658D" w14:textId="77777777" w:rsidR="002334B9" w:rsidRDefault="002334B9"/>
          <w:p w14:paraId="5C4E658E" w14:textId="77777777" w:rsidR="002334B9" w:rsidRDefault="002334B9"/>
          <w:p w14:paraId="5C4E658F" w14:textId="77777777" w:rsidR="00285DDC" w:rsidRDefault="00285DDC"/>
        </w:tc>
      </w:tr>
      <w:tr w:rsidR="007A0D73" w14:paraId="5C4E65B3" w14:textId="77777777" w:rsidTr="00F86BF0">
        <w:trPr>
          <w:trHeight w:val="9331"/>
        </w:trPr>
        <w:tc>
          <w:tcPr>
            <w:tcW w:w="9889" w:type="dxa"/>
          </w:tcPr>
          <w:p w14:paraId="5C4E6591" w14:textId="77777777" w:rsidR="007A0D73" w:rsidRPr="002334B9" w:rsidRDefault="007A0D73" w:rsidP="007A0D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4E6592" w14:textId="77777777" w:rsidR="007A0D73" w:rsidRPr="00A1112A" w:rsidRDefault="002334B9" w:rsidP="007A0D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t>Modalità di gestione informatica dei dati relativi ai veicoli sottoposti a sequestro, fermo o confisca</w:t>
            </w:r>
          </w:p>
          <w:p w14:paraId="5C4E6593" w14:textId="77777777" w:rsidR="007A0D73" w:rsidRDefault="007A0D73" w:rsidP="007A0D73"/>
          <w:p w14:paraId="5C4E6594" w14:textId="77777777" w:rsidR="007A0D73" w:rsidRDefault="007A0D73" w:rsidP="007A0D73"/>
          <w:p w14:paraId="5C4E6595" w14:textId="77777777" w:rsidR="007A0D73" w:rsidRDefault="007A0D73" w:rsidP="007A0D73"/>
          <w:p w14:paraId="5C4E6596" w14:textId="77777777" w:rsidR="007A0D73" w:rsidRDefault="007A0D73" w:rsidP="007A0D73"/>
          <w:p w14:paraId="5C4E6597" w14:textId="77777777" w:rsidR="007A0D73" w:rsidRDefault="007A0D73" w:rsidP="007A0D73"/>
          <w:p w14:paraId="5C4E6598" w14:textId="77777777" w:rsidR="007A0D73" w:rsidRDefault="007A0D73" w:rsidP="007A0D73"/>
          <w:p w14:paraId="5C4E6599" w14:textId="77777777" w:rsidR="007A0D73" w:rsidRDefault="007A0D73" w:rsidP="007A0D73"/>
          <w:p w14:paraId="5C4E659A" w14:textId="77777777" w:rsidR="007A0D73" w:rsidRDefault="007A0D73" w:rsidP="007A0D73"/>
          <w:p w14:paraId="5C4E659B" w14:textId="77777777" w:rsidR="007A0D73" w:rsidRDefault="007A0D73" w:rsidP="007A0D73"/>
          <w:p w14:paraId="5C4E659C" w14:textId="77777777" w:rsidR="007A0D73" w:rsidRDefault="007A0D73" w:rsidP="007A0D73"/>
          <w:p w14:paraId="5C4E659D" w14:textId="77777777" w:rsidR="007A0D73" w:rsidRDefault="007A0D73" w:rsidP="007A0D73"/>
          <w:p w14:paraId="5C4E659E" w14:textId="77777777" w:rsidR="007A0D73" w:rsidRDefault="007A0D73" w:rsidP="007A0D73"/>
          <w:p w14:paraId="5C4E659F" w14:textId="77777777" w:rsidR="007A0D73" w:rsidRDefault="007A0D73" w:rsidP="007A0D73"/>
          <w:p w14:paraId="5C4E65A0" w14:textId="77777777" w:rsidR="007A0D73" w:rsidRDefault="007A0D73" w:rsidP="007A0D73"/>
          <w:p w14:paraId="5C4E65A1" w14:textId="77777777" w:rsidR="007A0D73" w:rsidRDefault="007A0D73" w:rsidP="007A0D73"/>
          <w:p w14:paraId="5C4E65A2" w14:textId="77777777" w:rsidR="007A0D73" w:rsidRDefault="007A0D73" w:rsidP="007A0D73"/>
          <w:p w14:paraId="5C4E65A3" w14:textId="77777777" w:rsidR="007A0D73" w:rsidRDefault="007A0D73" w:rsidP="007A0D73"/>
          <w:p w14:paraId="5C4E65A4" w14:textId="77777777" w:rsidR="007A0D73" w:rsidRDefault="007A0D73" w:rsidP="007A0D73"/>
          <w:p w14:paraId="5C4E65A5" w14:textId="77777777" w:rsidR="007A0D73" w:rsidRDefault="007A0D73" w:rsidP="007A0D73"/>
          <w:p w14:paraId="5C4E65A6" w14:textId="77777777" w:rsidR="007A0D73" w:rsidRDefault="007A0D73" w:rsidP="007A0D73"/>
          <w:p w14:paraId="5C4E65A7" w14:textId="77777777" w:rsidR="007A0D73" w:rsidRDefault="007A0D73" w:rsidP="007A0D73"/>
          <w:p w14:paraId="5C4E65A8" w14:textId="77777777" w:rsidR="007A0D73" w:rsidRDefault="007A0D73" w:rsidP="007A0D73"/>
          <w:p w14:paraId="5C4E65A9" w14:textId="77777777" w:rsidR="007A0D73" w:rsidRDefault="007A0D73" w:rsidP="007A0D73"/>
          <w:p w14:paraId="5C4E65AA" w14:textId="77777777" w:rsidR="007A0D73" w:rsidRDefault="007A0D73" w:rsidP="007A0D73"/>
          <w:p w14:paraId="5C4E65AB" w14:textId="77777777" w:rsidR="009E1920" w:rsidRDefault="009E1920" w:rsidP="007A0D73"/>
          <w:p w14:paraId="5C4E65AC" w14:textId="77777777" w:rsidR="007A0D73" w:rsidRDefault="007A0D73" w:rsidP="007A0D73"/>
          <w:p w14:paraId="5C4E65AD" w14:textId="77777777" w:rsidR="007A0D73" w:rsidRDefault="007A0D73" w:rsidP="007A0D73"/>
          <w:p w14:paraId="5C4E65AE" w14:textId="77777777" w:rsidR="007A0D73" w:rsidRDefault="007A0D73" w:rsidP="007A0D73"/>
          <w:p w14:paraId="5C4E65AF" w14:textId="77777777" w:rsidR="002334B9" w:rsidRDefault="002334B9"/>
          <w:p w14:paraId="5C4E65B0" w14:textId="77777777" w:rsidR="002334B9" w:rsidRDefault="002334B9"/>
          <w:p w14:paraId="5C4E65B1" w14:textId="77777777" w:rsidR="002334B9" w:rsidRDefault="002334B9"/>
          <w:p w14:paraId="5C4E65B2" w14:textId="77777777" w:rsidR="002334B9" w:rsidRDefault="002334B9"/>
        </w:tc>
      </w:tr>
    </w:tbl>
    <w:p w14:paraId="5C4E65B4" w14:textId="77777777" w:rsidR="00C53408" w:rsidRDefault="00C53408" w:rsidP="00C53408">
      <w:pPr>
        <w:tabs>
          <w:tab w:val="left" w:pos="0"/>
          <w:tab w:val="left" w:pos="2294"/>
        </w:tabs>
        <w:spacing w:before="100" w:beforeAutospacing="1" w:after="100" w:afterAutospacing="1"/>
        <w:rPr>
          <w:rFonts w:ascii="Arial" w:hAnsi="Arial" w:cs="Arial"/>
        </w:rPr>
      </w:pPr>
      <w:r w:rsidRPr="004D431F">
        <w:rPr>
          <w:rFonts w:ascii="Arial" w:hAnsi="Arial" w:cs="Arial"/>
        </w:rPr>
        <w:t xml:space="preserve">Luogo e data </w:t>
      </w:r>
    </w:p>
    <w:p w14:paraId="5C4E65B5" w14:textId="77777777" w:rsidR="00C53408" w:rsidRDefault="00C53408" w:rsidP="00F86BF0">
      <w:pPr>
        <w:tabs>
          <w:tab w:val="left" w:pos="0"/>
          <w:tab w:val="left" w:pos="2294"/>
        </w:tabs>
        <w:spacing w:before="100" w:beforeAutospacing="1" w:after="100" w:afterAutospacing="1"/>
        <w:rPr>
          <w:rFonts w:ascii="Arial" w:hAnsi="Arial" w:cs="Arial"/>
        </w:rPr>
      </w:pPr>
      <w:r w:rsidRPr="004D431F">
        <w:rPr>
          <w:rFonts w:ascii="Arial" w:hAnsi="Arial" w:cs="Arial"/>
        </w:rPr>
        <w:t>_______________</w:t>
      </w:r>
    </w:p>
    <w:p w14:paraId="5C4E65B6" w14:textId="77777777" w:rsidR="00C53408" w:rsidRDefault="00C53408" w:rsidP="00C53408">
      <w:pPr>
        <w:tabs>
          <w:tab w:val="left" w:pos="36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TIMBRO DEL CONCORRENTE</w:t>
      </w:r>
    </w:p>
    <w:p w14:paraId="5C4E65B7" w14:textId="77777777" w:rsidR="00C53408" w:rsidRPr="00AB34D4" w:rsidRDefault="00C53408" w:rsidP="00C53408">
      <w:pPr>
        <w:tabs>
          <w:tab w:val="left" w:pos="36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  <w:i/>
        </w:rPr>
        <w:t>(mandataria/capogruppo del consorzio)</w:t>
      </w:r>
    </w:p>
    <w:p w14:paraId="5C4E65B8" w14:textId="77777777"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FIRMA DEL LEGALE RAPPRESENTANTE</w:t>
      </w:r>
    </w:p>
    <w:p w14:paraId="5C4E65B9" w14:textId="77777777"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O PROCURATORE</w:t>
      </w:r>
    </w:p>
    <w:p w14:paraId="5C4E65BA" w14:textId="77777777"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14:paraId="5C4E65BB" w14:textId="77777777"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14:paraId="5C4E65BC" w14:textId="77777777" w:rsidR="00965CF1" w:rsidRDefault="00965CF1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14:paraId="5C4E65BD" w14:textId="77777777"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TIMBRO DEL CONCORRENTE</w:t>
      </w:r>
    </w:p>
    <w:p w14:paraId="5C4E65BE" w14:textId="77777777"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(mandanti/consorziate)</w:t>
      </w:r>
    </w:p>
    <w:p w14:paraId="5C4E65BF" w14:textId="77777777"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FIRMA DEL LEGALE RAPPRESENTANTE</w:t>
      </w:r>
    </w:p>
    <w:p w14:paraId="5C4E65C0" w14:textId="77777777"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O PROCURATORE</w:t>
      </w:r>
    </w:p>
    <w:p w14:paraId="5C4E65C1" w14:textId="77777777" w:rsidR="00BE46D2" w:rsidRDefault="00BE46D2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14:paraId="5C4E65C2" w14:textId="77777777" w:rsidR="00BE46D2" w:rsidRDefault="00BE46D2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14:paraId="5C4E65C3" w14:textId="77777777" w:rsidR="00F86BF0" w:rsidRDefault="00F86BF0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14:paraId="5C4E65C4" w14:textId="77777777" w:rsidR="00F86BF0" w:rsidRDefault="00F86BF0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14:paraId="5C4E65C5" w14:textId="77777777" w:rsidR="00F86BF0" w:rsidRDefault="00F86BF0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10172"/>
      </w:tblGrid>
      <w:tr w:rsidR="00C53408" w14:paraId="5C4E65CF" w14:textId="77777777" w:rsidTr="00C53408">
        <w:tc>
          <w:tcPr>
            <w:tcW w:w="10172" w:type="dxa"/>
          </w:tcPr>
          <w:p w14:paraId="5C4E65C6" w14:textId="77777777" w:rsidR="00C53408" w:rsidRPr="00BE46D2" w:rsidRDefault="00C53408" w:rsidP="00C53408">
            <w:pPr>
              <w:rPr>
                <w:rFonts w:ascii="Arial" w:hAnsi="Arial" w:cs="Arial"/>
                <w:b/>
              </w:rPr>
            </w:pPr>
            <w:r w:rsidRPr="00BE46D2">
              <w:rPr>
                <w:rFonts w:ascii="Arial" w:hAnsi="Arial" w:cs="Arial"/>
                <w:b/>
              </w:rPr>
              <w:t xml:space="preserve">N.B.: </w:t>
            </w:r>
          </w:p>
          <w:p w14:paraId="5C4E65C7" w14:textId="77777777" w:rsidR="00C53408" w:rsidRPr="00BE46D2" w:rsidRDefault="00C53408" w:rsidP="00C53408">
            <w:pPr>
              <w:rPr>
                <w:rFonts w:ascii="Arial" w:hAnsi="Arial" w:cs="Arial"/>
              </w:rPr>
            </w:pPr>
            <w:r w:rsidRPr="00BE46D2">
              <w:rPr>
                <w:rFonts w:ascii="Arial" w:hAnsi="Arial" w:cs="Arial"/>
                <w:b/>
              </w:rPr>
              <w:t xml:space="preserve">Come espressamente previsto nel Disciplinare di gara, si rammenta che:  </w:t>
            </w:r>
          </w:p>
          <w:p w14:paraId="5C4E65C8" w14:textId="77777777" w:rsidR="00C53408" w:rsidRPr="00BE46D2" w:rsidRDefault="00BE46D2" w:rsidP="00C5340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l</w:t>
            </w:r>
            <w:r w:rsidR="00C53408" w:rsidRPr="00BE46D2">
              <w:rPr>
                <w:rFonts w:ascii="Arial" w:hAnsi="Arial" w:cs="Arial"/>
              </w:rPr>
              <w:t xml:space="preserve">a </w:t>
            </w:r>
            <w:r w:rsidR="002334B9">
              <w:rPr>
                <w:rFonts w:ascii="Arial" w:hAnsi="Arial" w:cs="Arial"/>
              </w:rPr>
              <w:t xml:space="preserve">relazione tecnica dovrà contenere </w:t>
            </w:r>
            <w:r w:rsidR="00C53408" w:rsidRPr="00BE46D2">
              <w:rPr>
                <w:rFonts w:ascii="Arial" w:hAnsi="Arial" w:cs="Arial"/>
              </w:rPr>
              <w:t>tutti gli elementi che l’offerente ritiene opportuni ai fini dell’attribuzione dei punteggi di cui al paragrafo relativo a</w:t>
            </w:r>
            <w:r w:rsidR="002334B9">
              <w:rPr>
                <w:rFonts w:ascii="Arial" w:hAnsi="Arial" w:cs="Arial"/>
              </w:rPr>
              <w:t>gli elementi di v</w:t>
            </w:r>
            <w:r w:rsidR="00C53408" w:rsidRPr="00BE46D2">
              <w:rPr>
                <w:rFonts w:ascii="Arial" w:hAnsi="Arial" w:cs="Arial"/>
                <w:noProof/>
              </w:rPr>
              <w:t>alutazione.</w:t>
            </w:r>
          </w:p>
          <w:p w14:paraId="5C4E65C9" w14:textId="77777777" w:rsidR="00C53408" w:rsidRPr="00BE46D2" w:rsidRDefault="00BE46D2" w:rsidP="00C5340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  <w:r w:rsidR="00566DFE">
              <w:rPr>
                <w:rFonts w:ascii="Arial" w:hAnsi="Arial" w:cs="Arial"/>
              </w:rPr>
              <w:t>a</w:t>
            </w:r>
            <w:r w:rsidR="00C53408" w:rsidRPr="00BE46D2">
              <w:rPr>
                <w:rFonts w:ascii="Arial" w:hAnsi="Arial" w:cs="Arial"/>
              </w:rPr>
              <w:t xml:space="preserve"> prescindere dalla forma giuridica del soggetto concorrente, la relazione tecnica di esecuzione del servizio oggetto dell’appalto dovrà essere unica e non dovrà nel suo complesso superare il numero di </w:t>
            </w:r>
            <w:r w:rsidR="00373BCE">
              <w:rPr>
                <w:rFonts w:ascii="Arial" w:hAnsi="Arial" w:cs="Arial"/>
              </w:rPr>
              <w:t>cartelle</w:t>
            </w:r>
            <w:r w:rsidR="00C53408" w:rsidRPr="00BE46D2">
              <w:rPr>
                <w:rFonts w:ascii="Arial" w:hAnsi="Arial" w:cs="Arial"/>
              </w:rPr>
              <w:t xml:space="preserve"> prescritte. </w:t>
            </w:r>
          </w:p>
          <w:p w14:paraId="5C4E65CA" w14:textId="77777777" w:rsidR="00C53408" w:rsidRPr="00BE46D2" w:rsidRDefault="00C53408" w:rsidP="00C53408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C4E65CB" w14:textId="77777777" w:rsidR="00C53408" w:rsidRP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3) 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 w:rsidR="00C53408" w:rsidRPr="00BE46D2">
              <w:rPr>
                <w:rFonts w:ascii="Arial" w:hAnsi="Arial" w:cs="Arial"/>
                <w:i/>
                <w:sz w:val="22"/>
                <w:szCs w:val="22"/>
              </w:rPr>
              <w:t>costituito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>, l’Offerta Tecnica dovrà essere sottoscritta dal Legale rappresentante della mandataria;</w:t>
            </w:r>
          </w:p>
          <w:p w14:paraId="5C4E65CC" w14:textId="77777777" w:rsid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  <w:p w14:paraId="5C4E65CD" w14:textId="77777777" w:rsidR="00C53408" w:rsidRP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4) 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 w:rsidR="00C53408" w:rsidRPr="00BE46D2">
              <w:rPr>
                <w:rFonts w:ascii="Arial" w:hAnsi="Arial" w:cs="Arial"/>
                <w:i/>
                <w:sz w:val="22"/>
                <w:szCs w:val="22"/>
              </w:rPr>
              <w:t>costituendo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>, l’Offerta Tecnica dovrà essere sottoscritta dal Legale rappresentante di ciascun componente il raggruppamento.</w:t>
            </w:r>
          </w:p>
          <w:p w14:paraId="5C4E65CE" w14:textId="77777777" w:rsidR="00C53408" w:rsidRDefault="00C53408" w:rsidP="007A0D73">
            <w:pPr>
              <w:pStyle w:val="Paragrafoelenco"/>
              <w:ind w:left="0"/>
            </w:pPr>
          </w:p>
        </w:tc>
      </w:tr>
    </w:tbl>
    <w:p w14:paraId="5C4E65D0" w14:textId="77777777" w:rsidR="007A0D73" w:rsidRDefault="007A0D73" w:rsidP="007A0D73">
      <w:pPr>
        <w:pStyle w:val="Paragrafoelenco"/>
        <w:ind w:left="1065"/>
      </w:pPr>
    </w:p>
    <w:sectPr w:rsidR="007A0D73" w:rsidSect="00F86BF0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9B78D" w14:textId="77777777" w:rsidR="00156828" w:rsidRDefault="00156828" w:rsidP="00C53408">
      <w:pPr>
        <w:spacing w:after="0" w:line="240" w:lineRule="auto"/>
      </w:pPr>
      <w:r>
        <w:separator/>
      </w:r>
    </w:p>
  </w:endnote>
  <w:endnote w:type="continuationSeparator" w:id="0">
    <w:p w14:paraId="202856C8" w14:textId="77777777" w:rsidR="00156828" w:rsidRDefault="00156828" w:rsidP="00C5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5EC77" w14:textId="1AB4D0A8" w:rsidR="009F677E" w:rsidRDefault="009F677E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B585B7" wp14:editId="1ED2FAA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0425" cy="368935"/>
              <wp:effectExtent l="0" t="0" r="15875" b="0"/>
              <wp:wrapNone/>
              <wp:docPr id="1893489039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20A786" w14:textId="3EC78C42" w:rsidR="009F677E" w:rsidRPr="009F677E" w:rsidRDefault="009F677E" w:rsidP="009F67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67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B585B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67.75pt;height:29.0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" filled="f" stroked="f">
              <v:textbox style="mso-fit-shape-to-text:t" inset="20pt,0,0,15pt">
                <w:txbxContent>
                  <w:p w14:paraId="4B20A786" w14:textId="3EC78C42" w:rsidR="009F677E" w:rsidRPr="009F677E" w:rsidRDefault="009F677E" w:rsidP="009F67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67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65D9" w14:textId="7BB54741" w:rsidR="00A1112A" w:rsidRDefault="009F677E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7B9134" wp14:editId="6BF4858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0425" cy="368935"/>
              <wp:effectExtent l="0" t="0" r="15875" b="0"/>
              <wp:wrapNone/>
              <wp:docPr id="1053106629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99028" w14:textId="5FCC0BBF" w:rsidR="009F677E" w:rsidRPr="009F677E" w:rsidRDefault="009F677E" w:rsidP="009F67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67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7B9134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left:0;text-align:left;margin-left:0;margin-top:0;width:67.75pt;height:29.0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" filled="f" stroked="f">
              <v:textbox style="mso-fit-shape-to-text:t" inset="20pt,0,0,15pt">
                <w:txbxContent>
                  <w:p w14:paraId="0F699028" w14:textId="5FCC0BBF" w:rsidR="009F677E" w:rsidRPr="009F677E" w:rsidRDefault="009F677E" w:rsidP="009F67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67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5721469"/>
      <w:docPartObj>
        <w:docPartGallery w:val="Page Numbers (Bottom of Page)"/>
        <w:docPartUnique/>
      </w:docPartObj>
    </w:sdtPr>
    <w:sdtEndPr/>
    <w:sdtContent>
      <w:p w14:paraId="3D3D22A9" w14:textId="7BB54741" w:rsidR="00A1112A" w:rsidRDefault="00152C2A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3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4E65DA" w14:textId="77777777" w:rsidR="00A1112A" w:rsidRDefault="00A111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6760" w14:textId="3BFA17CB" w:rsidR="009F677E" w:rsidRDefault="009F677E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6F944D" wp14:editId="1A05855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0425" cy="368935"/>
              <wp:effectExtent l="0" t="0" r="15875" b="0"/>
              <wp:wrapNone/>
              <wp:docPr id="1519746593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8F2D46" w14:textId="57C8CAA4" w:rsidR="009F677E" w:rsidRPr="009F677E" w:rsidRDefault="009F677E" w:rsidP="009F67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677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6F944D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margin-left:0;margin-top:0;width:67.75pt;height:29.0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" filled="f" stroked="f">
              <v:textbox style="mso-fit-shape-to-text:t" inset="20pt,0,0,15pt">
                <w:txbxContent>
                  <w:p w14:paraId="688F2D46" w14:textId="57C8CAA4" w:rsidR="009F677E" w:rsidRPr="009F677E" w:rsidRDefault="009F677E" w:rsidP="009F67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677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CADFB" w14:textId="77777777" w:rsidR="00156828" w:rsidRDefault="00156828" w:rsidP="00C53408">
      <w:pPr>
        <w:spacing w:after="0" w:line="240" w:lineRule="auto"/>
      </w:pPr>
      <w:r>
        <w:separator/>
      </w:r>
    </w:p>
  </w:footnote>
  <w:footnote w:type="continuationSeparator" w:id="0">
    <w:p w14:paraId="334DC7BD" w14:textId="77777777" w:rsidR="00156828" w:rsidRDefault="00156828" w:rsidP="00C5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65D5" w14:textId="397B2715" w:rsidR="00A1112A" w:rsidRDefault="008659D8" w:rsidP="00C53408">
    <w:pPr>
      <w:pStyle w:val="Intestazione"/>
      <w:jc w:val="right"/>
      <w:rPr>
        <w:rFonts w:ascii="Arial" w:hAnsi="Arial" w:cs="Arial"/>
      </w:rPr>
    </w:pPr>
    <w:r>
      <w:rPr>
        <w:rFonts w:ascii="Arial" w:hAnsi="Arial" w:cs="Arial"/>
      </w:rPr>
      <w:t xml:space="preserve">Allegato </w:t>
    </w:r>
    <w:r w:rsidR="00E03015">
      <w:rPr>
        <w:rFonts w:ascii="Arial" w:hAnsi="Arial" w:cs="Arial"/>
      </w:rPr>
      <w:t>V</w:t>
    </w:r>
  </w:p>
  <w:p w14:paraId="5C4E65D6" w14:textId="77777777" w:rsidR="00A1112A" w:rsidRDefault="00A1112A" w:rsidP="00C53408">
    <w:pPr>
      <w:pStyle w:val="Intestazione"/>
      <w:jc w:val="right"/>
      <w:rPr>
        <w:rFonts w:ascii="Arial" w:hAnsi="Arial" w:cs="Arial"/>
      </w:rPr>
    </w:pPr>
  </w:p>
  <w:p w14:paraId="5C4E65D7" w14:textId="77777777" w:rsidR="00A1112A" w:rsidRPr="00F23266" w:rsidRDefault="00A1112A" w:rsidP="00990BED">
    <w:pPr>
      <w:pStyle w:val="Intestazione"/>
      <w:jc w:val="right"/>
      <w:rPr>
        <w:rFonts w:ascii="Arial" w:hAnsi="Arial" w:cs="Arial"/>
        <w:sz w:val="20"/>
        <w:szCs w:val="20"/>
      </w:rPr>
    </w:pPr>
    <w:r w:rsidRPr="00F23266">
      <w:rPr>
        <w:rFonts w:ascii="Arial" w:hAnsi="Arial" w:cs="Arial"/>
        <w:sz w:val="20"/>
        <w:szCs w:val="20"/>
      </w:rPr>
      <w:t xml:space="preserve">Da inserire nella BUSTA </w:t>
    </w:r>
    <w:r>
      <w:rPr>
        <w:rFonts w:ascii="Arial" w:hAnsi="Arial" w:cs="Arial"/>
        <w:sz w:val="20"/>
        <w:szCs w:val="20"/>
      </w:rPr>
      <w:t>B</w:t>
    </w:r>
  </w:p>
  <w:p w14:paraId="5C4E65D8" w14:textId="77777777" w:rsidR="00A1112A" w:rsidRPr="00C53408" w:rsidRDefault="00A1112A" w:rsidP="00C53408">
    <w:pPr>
      <w:pStyle w:val="Intestazion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E09DC"/>
    <w:multiLevelType w:val="hybridMultilevel"/>
    <w:tmpl w:val="1E6EC9EA"/>
    <w:lvl w:ilvl="0" w:tplc="E90296FE">
      <w:start w:val="2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67F2"/>
    <w:multiLevelType w:val="hybridMultilevel"/>
    <w:tmpl w:val="13C858B2"/>
    <w:lvl w:ilvl="0" w:tplc="F82C7514">
      <w:start w:val="1"/>
      <w:numFmt w:val="bullet"/>
      <w:lvlText w:val="•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43D90DC8"/>
    <w:multiLevelType w:val="hybridMultilevel"/>
    <w:tmpl w:val="73B4404E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628F"/>
    <w:multiLevelType w:val="hybridMultilevel"/>
    <w:tmpl w:val="A502B176"/>
    <w:lvl w:ilvl="0" w:tplc="94062B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22713"/>
    <w:multiLevelType w:val="hybridMultilevel"/>
    <w:tmpl w:val="5BB805EE"/>
    <w:lvl w:ilvl="0" w:tplc="8B049BB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4E7C9D"/>
    <w:multiLevelType w:val="hybridMultilevel"/>
    <w:tmpl w:val="125254D8"/>
    <w:lvl w:ilvl="0" w:tplc="F044E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984019">
    <w:abstractNumId w:val="0"/>
  </w:num>
  <w:num w:numId="2" w16cid:durableId="969239006">
    <w:abstractNumId w:val="5"/>
  </w:num>
  <w:num w:numId="3" w16cid:durableId="828013964">
    <w:abstractNumId w:val="3"/>
  </w:num>
  <w:num w:numId="4" w16cid:durableId="769278690">
    <w:abstractNumId w:val="2"/>
  </w:num>
  <w:num w:numId="5" w16cid:durableId="69011875">
    <w:abstractNumId w:val="4"/>
  </w:num>
  <w:num w:numId="6" w16cid:durableId="1394042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D73"/>
    <w:rsid w:val="00005AE7"/>
    <w:rsid w:val="000D3E81"/>
    <w:rsid w:val="00101BEB"/>
    <w:rsid w:val="001311CC"/>
    <w:rsid w:val="00142347"/>
    <w:rsid w:val="00152C2A"/>
    <w:rsid w:val="00156828"/>
    <w:rsid w:val="0016339B"/>
    <w:rsid w:val="001B6A83"/>
    <w:rsid w:val="001C7BEE"/>
    <w:rsid w:val="001E4C2C"/>
    <w:rsid w:val="002334B9"/>
    <w:rsid w:val="00285DDC"/>
    <w:rsid w:val="002E659E"/>
    <w:rsid w:val="00352EF9"/>
    <w:rsid w:val="00373BCE"/>
    <w:rsid w:val="004950EE"/>
    <w:rsid w:val="00566DFE"/>
    <w:rsid w:val="0057117B"/>
    <w:rsid w:val="005A5913"/>
    <w:rsid w:val="006460D0"/>
    <w:rsid w:val="00706FD4"/>
    <w:rsid w:val="00734FE8"/>
    <w:rsid w:val="007912C9"/>
    <w:rsid w:val="007A0D73"/>
    <w:rsid w:val="008659D8"/>
    <w:rsid w:val="008916AC"/>
    <w:rsid w:val="008C20B1"/>
    <w:rsid w:val="0090319C"/>
    <w:rsid w:val="00965CF1"/>
    <w:rsid w:val="00990BED"/>
    <w:rsid w:val="009C0C78"/>
    <w:rsid w:val="009E1920"/>
    <w:rsid w:val="009F677E"/>
    <w:rsid w:val="00A1112A"/>
    <w:rsid w:val="00A40950"/>
    <w:rsid w:val="00A60CF5"/>
    <w:rsid w:val="00B14F13"/>
    <w:rsid w:val="00B16975"/>
    <w:rsid w:val="00B64FA5"/>
    <w:rsid w:val="00B910B0"/>
    <w:rsid w:val="00BE46D2"/>
    <w:rsid w:val="00C03EA6"/>
    <w:rsid w:val="00C53408"/>
    <w:rsid w:val="00CE383D"/>
    <w:rsid w:val="00CF6F68"/>
    <w:rsid w:val="00D81D42"/>
    <w:rsid w:val="00DB0B02"/>
    <w:rsid w:val="00E03015"/>
    <w:rsid w:val="00E95A6B"/>
    <w:rsid w:val="00F7698B"/>
    <w:rsid w:val="00F86BF0"/>
    <w:rsid w:val="31732396"/>
    <w:rsid w:val="715F47E7"/>
    <w:rsid w:val="761A66BA"/>
    <w:rsid w:val="7EC79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6534"/>
  <w15:docId w15:val="{491A7CB0-47E9-4541-91E3-92DC3E09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0D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7A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3408"/>
  </w:style>
  <w:style w:type="paragraph" w:styleId="Pidipagina">
    <w:name w:val="footer"/>
    <w:basedOn w:val="Normale"/>
    <w:link w:val="PidipaginaCarattere"/>
    <w:uiPriority w:val="99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408"/>
  </w:style>
  <w:style w:type="paragraph" w:styleId="Corpodeltesto2">
    <w:name w:val="Body Text 2"/>
    <w:basedOn w:val="Normale"/>
    <w:link w:val="Corpodeltesto2Carattere"/>
    <w:rsid w:val="00C53408"/>
    <w:pPr>
      <w:spacing w:after="120" w:line="480" w:lineRule="auto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C53408"/>
    <w:rPr>
      <w:rFonts w:ascii="Book Antiqua" w:eastAsia="Times New Roman" w:hAnsi="Book Antiqua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35B464C315D94BB85E56A417066DA5" ma:contentTypeVersion="14" ma:contentTypeDescription="Creare un nuovo documento." ma:contentTypeScope="" ma:versionID="a336b4d70975f565f9b05720cf2b3950">
  <xsd:schema xmlns:xsd="http://www.w3.org/2001/XMLSchema" xmlns:xs="http://www.w3.org/2001/XMLSchema" xmlns:p="http://schemas.microsoft.com/office/2006/metadata/properties" xmlns:ns2="aa6f9f98-ed8c-42d2-b2f5-2f0dd1be7b70" xmlns:ns3="ef5931c0-9475-4bbb-941b-0085cf80cfc6" targetNamespace="http://schemas.microsoft.com/office/2006/metadata/properties" ma:root="true" ma:fieldsID="930f7f9613b937790bd1585417b5e32b" ns2:_="" ns3:_="">
    <xsd:import namespace="aa6f9f98-ed8c-42d2-b2f5-2f0dd1be7b70"/>
    <xsd:import namespace="ef5931c0-9475-4bbb-941b-0085cf80cf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f9f98-ed8c-42d2-b2f5-2f0dd1be7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931c0-9475-4bbb-941b-0085cf80cfc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8c16cf7-34dc-4acc-b201-046021cc2a1b}" ma:internalName="TaxCatchAll" ma:showField="CatchAllData" ma:web="ef5931c0-9475-4bbb-941b-0085cf80c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6f9f98-ed8c-42d2-b2f5-2f0dd1be7b70">
      <Terms xmlns="http://schemas.microsoft.com/office/infopath/2007/PartnerControls"/>
    </lcf76f155ced4ddcb4097134ff3c332f>
    <TaxCatchAll xmlns="ef5931c0-9475-4bbb-941b-0085cf80cfc6" xsi:nil="true"/>
  </documentManagement>
</p:properties>
</file>

<file path=customXml/itemProps1.xml><?xml version="1.0" encoding="utf-8"?>
<ds:datastoreItem xmlns:ds="http://schemas.openxmlformats.org/officeDocument/2006/customXml" ds:itemID="{16A4C782-2C3D-4354-A931-E00E109D7C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5AE0E-EC6A-4C09-85BA-CDB2D0D59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6f9f98-ed8c-42d2-b2f5-2f0dd1be7b70"/>
    <ds:schemaRef ds:uri="ef5931c0-9475-4bbb-941b-0085cf80cf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366513-5D5B-4AF2-BEF6-E33A34CA2A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435243-140B-4723-B358-6AE955FCBF72}">
  <ds:schemaRefs>
    <ds:schemaRef ds:uri="http://schemas.microsoft.com/office/2006/metadata/properties"/>
    <ds:schemaRef ds:uri="http://schemas.microsoft.com/office/infopath/2007/PartnerControls"/>
    <ds:schemaRef ds:uri="aa6f9f98-ed8c-42d2-b2f5-2f0dd1be7b70"/>
    <ds:schemaRef ds:uri="ef5931c0-9475-4bbb-941b-0085cf80cf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</Words>
  <Characters>1499</Characters>
  <Application>Microsoft Office Word</Application>
  <DocSecurity>0</DocSecurity>
  <Lines>12</Lines>
  <Paragraphs>3</Paragraphs>
  <ScaleCrop>false</ScaleCrop>
  <Company>Ministero dell'Economia e della Finanze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Foggia Alessandro</dc:creator>
  <cp:lastModifiedBy>SCALA LUCIA</cp:lastModifiedBy>
  <cp:revision>10</cp:revision>
  <cp:lastPrinted>2013-10-18T08:30:00Z</cp:lastPrinted>
  <dcterms:created xsi:type="dcterms:W3CDTF">2017-02-27T11:40:00Z</dcterms:created>
  <dcterms:modified xsi:type="dcterms:W3CDTF">2025-02-26T10:07:00Z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0x010100B035B464C315D94BB85E56A417066DA5</vt:lpwstr>
  </property>
  <property fmtid="{D5CDD505-2E9C-101B-9397-08002B2CF9AE}" pid="3" name="ClassificationContentMarkingFooterShapeIds">
    <vt:lpwstr>5a957e21,70dc598f,3ec521c5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Uso interno </vt:lpwstr>
  </property>
  <property fmtid="{D5CDD505-2E9C-101B-9397-08002B2CF9AE}" pid="6" name="MSIP_Label_b14960f3-9742-49c5-8107-5d9e4c35dc14_Enabled">
    <vt:lpwstr>true</vt:lpwstr>
  </property>
  <property fmtid="{D5CDD505-2E9C-101B-9397-08002B2CF9AE}" pid="7" name="MSIP_Label_b14960f3-9742-49c5-8107-5d9e4c35dc14_SetDate">
    <vt:lpwstr>2024-08-26T13:11:06Z</vt:lpwstr>
  </property>
  <property fmtid="{D5CDD505-2E9C-101B-9397-08002B2CF9AE}" pid="8" name="MSIP_Label_b14960f3-9742-49c5-8107-5d9e4c35dc14_Method">
    <vt:lpwstr>Standard</vt:lpwstr>
  </property>
  <property fmtid="{D5CDD505-2E9C-101B-9397-08002B2CF9AE}" pid="9" name="MSIP_Label_b14960f3-9742-49c5-8107-5d9e4c35dc14_Name">
    <vt:lpwstr>Uso interno - Non cifrato</vt:lpwstr>
  </property>
  <property fmtid="{D5CDD505-2E9C-101B-9397-08002B2CF9AE}" pid="10" name="MSIP_Label_b14960f3-9742-49c5-8107-5d9e4c35dc14_SiteId">
    <vt:lpwstr>5c13bf6f-11aa-44a8-aac0-fc5ed659c30a</vt:lpwstr>
  </property>
  <property fmtid="{D5CDD505-2E9C-101B-9397-08002B2CF9AE}" pid="11" name="MSIP_Label_b14960f3-9742-49c5-8107-5d9e4c35dc14_ActionId">
    <vt:lpwstr>7fd572bb-99a1-40ed-b452-629be8ff5c60</vt:lpwstr>
  </property>
  <property fmtid="{D5CDD505-2E9C-101B-9397-08002B2CF9AE}" pid="12" name="MSIP_Label_b14960f3-9742-49c5-8107-5d9e4c35dc14_ContentBits">
    <vt:lpwstr>3</vt:lpwstr>
  </property>
  <property fmtid="{D5CDD505-2E9C-101B-9397-08002B2CF9AE}" pid="13" name="MediaServiceImageTags">
    <vt:lpwstr/>
  </property>
</Properties>
</file>